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13" w:rsidRDefault="002E6313" w:rsidP="00C57E4B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7.5pt;height:61.5pt;visibility:visible" filled="t">
            <v:imagedata r:id="rId5" o:title=""/>
          </v:shape>
        </w:pict>
      </w:r>
    </w:p>
    <w:p w:rsidR="002E6313" w:rsidRDefault="002E6313" w:rsidP="00C57E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E6313" w:rsidRDefault="002E6313" w:rsidP="00C57E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2E6313" w:rsidRDefault="002E6313" w:rsidP="00C57E4B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2E6313" w:rsidRDefault="002E6313" w:rsidP="00C57E4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2E6313" w:rsidRDefault="002E6313" w:rsidP="00C57E4B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14.08.2015   №   57 </w:t>
      </w:r>
    </w:p>
    <w:p w:rsidR="002E6313" w:rsidRDefault="002E6313" w:rsidP="00C57E4B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0" w:type="auto"/>
        <w:tblLook w:val="01E0"/>
      </w:tblPr>
      <w:tblGrid>
        <w:gridCol w:w="4361"/>
      </w:tblGrid>
      <w:tr w:rsidR="002E6313" w:rsidRPr="008D0E44" w:rsidTr="00C10C14">
        <w:trPr>
          <w:trHeight w:val="405"/>
        </w:trPr>
        <w:tc>
          <w:tcPr>
            <w:tcW w:w="4361" w:type="dxa"/>
          </w:tcPr>
          <w:p w:rsidR="002E6313" w:rsidRPr="008D0E44" w:rsidRDefault="002E6313" w:rsidP="00C10C1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0E6C18">
              <w:rPr>
                <w:b/>
                <w:sz w:val="28"/>
                <w:szCs w:val="28"/>
              </w:rPr>
              <w:t>«Совершенствование и содержание автомобильных дорог местного значения Залучского сельского поселения на 2014-2016 годы»</w:t>
            </w:r>
          </w:p>
        </w:tc>
      </w:tr>
    </w:tbl>
    <w:p w:rsidR="002E6313" w:rsidRPr="00C56570" w:rsidRDefault="002E6313" w:rsidP="00C57E4B">
      <w:pPr>
        <w:rPr>
          <w:sz w:val="48"/>
          <w:szCs w:val="48"/>
        </w:rPr>
      </w:pPr>
    </w:p>
    <w:p w:rsidR="002E6313" w:rsidRDefault="002E6313" w:rsidP="00C57E4B">
      <w:pPr>
        <w:ind w:firstLine="540"/>
        <w:jc w:val="both"/>
        <w:rPr>
          <w:sz w:val="28"/>
        </w:rPr>
      </w:pPr>
      <w:r>
        <w:rPr>
          <w:sz w:val="28"/>
        </w:rPr>
        <w:t>Администрация Залучского сельского поселения</w:t>
      </w:r>
    </w:p>
    <w:p w:rsidR="002E6313" w:rsidRDefault="002E6313" w:rsidP="00C57E4B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2E6313" w:rsidRDefault="002E6313" w:rsidP="00C57E4B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2A0114">
        <w:rPr>
          <w:sz w:val="28"/>
        </w:rPr>
        <w:tab/>
        <w:t xml:space="preserve">1. </w:t>
      </w:r>
      <w:r>
        <w:rPr>
          <w:sz w:val="28"/>
        </w:rPr>
        <w:t xml:space="preserve"> Внести изменения в паспорт </w:t>
      </w:r>
      <w:r w:rsidRPr="002A0114">
        <w:rPr>
          <w:sz w:val="28"/>
        </w:rPr>
        <w:t>Муниципальн</w:t>
      </w:r>
      <w:r>
        <w:rPr>
          <w:sz w:val="28"/>
        </w:rPr>
        <w:t>ой</w:t>
      </w:r>
      <w:r w:rsidRPr="002A0114">
        <w:rPr>
          <w:sz w:val="28"/>
        </w:rPr>
        <w:t xml:space="preserve"> программ</w:t>
      </w:r>
      <w:r>
        <w:rPr>
          <w:sz w:val="28"/>
        </w:rPr>
        <w:t>ы</w:t>
      </w:r>
      <w:r w:rsidRPr="002A0114">
        <w:rPr>
          <w:sz w:val="28"/>
        </w:rPr>
        <w:t xml:space="preserve"> </w:t>
      </w:r>
      <w:r w:rsidRPr="00EE3A29">
        <w:rPr>
          <w:sz w:val="28"/>
          <w:szCs w:val="28"/>
        </w:rPr>
        <w:t>«</w:t>
      </w:r>
      <w:r w:rsidRPr="00C57E4B">
        <w:rPr>
          <w:sz w:val="28"/>
          <w:szCs w:val="28"/>
        </w:rPr>
        <w:t>Совершенствование и содержание автомобильных дорог местного значения Залучского сельского поселения на 2014-201</w:t>
      </w:r>
      <w:r>
        <w:rPr>
          <w:sz w:val="28"/>
          <w:szCs w:val="28"/>
        </w:rPr>
        <w:t>7</w:t>
      </w:r>
      <w:r w:rsidRPr="00C57E4B">
        <w:rPr>
          <w:sz w:val="28"/>
          <w:szCs w:val="28"/>
        </w:rPr>
        <w:t xml:space="preserve"> годы»</w:t>
      </w:r>
      <w:r w:rsidRPr="00C57E4B">
        <w:rPr>
          <w:sz w:val="28"/>
        </w:rPr>
        <w:t xml:space="preserve"> утвержденн</w:t>
      </w:r>
      <w:r>
        <w:rPr>
          <w:sz w:val="28"/>
        </w:rPr>
        <w:t>ой</w:t>
      </w:r>
      <w:r w:rsidRPr="00C57E4B">
        <w:rPr>
          <w:sz w:val="28"/>
        </w:rPr>
        <w:t xml:space="preserve">  постановлением «</w:t>
      </w:r>
      <w:r w:rsidRPr="00C57E4B">
        <w:rPr>
          <w:sz w:val="28"/>
          <w:szCs w:val="28"/>
        </w:rPr>
        <w:t>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</w:t>
      </w:r>
      <w:r w:rsidRPr="00EE3A29">
        <w:rPr>
          <w:sz w:val="28"/>
          <w:szCs w:val="28"/>
        </w:rPr>
        <w:t xml:space="preserve"> от 12.11.2013 № 1</w:t>
      </w:r>
      <w:r>
        <w:rPr>
          <w:sz w:val="28"/>
          <w:szCs w:val="28"/>
        </w:rPr>
        <w:t>46 изложив в новой редакции</w:t>
      </w:r>
      <w:r w:rsidRPr="00EE3A29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</w:p>
    <w:p w:rsidR="002E6313" w:rsidRDefault="002E6313" w:rsidP="00C57E4B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раздел «5. Цели, задачи и целевые показатели»  :</w:t>
      </w:r>
    </w:p>
    <w:p w:rsidR="002E6313" w:rsidRDefault="002E6313" w:rsidP="0073616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«5.</w:t>
      </w:r>
      <w:r w:rsidRPr="00194E3C">
        <w:rPr>
          <w:b/>
          <w:sz w:val="28"/>
          <w:szCs w:val="28"/>
        </w:rPr>
        <w:t>Цели, задачи и целевые показатели</w:t>
      </w:r>
      <w:r>
        <w:rPr>
          <w:b/>
          <w:sz w:val="28"/>
          <w:szCs w:val="28"/>
        </w:rPr>
        <w:t>»</w:t>
      </w:r>
    </w:p>
    <w:tbl>
      <w:tblPr>
        <w:tblW w:w="9779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4076"/>
        <w:gridCol w:w="38"/>
        <w:gridCol w:w="1275"/>
        <w:gridCol w:w="960"/>
        <w:gridCol w:w="33"/>
        <w:gridCol w:w="1275"/>
        <w:gridCol w:w="11"/>
        <w:gridCol w:w="1265"/>
      </w:tblGrid>
      <w:tr w:rsidR="002E6313" w:rsidRPr="00194E3C" w:rsidTr="00921E6C">
        <w:tc>
          <w:tcPr>
            <w:tcW w:w="846" w:type="dxa"/>
            <w:vMerge w:val="restart"/>
          </w:tcPr>
          <w:p w:rsidR="002E6313" w:rsidRPr="00921E6C" w:rsidRDefault="002E6313" w:rsidP="00736161">
            <w:pPr>
              <w:jc w:val="center"/>
            </w:pPr>
            <w:r w:rsidRPr="00921E6C">
              <w:t>№ п/п</w:t>
            </w:r>
          </w:p>
        </w:tc>
        <w:tc>
          <w:tcPr>
            <w:tcW w:w="4114" w:type="dxa"/>
            <w:gridSpan w:val="2"/>
            <w:vMerge w:val="restart"/>
          </w:tcPr>
          <w:p w:rsidR="002E6313" w:rsidRPr="00921E6C" w:rsidRDefault="002E6313" w:rsidP="00736161">
            <w:pPr>
              <w:jc w:val="center"/>
            </w:pPr>
            <w:r w:rsidRPr="00921E6C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819" w:type="dxa"/>
            <w:gridSpan w:val="6"/>
          </w:tcPr>
          <w:p w:rsidR="002E6313" w:rsidRPr="00921E6C" w:rsidRDefault="002E6313" w:rsidP="00736161">
            <w:r w:rsidRPr="00921E6C">
              <w:t>Значение целевого показателя по годам</w:t>
            </w:r>
          </w:p>
        </w:tc>
      </w:tr>
      <w:tr w:rsidR="002E6313" w:rsidRPr="00194E3C" w:rsidTr="00921E6C">
        <w:tc>
          <w:tcPr>
            <w:tcW w:w="846" w:type="dxa"/>
            <w:vMerge/>
          </w:tcPr>
          <w:p w:rsidR="002E6313" w:rsidRPr="00921E6C" w:rsidRDefault="002E6313" w:rsidP="00736161">
            <w:pPr>
              <w:jc w:val="center"/>
            </w:pPr>
          </w:p>
        </w:tc>
        <w:tc>
          <w:tcPr>
            <w:tcW w:w="4114" w:type="dxa"/>
            <w:gridSpan w:val="2"/>
            <w:vMerge/>
          </w:tcPr>
          <w:p w:rsidR="002E6313" w:rsidRPr="00921E6C" w:rsidRDefault="002E6313" w:rsidP="00736161">
            <w:pPr>
              <w:jc w:val="center"/>
            </w:pPr>
          </w:p>
        </w:tc>
        <w:tc>
          <w:tcPr>
            <w:tcW w:w="1275" w:type="dxa"/>
          </w:tcPr>
          <w:p w:rsidR="002E6313" w:rsidRPr="00921E6C" w:rsidRDefault="002E6313" w:rsidP="00736161">
            <w:pPr>
              <w:jc w:val="center"/>
            </w:pPr>
            <w:r w:rsidRPr="00921E6C">
              <w:t>2014</w:t>
            </w:r>
          </w:p>
        </w:tc>
        <w:tc>
          <w:tcPr>
            <w:tcW w:w="993" w:type="dxa"/>
            <w:gridSpan w:val="2"/>
          </w:tcPr>
          <w:p w:rsidR="002E6313" w:rsidRPr="00921E6C" w:rsidRDefault="002E6313" w:rsidP="00736161">
            <w:pPr>
              <w:jc w:val="center"/>
            </w:pPr>
            <w:r w:rsidRPr="00921E6C">
              <w:t>2015</w:t>
            </w:r>
          </w:p>
        </w:tc>
        <w:tc>
          <w:tcPr>
            <w:tcW w:w="1275" w:type="dxa"/>
          </w:tcPr>
          <w:p w:rsidR="002E6313" w:rsidRPr="00921E6C" w:rsidRDefault="002E6313" w:rsidP="00736161">
            <w:pPr>
              <w:jc w:val="center"/>
            </w:pPr>
            <w:r w:rsidRPr="00921E6C">
              <w:t>2016</w:t>
            </w:r>
          </w:p>
        </w:tc>
        <w:tc>
          <w:tcPr>
            <w:tcW w:w="1276" w:type="dxa"/>
            <w:gridSpan w:val="2"/>
          </w:tcPr>
          <w:p w:rsidR="002E6313" w:rsidRPr="00921E6C" w:rsidRDefault="002E6313" w:rsidP="00736161">
            <w:pPr>
              <w:jc w:val="center"/>
            </w:pPr>
            <w:r w:rsidRPr="00921E6C">
              <w:t>2017</w:t>
            </w:r>
          </w:p>
        </w:tc>
      </w:tr>
      <w:tr w:rsidR="002E6313" w:rsidRPr="00194E3C" w:rsidTr="00921E6C">
        <w:tc>
          <w:tcPr>
            <w:tcW w:w="846" w:type="dxa"/>
          </w:tcPr>
          <w:p w:rsidR="002E6313" w:rsidRPr="00921E6C" w:rsidRDefault="002E6313" w:rsidP="00736161">
            <w:pPr>
              <w:jc w:val="center"/>
            </w:pPr>
            <w:r w:rsidRPr="00921E6C">
              <w:t>1</w:t>
            </w:r>
          </w:p>
        </w:tc>
        <w:tc>
          <w:tcPr>
            <w:tcW w:w="4114" w:type="dxa"/>
            <w:gridSpan w:val="2"/>
          </w:tcPr>
          <w:p w:rsidR="002E6313" w:rsidRPr="00921E6C" w:rsidRDefault="002E6313" w:rsidP="002E6D2D">
            <w:pPr>
              <w:tabs>
                <w:tab w:val="center" w:pos="1396"/>
                <w:tab w:val="left" w:pos="1908"/>
              </w:tabs>
            </w:pPr>
            <w:r w:rsidRPr="00921E6C">
              <w:tab/>
              <w:t>2</w:t>
            </w:r>
            <w:r w:rsidRPr="00921E6C">
              <w:tab/>
            </w:r>
          </w:p>
        </w:tc>
        <w:tc>
          <w:tcPr>
            <w:tcW w:w="1275" w:type="dxa"/>
          </w:tcPr>
          <w:p w:rsidR="002E6313" w:rsidRPr="00921E6C" w:rsidRDefault="002E6313" w:rsidP="00736161">
            <w:pPr>
              <w:jc w:val="center"/>
            </w:pPr>
            <w:r w:rsidRPr="00921E6C">
              <w:t>3</w:t>
            </w:r>
          </w:p>
        </w:tc>
        <w:tc>
          <w:tcPr>
            <w:tcW w:w="993" w:type="dxa"/>
            <w:gridSpan w:val="2"/>
          </w:tcPr>
          <w:p w:rsidR="002E6313" w:rsidRPr="00921E6C" w:rsidRDefault="002E6313" w:rsidP="00736161">
            <w:pPr>
              <w:jc w:val="center"/>
            </w:pPr>
            <w:r w:rsidRPr="00921E6C">
              <w:t>4</w:t>
            </w:r>
          </w:p>
        </w:tc>
        <w:tc>
          <w:tcPr>
            <w:tcW w:w="1275" w:type="dxa"/>
          </w:tcPr>
          <w:p w:rsidR="002E6313" w:rsidRPr="00921E6C" w:rsidRDefault="002E6313" w:rsidP="00736161">
            <w:pPr>
              <w:jc w:val="center"/>
            </w:pPr>
            <w:r w:rsidRPr="00921E6C">
              <w:t>5</w:t>
            </w:r>
          </w:p>
        </w:tc>
        <w:tc>
          <w:tcPr>
            <w:tcW w:w="1276" w:type="dxa"/>
            <w:gridSpan w:val="2"/>
          </w:tcPr>
          <w:p w:rsidR="002E6313" w:rsidRPr="00921E6C" w:rsidRDefault="002E6313" w:rsidP="00736161">
            <w:pPr>
              <w:jc w:val="center"/>
            </w:pPr>
            <w:r w:rsidRPr="00921E6C">
              <w:t>6</w:t>
            </w:r>
          </w:p>
        </w:tc>
      </w:tr>
      <w:tr w:rsidR="002E6313" w:rsidRPr="00194E3C" w:rsidTr="00921E6C">
        <w:tc>
          <w:tcPr>
            <w:tcW w:w="846" w:type="dxa"/>
          </w:tcPr>
          <w:p w:rsidR="002E6313" w:rsidRPr="00921E6C" w:rsidRDefault="002E6313" w:rsidP="00736161">
            <w:pPr>
              <w:jc w:val="center"/>
            </w:pPr>
          </w:p>
        </w:tc>
        <w:tc>
          <w:tcPr>
            <w:tcW w:w="8933" w:type="dxa"/>
            <w:gridSpan w:val="8"/>
          </w:tcPr>
          <w:p w:rsidR="002E6313" w:rsidRPr="00921E6C" w:rsidRDefault="002E6313" w:rsidP="00736161">
            <w:r w:rsidRPr="00921E6C">
              <w:rPr>
                <w:b/>
                <w:i/>
              </w:rPr>
              <w:t>Цель: Совершенствование и содержание автомобильных дорог местного значения</w:t>
            </w:r>
          </w:p>
        </w:tc>
      </w:tr>
      <w:tr w:rsidR="002E6313" w:rsidRPr="00194E3C" w:rsidTr="00921E6C">
        <w:tc>
          <w:tcPr>
            <w:tcW w:w="846" w:type="dxa"/>
          </w:tcPr>
          <w:p w:rsidR="002E6313" w:rsidRPr="00921E6C" w:rsidRDefault="002E6313" w:rsidP="00736161">
            <w:pPr>
              <w:jc w:val="center"/>
            </w:pPr>
            <w:r w:rsidRPr="00921E6C">
              <w:t>1.</w:t>
            </w:r>
          </w:p>
        </w:tc>
        <w:tc>
          <w:tcPr>
            <w:tcW w:w="8933" w:type="dxa"/>
            <w:gridSpan w:val="8"/>
          </w:tcPr>
          <w:p w:rsidR="002E6313" w:rsidRPr="00921E6C" w:rsidRDefault="002E6313" w:rsidP="00736161">
            <w:r w:rsidRPr="00921E6C">
              <w:rPr>
                <w:b/>
                <w:i/>
              </w:rPr>
              <w:t xml:space="preserve">Задача 1: Капитальный ремонт и ремонт автомобильных дорог местного значения  </w:t>
            </w:r>
          </w:p>
        </w:tc>
      </w:tr>
      <w:tr w:rsidR="002E6313" w:rsidRPr="00194E3C" w:rsidTr="00921E6C">
        <w:tc>
          <w:tcPr>
            <w:tcW w:w="846" w:type="dxa"/>
          </w:tcPr>
          <w:p w:rsidR="002E6313" w:rsidRPr="00921E6C" w:rsidRDefault="002E6313" w:rsidP="00736161">
            <w:pPr>
              <w:jc w:val="center"/>
            </w:pPr>
            <w:r w:rsidRPr="00921E6C">
              <w:t>1.1.</w:t>
            </w:r>
          </w:p>
        </w:tc>
        <w:tc>
          <w:tcPr>
            <w:tcW w:w="4114" w:type="dxa"/>
            <w:gridSpan w:val="2"/>
          </w:tcPr>
          <w:p w:rsidR="002E6313" w:rsidRPr="00921E6C" w:rsidRDefault="002E6313" w:rsidP="00736161">
            <w:pPr>
              <w:jc w:val="both"/>
            </w:pPr>
            <w:r w:rsidRPr="00921E6C">
              <w:t>Протяженность планируемых к ремонту автомобильных дорог   местного значения (км.)</w:t>
            </w:r>
          </w:p>
        </w:tc>
        <w:tc>
          <w:tcPr>
            <w:tcW w:w="1275" w:type="dxa"/>
          </w:tcPr>
          <w:p w:rsidR="002E6313" w:rsidRPr="00921E6C" w:rsidRDefault="002E6313" w:rsidP="00736161">
            <w:pPr>
              <w:jc w:val="center"/>
            </w:pPr>
            <w:r w:rsidRPr="00921E6C">
              <w:t>1,7</w:t>
            </w:r>
          </w:p>
        </w:tc>
        <w:tc>
          <w:tcPr>
            <w:tcW w:w="993" w:type="dxa"/>
            <w:gridSpan w:val="2"/>
          </w:tcPr>
          <w:p w:rsidR="002E6313" w:rsidRPr="00921E6C" w:rsidRDefault="002E6313" w:rsidP="00736161">
            <w:pPr>
              <w:jc w:val="center"/>
            </w:pPr>
            <w:r w:rsidRPr="00921E6C">
              <w:t xml:space="preserve">1,43 </w:t>
            </w:r>
          </w:p>
        </w:tc>
        <w:tc>
          <w:tcPr>
            <w:tcW w:w="1275" w:type="dxa"/>
          </w:tcPr>
          <w:p w:rsidR="002E6313" w:rsidRPr="00921E6C" w:rsidRDefault="002E6313" w:rsidP="00736161">
            <w:pPr>
              <w:jc w:val="center"/>
            </w:pPr>
            <w:r w:rsidRPr="00921E6C">
              <w:t>1,84</w:t>
            </w:r>
          </w:p>
        </w:tc>
        <w:tc>
          <w:tcPr>
            <w:tcW w:w="1276" w:type="dxa"/>
            <w:gridSpan w:val="2"/>
          </w:tcPr>
          <w:p w:rsidR="002E6313" w:rsidRPr="00921E6C" w:rsidRDefault="002E6313" w:rsidP="00736161">
            <w:pPr>
              <w:jc w:val="center"/>
            </w:pPr>
            <w:r w:rsidRPr="00921E6C">
              <w:t>1,3</w:t>
            </w:r>
          </w:p>
        </w:tc>
      </w:tr>
      <w:tr w:rsidR="002E6313" w:rsidRPr="00194E3C" w:rsidTr="00921E6C">
        <w:tc>
          <w:tcPr>
            <w:tcW w:w="846" w:type="dxa"/>
          </w:tcPr>
          <w:p w:rsidR="002E6313" w:rsidRPr="00921E6C" w:rsidRDefault="002E6313" w:rsidP="00736161">
            <w:pPr>
              <w:jc w:val="center"/>
            </w:pPr>
            <w:r w:rsidRPr="00921E6C">
              <w:t>1,2</w:t>
            </w:r>
          </w:p>
        </w:tc>
        <w:tc>
          <w:tcPr>
            <w:tcW w:w="4114" w:type="dxa"/>
            <w:gridSpan w:val="2"/>
          </w:tcPr>
          <w:p w:rsidR="002E6313" w:rsidRPr="00921E6C" w:rsidRDefault="002E6313" w:rsidP="00736161">
            <w:pPr>
              <w:jc w:val="both"/>
            </w:pPr>
            <w:r w:rsidRPr="00921E6C">
              <w:t xml:space="preserve">Процент отремонтированных дорог от общей протяженности автомобильных дорог (%) </w:t>
            </w:r>
          </w:p>
        </w:tc>
        <w:tc>
          <w:tcPr>
            <w:tcW w:w="1275" w:type="dxa"/>
          </w:tcPr>
          <w:p w:rsidR="002E6313" w:rsidRPr="00921E6C" w:rsidRDefault="002E6313" w:rsidP="00736161">
            <w:pPr>
              <w:jc w:val="center"/>
            </w:pPr>
            <w:r w:rsidRPr="00921E6C">
              <w:t>3,8</w:t>
            </w:r>
          </w:p>
        </w:tc>
        <w:tc>
          <w:tcPr>
            <w:tcW w:w="993" w:type="dxa"/>
            <w:gridSpan w:val="2"/>
          </w:tcPr>
          <w:p w:rsidR="002E6313" w:rsidRPr="00921E6C" w:rsidRDefault="002E6313" w:rsidP="00736161">
            <w:pPr>
              <w:jc w:val="center"/>
            </w:pPr>
            <w:r w:rsidRPr="00921E6C">
              <w:t>4,61</w:t>
            </w:r>
          </w:p>
        </w:tc>
        <w:tc>
          <w:tcPr>
            <w:tcW w:w="1275" w:type="dxa"/>
          </w:tcPr>
          <w:p w:rsidR="002E6313" w:rsidRPr="00921E6C" w:rsidRDefault="002E6313" w:rsidP="00736161">
            <w:pPr>
              <w:jc w:val="center"/>
            </w:pPr>
            <w:r w:rsidRPr="00921E6C">
              <w:t>5,93</w:t>
            </w:r>
          </w:p>
        </w:tc>
        <w:tc>
          <w:tcPr>
            <w:tcW w:w="1276" w:type="dxa"/>
            <w:gridSpan w:val="2"/>
          </w:tcPr>
          <w:p w:rsidR="002E6313" w:rsidRPr="00921E6C" w:rsidRDefault="002E6313" w:rsidP="00736161">
            <w:pPr>
              <w:jc w:val="center"/>
            </w:pPr>
            <w:r w:rsidRPr="00921E6C">
              <w:t>7,8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</w:t>
            </w:r>
          </w:p>
        </w:tc>
        <w:tc>
          <w:tcPr>
            <w:tcW w:w="8933" w:type="dxa"/>
            <w:gridSpan w:val="8"/>
          </w:tcPr>
          <w:p w:rsidR="002E6313" w:rsidRPr="009D7D75" w:rsidRDefault="002E6313" w:rsidP="00921E6C">
            <w:r w:rsidRPr="009D7D75">
              <w:rPr>
                <w:b/>
                <w:i/>
              </w:rPr>
              <w:t xml:space="preserve">Задача </w:t>
            </w:r>
            <w:r>
              <w:rPr>
                <w:b/>
                <w:i/>
              </w:rPr>
              <w:t>2</w:t>
            </w:r>
            <w:r w:rsidRPr="009D7D75">
              <w:rPr>
                <w:b/>
                <w:i/>
              </w:rPr>
              <w:t>: Содержание автомобильных дорог местного значения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</w:t>
            </w:r>
            <w:r w:rsidRPr="009D7D75">
              <w:t>.1</w:t>
            </w:r>
          </w:p>
        </w:tc>
        <w:tc>
          <w:tcPr>
            <w:tcW w:w="8933" w:type="dxa"/>
            <w:gridSpan w:val="8"/>
          </w:tcPr>
          <w:p w:rsidR="002E6313" w:rsidRPr="009D7D75" w:rsidRDefault="002E6313" w:rsidP="00DC0657">
            <w:r w:rsidRPr="009D7D75">
              <w:rPr>
                <w:b/>
                <w:i/>
              </w:rPr>
              <w:t>Очистка автомобильных дорог местного значения  от снега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</w:t>
            </w:r>
            <w:r w:rsidRPr="009D7D75">
              <w:t>.1.1</w:t>
            </w:r>
          </w:p>
        </w:tc>
        <w:tc>
          <w:tcPr>
            <w:tcW w:w="4076" w:type="dxa"/>
          </w:tcPr>
          <w:p w:rsidR="002E6313" w:rsidRPr="009D7D75" w:rsidRDefault="002E6313" w:rsidP="00DC0657">
            <w:pPr>
              <w:jc w:val="both"/>
            </w:pPr>
            <w:r w:rsidRPr="009D7D75">
              <w:t>Протя</w:t>
            </w:r>
            <w:r>
              <w:t xml:space="preserve">женность  автомобильных дорог </w:t>
            </w:r>
            <w:r w:rsidRPr="009D7D75">
              <w:t>местного значения планируемых к очистке от снега (км.)</w:t>
            </w:r>
          </w:p>
        </w:tc>
        <w:tc>
          <w:tcPr>
            <w:tcW w:w="1313" w:type="dxa"/>
            <w:gridSpan w:val="2"/>
          </w:tcPr>
          <w:p w:rsidR="002E6313" w:rsidRPr="009D7D75" w:rsidRDefault="002E6313" w:rsidP="00DC0657">
            <w:pPr>
              <w:jc w:val="center"/>
            </w:pPr>
            <w:r w:rsidRPr="009D7D75">
              <w:t xml:space="preserve"> 21,23</w:t>
            </w:r>
          </w:p>
        </w:tc>
        <w:tc>
          <w:tcPr>
            <w:tcW w:w="960" w:type="dxa"/>
          </w:tcPr>
          <w:p w:rsidR="002E6313" w:rsidRPr="009D7D75" w:rsidRDefault="002E6313" w:rsidP="00DC0657">
            <w:pPr>
              <w:jc w:val="center"/>
            </w:pPr>
            <w:r w:rsidRPr="009D7D75">
              <w:t xml:space="preserve"> 21,23</w:t>
            </w:r>
          </w:p>
        </w:tc>
        <w:tc>
          <w:tcPr>
            <w:tcW w:w="1319" w:type="dxa"/>
            <w:gridSpan w:val="3"/>
          </w:tcPr>
          <w:p w:rsidR="002E6313" w:rsidRPr="009D7D75" w:rsidRDefault="002E6313" w:rsidP="00DC0657">
            <w:pPr>
              <w:spacing w:after="200" w:line="276" w:lineRule="auto"/>
              <w:jc w:val="center"/>
            </w:pPr>
            <w:r w:rsidRPr="009D7D75">
              <w:t>21,23</w:t>
            </w:r>
          </w:p>
        </w:tc>
        <w:tc>
          <w:tcPr>
            <w:tcW w:w="1265" w:type="dxa"/>
          </w:tcPr>
          <w:p w:rsidR="002E6313" w:rsidRPr="009D7D75" w:rsidRDefault="002E6313" w:rsidP="00DC0657">
            <w:pPr>
              <w:jc w:val="center"/>
            </w:pPr>
            <w:r w:rsidRPr="009D7D75">
              <w:t>21,23</w:t>
            </w:r>
          </w:p>
        </w:tc>
      </w:tr>
      <w:tr w:rsidR="002E6313" w:rsidRPr="00667AD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2.2</w:t>
            </w:r>
          </w:p>
        </w:tc>
        <w:tc>
          <w:tcPr>
            <w:tcW w:w="8933" w:type="dxa"/>
            <w:gridSpan w:val="8"/>
          </w:tcPr>
          <w:p w:rsidR="002E6313" w:rsidRPr="00667AD5" w:rsidRDefault="002E6313" w:rsidP="00DC0657">
            <w:r>
              <w:rPr>
                <w:b/>
                <w:i/>
              </w:rPr>
              <w:t>Благоустройство автомобильных дорог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2.2.1</w:t>
            </w:r>
          </w:p>
        </w:tc>
        <w:tc>
          <w:tcPr>
            <w:tcW w:w="4076" w:type="dxa"/>
          </w:tcPr>
          <w:p w:rsidR="002E6313" w:rsidRPr="009D7D75" w:rsidRDefault="002E6313" w:rsidP="00DC0657">
            <w:pPr>
              <w:jc w:val="both"/>
            </w:pPr>
            <w:r>
              <w:t>Установка дорожных знаков и нанесение линий горизонтальной дорожной разметки(шт)</w:t>
            </w:r>
          </w:p>
        </w:tc>
        <w:tc>
          <w:tcPr>
            <w:tcW w:w="1313" w:type="dxa"/>
            <w:gridSpan w:val="2"/>
          </w:tcPr>
          <w:p w:rsidR="002E6313" w:rsidRPr="009D7D75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2E6313" w:rsidRPr="009D7D75" w:rsidRDefault="002E6313" w:rsidP="00DC0657">
            <w:pPr>
              <w:jc w:val="center"/>
            </w:pPr>
            <w:r>
              <w:t>18</w:t>
            </w:r>
          </w:p>
        </w:tc>
        <w:tc>
          <w:tcPr>
            <w:tcW w:w="1319" w:type="dxa"/>
            <w:gridSpan w:val="3"/>
          </w:tcPr>
          <w:p w:rsidR="002E6313" w:rsidRPr="009D7D75" w:rsidRDefault="002E6313" w:rsidP="00DC0657">
            <w:pPr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65" w:type="dxa"/>
          </w:tcPr>
          <w:p w:rsidR="002E6313" w:rsidRPr="009D7D75" w:rsidRDefault="002E6313" w:rsidP="00DC0657">
            <w:pPr>
              <w:jc w:val="center"/>
            </w:pPr>
            <w:r>
              <w:t>0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2.2.2</w:t>
            </w:r>
          </w:p>
        </w:tc>
        <w:tc>
          <w:tcPr>
            <w:tcW w:w="4076" w:type="dxa"/>
          </w:tcPr>
          <w:p w:rsidR="002E6313" w:rsidRPr="009D7D75" w:rsidRDefault="002E6313" w:rsidP="00DC0657">
            <w:pPr>
              <w:jc w:val="both"/>
            </w:pPr>
            <w:r>
              <w:t>Прочистка водоотводных канав, км</w:t>
            </w:r>
          </w:p>
        </w:tc>
        <w:tc>
          <w:tcPr>
            <w:tcW w:w="1313" w:type="dxa"/>
            <w:gridSpan w:val="2"/>
          </w:tcPr>
          <w:p w:rsidR="002E6313" w:rsidRPr="009D7D75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2E6313" w:rsidRPr="009D7D75" w:rsidRDefault="002E6313" w:rsidP="00DC0657">
            <w:pPr>
              <w:jc w:val="center"/>
            </w:pPr>
            <w:r>
              <w:t>0,4</w:t>
            </w:r>
          </w:p>
        </w:tc>
        <w:tc>
          <w:tcPr>
            <w:tcW w:w="1319" w:type="dxa"/>
            <w:gridSpan w:val="3"/>
          </w:tcPr>
          <w:p w:rsidR="002E6313" w:rsidRPr="009D7D75" w:rsidRDefault="002E6313" w:rsidP="00DC0657">
            <w:pPr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65" w:type="dxa"/>
          </w:tcPr>
          <w:p w:rsidR="002E6313" w:rsidRPr="009D7D75" w:rsidRDefault="002E6313" w:rsidP="00DC0657">
            <w:pPr>
              <w:jc w:val="center"/>
            </w:pPr>
            <w:r>
              <w:t>0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2.2.3</w:t>
            </w:r>
          </w:p>
        </w:tc>
        <w:tc>
          <w:tcPr>
            <w:tcW w:w="4076" w:type="dxa"/>
          </w:tcPr>
          <w:p w:rsidR="002E6313" w:rsidRPr="009D7D75" w:rsidRDefault="002E6313" w:rsidP="00DC0657">
            <w:pPr>
              <w:jc w:val="both"/>
            </w:pPr>
            <w:r>
              <w:t>Планировка дорожного полотна, км</w:t>
            </w:r>
          </w:p>
        </w:tc>
        <w:tc>
          <w:tcPr>
            <w:tcW w:w="1313" w:type="dxa"/>
            <w:gridSpan w:val="2"/>
          </w:tcPr>
          <w:p w:rsidR="002E6313" w:rsidRPr="009D7D75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2E6313" w:rsidRPr="009D7D75" w:rsidRDefault="002E6313" w:rsidP="00DC0657">
            <w:pPr>
              <w:jc w:val="center"/>
            </w:pPr>
            <w:r>
              <w:t>7,8</w:t>
            </w:r>
          </w:p>
        </w:tc>
        <w:tc>
          <w:tcPr>
            <w:tcW w:w="1319" w:type="dxa"/>
            <w:gridSpan w:val="3"/>
          </w:tcPr>
          <w:p w:rsidR="002E6313" w:rsidRPr="009D7D75" w:rsidRDefault="002E6313" w:rsidP="00DC0657">
            <w:pPr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65" w:type="dxa"/>
          </w:tcPr>
          <w:p w:rsidR="002E6313" w:rsidRPr="009D7D75" w:rsidRDefault="002E6313" w:rsidP="00DC0657">
            <w:pPr>
              <w:jc w:val="center"/>
            </w:pPr>
            <w:r>
              <w:t>0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Default="002E6313" w:rsidP="00DC0657">
            <w:pPr>
              <w:jc w:val="center"/>
            </w:pPr>
            <w:r>
              <w:t>2.2.4</w:t>
            </w:r>
          </w:p>
        </w:tc>
        <w:tc>
          <w:tcPr>
            <w:tcW w:w="4076" w:type="dxa"/>
          </w:tcPr>
          <w:p w:rsidR="002E6313" w:rsidRDefault="002E6313" w:rsidP="00DC0657">
            <w:pPr>
              <w:jc w:val="both"/>
            </w:pPr>
            <w:r>
              <w:t>Восстановление профиля канав, км</w:t>
            </w:r>
          </w:p>
        </w:tc>
        <w:tc>
          <w:tcPr>
            <w:tcW w:w="1313" w:type="dxa"/>
            <w:gridSpan w:val="2"/>
          </w:tcPr>
          <w:p w:rsidR="002E6313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2E6313" w:rsidRDefault="002E6313" w:rsidP="00DC0657">
            <w:pPr>
              <w:jc w:val="center"/>
            </w:pPr>
            <w:r>
              <w:t>0,875</w:t>
            </w:r>
          </w:p>
        </w:tc>
        <w:tc>
          <w:tcPr>
            <w:tcW w:w="1319" w:type="dxa"/>
            <w:gridSpan w:val="3"/>
          </w:tcPr>
          <w:p w:rsidR="002E6313" w:rsidRDefault="002E6313" w:rsidP="00DC0657">
            <w:pPr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65" w:type="dxa"/>
          </w:tcPr>
          <w:p w:rsidR="002E6313" w:rsidRDefault="002E6313" w:rsidP="00DC0657">
            <w:pPr>
              <w:jc w:val="center"/>
            </w:pPr>
            <w:r>
              <w:t>0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</w:t>
            </w:r>
            <w:r w:rsidRPr="009D7D75">
              <w:t>.</w:t>
            </w:r>
            <w:r>
              <w:t>3</w:t>
            </w:r>
            <w:r w:rsidRPr="009D7D75">
              <w:t>.</w:t>
            </w:r>
          </w:p>
        </w:tc>
        <w:tc>
          <w:tcPr>
            <w:tcW w:w="8933" w:type="dxa"/>
            <w:gridSpan w:val="8"/>
          </w:tcPr>
          <w:p w:rsidR="002E6313" w:rsidRPr="009D7D75" w:rsidRDefault="002E6313" w:rsidP="00DC0657">
            <w:r w:rsidRPr="009D7D75">
              <w:rPr>
                <w:b/>
                <w:i/>
              </w:rPr>
              <w:t>Паспортизация   и регистрация в собственность сельского поселения автомобильных дорог     местного значения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</w:t>
            </w:r>
            <w:r w:rsidRPr="009D7D75">
              <w:t>.</w:t>
            </w:r>
            <w:r>
              <w:t>3</w:t>
            </w:r>
            <w:r w:rsidRPr="009D7D75">
              <w:t>.1.</w:t>
            </w:r>
          </w:p>
        </w:tc>
        <w:tc>
          <w:tcPr>
            <w:tcW w:w="4076" w:type="dxa"/>
          </w:tcPr>
          <w:p w:rsidR="002E6313" w:rsidRPr="009D7D75" w:rsidRDefault="002E6313" w:rsidP="00DC0657">
            <w:pPr>
              <w:jc w:val="both"/>
            </w:pPr>
            <w:r w:rsidRPr="009D7D75">
              <w:t>Протяженность   автомобильных дорог  планируемых к паспортизации(км)</w:t>
            </w:r>
          </w:p>
        </w:tc>
        <w:tc>
          <w:tcPr>
            <w:tcW w:w="1313" w:type="dxa"/>
            <w:gridSpan w:val="2"/>
          </w:tcPr>
          <w:p w:rsidR="002E6313" w:rsidRPr="009D7D75" w:rsidRDefault="002E6313" w:rsidP="00DC0657">
            <w:pPr>
              <w:jc w:val="center"/>
            </w:pPr>
            <w:r w:rsidRPr="009D7D75">
              <w:t>6,6</w:t>
            </w:r>
          </w:p>
        </w:tc>
        <w:tc>
          <w:tcPr>
            <w:tcW w:w="960" w:type="dxa"/>
          </w:tcPr>
          <w:p w:rsidR="002E6313" w:rsidRPr="009D7D75" w:rsidRDefault="002E6313" w:rsidP="00DC0657">
            <w:pPr>
              <w:jc w:val="center"/>
            </w:pPr>
            <w:r w:rsidRPr="009D7D75">
              <w:t>10,6</w:t>
            </w:r>
          </w:p>
        </w:tc>
        <w:tc>
          <w:tcPr>
            <w:tcW w:w="1319" w:type="dxa"/>
            <w:gridSpan w:val="3"/>
          </w:tcPr>
          <w:p w:rsidR="002E6313" w:rsidRPr="009D7D75" w:rsidRDefault="002E6313" w:rsidP="00DC0657">
            <w:pPr>
              <w:spacing w:after="200" w:line="276" w:lineRule="auto"/>
              <w:jc w:val="center"/>
            </w:pPr>
            <w:r w:rsidRPr="009D7D75">
              <w:t>7,2</w:t>
            </w:r>
          </w:p>
          <w:p w:rsidR="002E6313" w:rsidRPr="009D7D75" w:rsidRDefault="002E6313" w:rsidP="00DC0657">
            <w:pPr>
              <w:spacing w:after="200" w:line="276" w:lineRule="auto"/>
              <w:jc w:val="center"/>
            </w:pPr>
          </w:p>
        </w:tc>
        <w:tc>
          <w:tcPr>
            <w:tcW w:w="1265" w:type="dxa"/>
          </w:tcPr>
          <w:p w:rsidR="002E6313" w:rsidRPr="009D7D75" w:rsidRDefault="002E6313" w:rsidP="00DC0657">
            <w:pPr>
              <w:jc w:val="center"/>
            </w:pPr>
            <w:r w:rsidRPr="009D7D75">
              <w:t>0</w:t>
            </w:r>
          </w:p>
        </w:tc>
      </w:tr>
      <w:tr w:rsidR="002E6313" w:rsidRPr="009D7D75" w:rsidTr="00921E6C">
        <w:tc>
          <w:tcPr>
            <w:tcW w:w="846" w:type="dxa"/>
          </w:tcPr>
          <w:p w:rsidR="002E6313" w:rsidRPr="009D7D75" w:rsidRDefault="002E6313" w:rsidP="00DC0657">
            <w:pPr>
              <w:jc w:val="center"/>
            </w:pPr>
            <w:r>
              <w:t>2</w:t>
            </w:r>
            <w:r w:rsidRPr="009D7D75">
              <w:t>.</w:t>
            </w:r>
            <w:r>
              <w:t>3</w:t>
            </w:r>
            <w:r w:rsidRPr="009D7D75">
              <w:t>.2</w:t>
            </w:r>
          </w:p>
        </w:tc>
        <w:tc>
          <w:tcPr>
            <w:tcW w:w="4076" w:type="dxa"/>
          </w:tcPr>
          <w:p w:rsidR="002E6313" w:rsidRPr="009D7D75" w:rsidRDefault="002E6313" w:rsidP="00DC0657">
            <w:pPr>
              <w:jc w:val="both"/>
            </w:pPr>
            <w:r w:rsidRPr="009D7D75">
              <w:t>Процент зарегистрированных автомобильных дорог от общей протяженности автомобильных дорог (%)</w:t>
            </w:r>
          </w:p>
        </w:tc>
        <w:tc>
          <w:tcPr>
            <w:tcW w:w="1313" w:type="dxa"/>
            <w:gridSpan w:val="2"/>
          </w:tcPr>
          <w:p w:rsidR="002E6313" w:rsidRPr="009D7D75" w:rsidRDefault="002E6313" w:rsidP="00DC0657">
            <w:pPr>
              <w:jc w:val="center"/>
            </w:pPr>
            <w:r w:rsidRPr="009D7D75">
              <w:t>46</w:t>
            </w:r>
          </w:p>
        </w:tc>
        <w:tc>
          <w:tcPr>
            <w:tcW w:w="960" w:type="dxa"/>
          </w:tcPr>
          <w:p w:rsidR="002E6313" w:rsidRPr="009D7D75" w:rsidRDefault="002E6313" w:rsidP="00DC0657">
            <w:pPr>
              <w:jc w:val="center"/>
            </w:pPr>
            <w:r w:rsidRPr="009D7D75">
              <w:t>80,39</w:t>
            </w:r>
          </w:p>
        </w:tc>
        <w:tc>
          <w:tcPr>
            <w:tcW w:w="1319" w:type="dxa"/>
            <w:gridSpan w:val="3"/>
          </w:tcPr>
          <w:p w:rsidR="002E6313" w:rsidRPr="009D7D75" w:rsidRDefault="002E6313" w:rsidP="00DC0657">
            <w:pPr>
              <w:spacing w:after="200" w:line="276" w:lineRule="auto"/>
              <w:jc w:val="center"/>
            </w:pPr>
            <w:r w:rsidRPr="009D7D75">
              <w:t>100</w:t>
            </w:r>
          </w:p>
        </w:tc>
        <w:tc>
          <w:tcPr>
            <w:tcW w:w="1265" w:type="dxa"/>
          </w:tcPr>
          <w:p w:rsidR="002E6313" w:rsidRPr="009D7D75" w:rsidRDefault="002E6313" w:rsidP="00DC0657">
            <w:pPr>
              <w:jc w:val="center"/>
            </w:pPr>
            <w:r w:rsidRPr="009D7D75">
              <w:t>0</w:t>
            </w:r>
          </w:p>
        </w:tc>
      </w:tr>
    </w:tbl>
    <w:p w:rsidR="002E6313" w:rsidRPr="00194E3C" w:rsidRDefault="002E6313" w:rsidP="00736161">
      <w:pPr>
        <w:jc w:val="both"/>
        <w:rPr>
          <w:b/>
          <w:sz w:val="28"/>
          <w:szCs w:val="28"/>
        </w:rPr>
      </w:pPr>
    </w:p>
    <w:p w:rsidR="002E6313" w:rsidRDefault="002E6313" w:rsidP="00C57E4B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2E6313" w:rsidRDefault="002E6313" w:rsidP="00C57E4B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к программе «Мероприятия муниципальной программы </w:t>
      </w:r>
      <w:r w:rsidRPr="00EE3A29">
        <w:rPr>
          <w:sz w:val="28"/>
          <w:szCs w:val="28"/>
        </w:rPr>
        <w:t>«</w:t>
      </w:r>
      <w:r w:rsidRPr="00C57E4B">
        <w:rPr>
          <w:sz w:val="28"/>
          <w:szCs w:val="28"/>
        </w:rPr>
        <w:t>Совершенствование и содержание автомобильных дорог местного значения Залучского сельского поселения на 2014-201</w:t>
      </w:r>
      <w:r>
        <w:rPr>
          <w:sz w:val="28"/>
          <w:szCs w:val="28"/>
        </w:rPr>
        <w:t>7</w:t>
      </w:r>
      <w:r w:rsidRPr="00C57E4B">
        <w:rPr>
          <w:sz w:val="28"/>
          <w:szCs w:val="28"/>
        </w:rPr>
        <w:t xml:space="preserve"> годы»</w:t>
      </w:r>
      <w:r w:rsidRPr="00EE3A29">
        <w:rPr>
          <w:sz w:val="28"/>
          <w:szCs w:val="28"/>
        </w:rPr>
        <w:t>.</w:t>
      </w:r>
    </w:p>
    <w:p w:rsidR="002E6313" w:rsidRDefault="002E6313" w:rsidP="00AF421B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Pr="005F7F9A">
        <w:rPr>
          <w:sz w:val="28"/>
        </w:rPr>
        <w:t xml:space="preserve"> </w:t>
      </w:r>
      <w:r>
        <w:rPr>
          <w:sz w:val="28"/>
        </w:rPr>
        <w:t xml:space="preserve">Внести изменения в паспорт подпрограммы </w:t>
      </w:r>
      <w:r>
        <w:rPr>
          <w:sz w:val="28"/>
          <w:szCs w:val="28"/>
        </w:rPr>
        <w:t>«Капитальный ремонт и ремонт автомобильных дорог местного значения на территории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 xml:space="preserve">.г.» муниципальной программы Залучского сельского поселения </w:t>
      </w:r>
      <w:r w:rsidRPr="00F545C6">
        <w:rPr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sz w:val="28"/>
          <w:szCs w:val="28"/>
        </w:rPr>
        <w:t>7</w:t>
      </w:r>
      <w:r w:rsidRPr="00F545C6">
        <w:rPr>
          <w:sz w:val="28"/>
          <w:szCs w:val="28"/>
        </w:rPr>
        <w:t xml:space="preserve"> годы »</w:t>
      </w:r>
      <w:r>
        <w:rPr>
          <w:sz w:val="28"/>
          <w:szCs w:val="28"/>
        </w:rPr>
        <w:t>,</w:t>
      </w:r>
      <w:r>
        <w:rPr>
          <w:sz w:val="28"/>
        </w:rPr>
        <w:t xml:space="preserve"> </w:t>
      </w:r>
      <w:r w:rsidRPr="00C57E4B">
        <w:rPr>
          <w:sz w:val="28"/>
        </w:rPr>
        <w:t xml:space="preserve"> утвержденн</w:t>
      </w:r>
      <w:r>
        <w:rPr>
          <w:sz w:val="28"/>
        </w:rPr>
        <w:t>ой</w:t>
      </w:r>
      <w:r w:rsidRPr="00C57E4B">
        <w:rPr>
          <w:sz w:val="28"/>
        </w:rPr>
        <w:t xml:space="preserve">  постановлением «</w:t>
      </w:r>
      <w:r w:rsidRPr="00C57E4B">
        <w:rPr>
          <w:sz w:val="28"/>
          <w:szCs w:val="28"/>
        </w:rPr>
        <w:t>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</w:t>
      </w:r>
      <w:r w:rsidRPr="00EE3A29">
        <w:rPr>
          <w:sz w:val="28"/>
          <w:szCs w:val="28"/>
        </w:rPr>
        <w:t xml:space="preserve"> от 12.11.2013 № 1</w:t>
      </w:r>
      <w:r>
        <w:rPr>
          <w:sz w:val="28"/>
          <w:szCs w:val="28"/>
        </w:rPr>
        <w:t>46</w:t>
      </w:r>
      <w:r w:rsidRPr="00EE3A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в новой редакции:</w:t>
      </w:r>
    </w:p>
    <w:p w:rsidR="002E6313" w:rsidRDefault="002E6313" w:rsidP="00DC06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-раздел </w:t>
      </w:r>
      <w:r w:rsidRPr="00DC0657">
        <w:rPr>
          <w:sz w:val="28"/>
          <w:szCs w:val="28"/>
        </w:rPr>
        <w:t>6.Объемы и источники финансирования подпрограммы</w:t>
      </w:r>
      <w:r>
        <w:rPr>
          <w:sz w:val="28"/>
          <w:szCs w:val="28"/>
        </w:rPr>
        <w:t xml:space="preserve">  :</w:t>
      </w:r>
    </w:p>
    <w:p w:rsidR="002E6313" w:rsidRPr="001710D4" w:rsidRDefault="002E6313" w:rsidP="00DC0657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 </w:t>
      </w:r>
      <w:r w:rsidRPr="001710D4">
        <w:rPr>
          <w:b/>
          <w:sz w:val="28"/>
          <w:szCs w:val="28"/>
        </w:rPr>
        <w:t xml:space="preserve">«6.Объемы и источники финансирования подпрограммы» </w:t>
      </w:r>
    </w:p>
    <w:p w:rsidR="002E6313" w:rsidRPr="00194E3C" w:rsidRDefault="002E6313" w:rsidP="00DC0657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Источником финансирования </w:t>
      </w:r>
      <w:r>
        <w:rPr>
          <w:sz w:val="28"/>
          <w:szCs w:val="28"/>
        </w:rPr>
        <w:t>под</w:t>
      </w:r>
      <w:r w:rsidRPr="00194E3C">
        <w:rPr>
          <w:sz w:val="28"/>
          <w:szCs w:val="28"/>
        </w:rPr>
        <w:t xml:space="preserve">программы является </w:t>
      </w:r>
      <w:r>
        <w:rPr>
          <w:sz w:val="28"/>
          <w:szCs w:val="28"/>
        </w:rPr>
        <w:t xml:space="preserve">областной </w:t>
      </w:r>
      <w:r w:rsidRPr="00194E3C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и бюджет</w:t>
      </w:r>
      <w:r>
        <w:rPr>
          <w:sz w:val="28"/>
          <w:szCs w:val="28"/>
        </w:rPr>
        <w:t xml:space="preserve"> Залуч</w:t>
      </w:r>
      <w:r w:rsidRPr="00194E3C">
        <w:rPr>
          <w:sz w:val="28"/>
          <w:szCs w:val="28"/>
        </w:rPr>
        <w:t>ского сельского поселения.</w:t>
      </w:r>
    </w:p>
    <w:p w:rsidR="002E6313" w:rsidRPr="00194E3C" w:rsidRDefault="002E6313" w:rsidP="00DC0657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3011,3</w:t>
      </w:r>
      <w:r>
        <w:rPr>
          <w:b/>
          <w:sz w:val="28"/>
          <w:szCs w:val="28"/>
        </w:rPr>
        <w:t xml:space="preserve">  </w:t>
      </w:r>
      <w:r w:rsidRPr="00194E3C">
        <w:rPr>
          <w:sz w:val="28"/>
          <w:szCs w:val="28"/>
        </w:rPr>
        <w:t xml:space="preserve"> рублей.</w:t>
      </w:r>
    </w:p>
    <w:p w:rsidR="002E6313" w:rsidRDefault="002E6313" w:rsidP="00DC0657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По годам реализации финансирование </w:t>
      </w:r>
      <w:r>
        <w:rPr>
          <w:sz w:val="28"/>
          <w:szCs w:val="28"/>
        </w:rPr>
        <w:t>под</w:t>
      </w:r>
      <w:r w:rsidRPr="00194E3C">
        <w:rPr>
          <w:sz w:val="28"/>
          <w:szCs w:val="28"/>
        </w:rPr>
        <w:t>программы составляет:</w:t>
      </w:r>
    </w:p>
    <w:p w:rsidR="002E6313" w:rsidRDefault="002E6313" w:rsidP="00DC0657">
      <w:pPr>
        <w:jc w:val="both"/>
        <w:rPr>
          <w:sz w:val="28"/>
          <w:szCs w:val="28"/>
        </w:rPr>
      </w:pPr>
    </w:p>
    <w:p w:rsidR="002E6313" w:rsidRPr="00194E3C" w:rsidRDefault="002E6313" w:rsidP="00DC0657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2E6313" w:rsidRPr="00AF3DAD" w:rsidTr="00DC0657">
        <w:tc>
          <w:tcPr>
            <w:tcW w:w="993" w:type="dxa"/>
            <w:vMerge w:val="restart"/>
          </w:tcPr>
          <w:p w:rsidR="002E6313" w:rsidRPr="00AF3DAD" w:rsidRDefault="002E6313" w:rsidP="00DC0657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2E6313" w:rsidRPr="00AF3DAD" w:rsidRDefault="002E6313" w:rsidP="001710D4">
            <w:pPr>
              <w:jc w:val="center"/>
            </w:pPr>
            <w:r w:rsidRPr="00AF3DAD">
              <w:t>Источник финансирования (</w:t>
            </w:r>
            <w:r>
              <w:t>тыс.</w:t>
            </w:r>
            <w:r w:rsidRPr="00AF3DAD">
              <w:t>руб</w:t>
            </w:r>
            <w:r>
              <w:t>.</w:t>
            </w:r>
            <w:r w:rsidRPr="00AF3DAD">
              <w:t>)</w:t>
            </w:r>
          </w:p>
        </w:tc>
      </w:tr>
      <w:tr w:rsidR="002E6313" w:rsidRPr="00AF3DAD" w:rsidTr="00DC0657">
        <w:tc>
          <w:tcPr>
            <w:tcW w:w="993" w:type="dxa"/>
            <w:vMerge/>
          </w:tcPr>
          <w:p w:rsidR="002E6313" w:rsidRPr="00AF3DAD" w:rsidRDefault="002E6313" w:rsidP="00DC0657">
            <w:pPr>
              <w:jc w:val="center"/>
            </w:pP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2E6313" w:rsidRPr="00AF3DAD" w:rsidRDefault="002E6313" w:rsidP="00DC0657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2E6313" w:rsidRPr="00AF3DAD" w:rsidRDefault="002E6313" w:rsidP="00DC0657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2E6313" w:rsidRPr="00AF3DAD" w:rsidRDefault="002E6313" w:rsidP="00DC0657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2E6313" w:rsidRPr="00AF3DAD" w:rsidRDefault="002E6313" w:rsidP="00DC0657">
            <w:pPr>
              <w:jc w:val="center"/>
            </w:pPr>
            <w:r w:rsidRPr="00AF3DAD">
              <w:t>Всего</w:t>
            </w:r>
          </w:p>
        </w:tc>
      </w:tr>
      <w:tr w:rsidR="002E6313" w:rsidRPr="00AF3DAD" w:rsidTr="00DC0657">
        <w:tc>
          <w:tcPr>
            <w:tcW w:w="993" w:type="dxa"/>
          </w:tcPr>
          <w:p w:rsidR="002E6313" w:rsidRPr="00AF3DAD" w:rsidRDefault="002E6313" w:rsidP="00DC0657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2E6313" w:rsidRPr="00AF3DAD" w:rsidRDefault="002E6313" w:rsidP="00DC0657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2E6313" w:rsidRPr="00AF3DAD" w:rsidRDefault="002E6313" w:rsidP="00DC0657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2E6313" w:rsidRPr="00AF3DAD" w:rsidRDefault="002E6313" w:rsidP="00DC0657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2E6313" w:rsidRPr="00AF3DAD" w:rsidRDefault="002E6313" w:rsidP="00DC0657">
            <w:pPr>
              <w:jc w:val="center"/>
            </w:pPr>
            <w:r w:rsidRPr="00AF3DAD">
              <w:t>7</w:t>
            </w:r>
          </w:p>
        </w:tc>
      </w:tr>
      <w:tr w:rsidR="002E6313" w:rsidRPr="00AF3DAD" w:rsidTr="00DC0657">
        <w:tc>
          <w:tcPr>
            <w:tcW w:w="993" w:type="dxa"/>
          </w:tcPr>
          <w:p w:rsidR="002E6313" w:rsidRPr="00AF3DAD" w:rsidRDefault="002E6313" w:rsidP="00DC0657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>
              <w:t>320,6</w:t>
            </w:r>
          </w:p>
        </w:tc>
        <w:tc>
          <w:tcPr>
            <w:tcW w:w="1560" w:type="dxa"/>
          </w:tcPr>
          <w:p w:rsidR="002E6313" w:rsidRPr="00AF3DAD" w:rsidRDefault="002E6313" w:rsidP="00DC0657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2E6313" w:rsidRPr="00AF3DAD" w:rsidRDefault="002E6313" w:rsidP="00DC0657">
            <w:pPr>
              <w:jc w:val="center"/>
            </w:pPr>
            <w:r>
              <w:t xml:space="preserve">0 </w:t>
            </w:r>
          </w:p>
        </w:tc>
        <w:tc>
          <w:tcPr>
            <w:tcW w:w="1417" w:type="dxa"/>
          </w:tcPr>
          <w:p w:rsidR="002E6313" w:rsidRPr="00AF3DAD" w:rsidRDefault="002E6313" w:rsidP="00DC0657">
            <w:pPr>
              <w:jc w:val="center"/>
            </w:pPr>
            <w:r>
              <w:t>225,9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2E6313" w:rsidRPr="00AF3DAD" w:rsidRDefault="002E6313" w:rsidP="00DC0657">
            <w:pPr>
              <w:jc w:val="center"/>
            </w:pPr>
            <w:r>
              <w:t xml:space="preserve">546,5 </w:t>
            </w:r>
          </w:p>
        </w:tc>
      </w:tr>
      <w:tr w:rsidR="002E6313" w:rsidRPr="00AF3DAD" w:rsidTr="00DC0657">
        <w:tc>
          <w:tcPr>
            <w:tcW w:w="993" w:type="dxa"/>
          </w:tcPr>
          <w:p w:rsidR="002E6313" w:rsidRPr="00AF3DAD" w:rsidRDefault="002E6313" w:rsidP="00DC0657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>
              <w:t>758,6</w:t>
            </w:r>
          </w:p>
        </w:tc>
        <w:tc>
          <w:tcPr>
            <w:tcW w:w="1560" w:type="dxa"/>
          </w:tcPr>
          <w:p w:rsidR="002E6313" w:rsidRPr="00AF3DAD" w:rsidRDefault="002E6313" w:rsidP="00DC0657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2E6313" w:rsidRPr="00AF3DAD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E6313" w:rsidRPr="00AF3DAD" w:rsidRDefault="002E6313" w:rsidP="00DC0657">
            <w:pPr>
              <w:jc w:val="center"/>
            </w:pPr>
            <w:r>
              <w:t>52,3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2E6313" w:rsidRPr="00AF3DAD" w:rsidRDefault="002E6313" w:rsidP="00076CB5">
            <w:pPr>
              <w:jc w:val="center"/>
            </w:pPr>
            <w:r>
              <w:t>810,9</w:t>
            </w:r>
          </w:p>
        </w:tc>
      </w:tr>
      <w:tr w:rsidR="002E6313" w:rsidRPr="00AF3DAD" w:rsidTr="00DC0657">
        <w:tc>
          <w:tcPr>
            <w:tcW w:w="993" w:type="dxa"/>
          </w:tcPr>
          <w:p w:rsidR="002E6313" w:rsidRPr="00AF3DAD" w:rsidRDefault="002E6313" w:rsidP="00DC0657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2E6313" w:rsidRPr="00AF3DAD" w:rsidRDefault="002E6313" w:rsidP="00DC0657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2E6313" w:rsidRPr="00AF3DAD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E6313" w:rsidRPr="00AF3DAD" w:rsidRDefault="002E6313" w:rsidP="00DC0657">
            <w:pPr>
              <w:jc w:val="center"/>
            </w:pPr>
            <w:r>
              <w:t>924,5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2E6313" w:rsidRPr="00AF3DAD" w:rsidRDefault="002E6313" w:rsidP="00DC0657">
            <w:pPr>
              <w:jc w:val="center"/>
            </w:pPr>
            <w:r>
              <w:t>924,5</w:t>
            </w:r>
          </w:p>
        </w:tc>
      </w:tr>
      <w:tr w:rsidR="002E6313" w:rsidTr="00DC0657">
        <w:tc>
          <w:tcPr>
            <w:tcW w:w="993" w:type="dxa"/>
          </w:tcPr>
          <w:p w:rsidR="002E6313" w:rsidRPr="00AF3DAD" w:rsidRDefault="002E6313" w:rsidP="00DC0657">
            <w:pPr>
              <w:jc w:val="center"/>
            </w:pPr>
            <w:r>
              <w:t>2017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E6313" w:rsidRPr="00AF3DAD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E6313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E6313" w:rsidRDefault="002E6313" w:rsidP="00DC0657">
            <w:pPr>
              <w:jc w:val="center"/>
            </w:pPr>
            <w:r>
              <w:t>733,4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</w:p>
        </w:tc>
        <w:tc>
          <w:tcPr>
            <w:tcW w:w="1418" w:type="dxa"/>
          </w:tcPr>
          <w:p w:rsidR="002E6313" w:rsidRDefault="002E6313" w:rsidP="00DC0657">
            <w:pPr>
              <w:jc w:val="center"/>
            </w:pPr>
            <w:r>
              <w:t>733,4</w:t>
            </w:r>
          </w:p>
        </w:tc>
      </w:tr>
      <w:tr w:rsidR="002E6313" w:rsidRPr="00AF3DAD" w:rsidTr="00DC0657">
        <w:tc>
          <w:tcPr>
            <w:tcW w:w="993" w:type="dxa"/>
          </w:tcPr>
          <w:p w:rsidR="002E6313" w:rsidRPr="00AF3DAD" w:rsidRDefault="002E6313" w:rsidP="00DC0657">
            <w:r w:rsidRPr="00AF3DAD">
              <w:t>всего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>
              <w:t>1079,2</w:t>
            </w:r>
          </w:p>
        </w:tc>
        <w:tc>
          <w:tcPr>
            <w:tcW w:w="1560" w:type="dxa"/>
          </w:tcPr>
          <w:p w:rsidR="002E6313" w:rsidRPr="00AF3DAD" w:rsidRDefault="002E6313" w:rsidP="00DC0657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2E6313" w:rsidRPr="00AF3DAD" w:rsidRDefault="002E6313" w:rsidP="00DC0657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E6313" w:rsidRPr="00AF3DAD" w:rsidRDefault="002E6313" w:rsidP="00AF48F8">
            <w:pPr>
              <w:jc w:val="center"/>
            </w:pPr>
            <w:r>
              <w:t xml:space="preserve"> 1932,1</w:t>
            </w:r>
          </w:p>
        </w:tc>
        <w:tc>
          <w:tcPr>
            <w:tcW w:w="1559" w:type="dxa"/>
          </w:tcPr>
          <w:p w:rsidR="002E6313" w:rsidRPr="00AF3DAD" w:rsidRDefault="002E6313" w:rsidP="00DC0657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2E6313" w:rsidRPr="00AF3DAD" w:rsidRDefault="002E6313" w:rsidP="00076CB5">
            <w:pPr>
              <w:jc w:val="center"/>
            </w:pPr>
            <w:r>
              <w:t xml:space="preserve">3015,3 </w:t>
            </w:r>
          </w:p>
        </w:tc>
      </w:tr>
    </w:tbl>
    <w:p w:rsidR="002E6313" w:rsidRDefault="002E6313" w:rsidP="00AF421B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</w:p>
    <w:p w:rsidR="002E6313" w:rsidRDefault="002E6313" w:rsidP="00AF421B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к подпрограмме</w:t>
      </w:r>
      <w:r w:rsidRPr="00AF421B">
        <w:rPr>
          <w:sz w:val="28"/>
          <w:szCs w:val="28"/>
        </w:rPr>
        <w:t xml:space="preserve"> «Капитальный ремонт и ремонт автомобильных дорог местного значения на территории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 w:rsidRPr="00AF421B"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 xml:space="preserve">.г.» муниципальной </w:t>
      </w:r>
      <w:r w:rsidRPr="00AF421B">
        <w:rPr>
          <w:sz w:val="28"/>
          <w:szCs w:val="28"/>
        </w:rPr>
        <w:t>программы «Совершенствование и содержание автомобильных дорог местного значения Залучского сельского поселения на 2014-2017 годы »</w:t>
      </w:r>
      <w:r w:rsidRPr="00EE3A29">
        <w:rPr>
          <w:sz w:val="28"/>
          <w:szCs w:val="28"/>
        </w:rPr>
        <w:t>.</w:t>
      </w:r>
    </w:p>
    <w:p w:rsidR="002E6313" w:rsidRDefault="002E6313" w:rsidP="00AF42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Pr="00AF421B">
        <w:rPr>
          <w:sz w:val="28"/>
        </w:rPr>
        <w:t xml:space="preserve"> </w:t>
      </w:r>
      <w:r>
        <w:rPr>
          <w:sz w:val="28"/>
        </w:rPr>
        <w:t>Внести изменения в паспорт п</w:t>
      </w:r>
      <w:r w:rsidRPr="005311B4">
        <w:rPr>
          <w:sz w:val="28"/>
          <w:szCs w:val="28"/>
        </w:rPr>
        <w:t>одпрограммы «Содержание автомобильных дорог местного значения на территории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 w:rsidRPr="005311B4">
          <w:rPr>
            <w:sz w:val="28"/>
            <w:szCs w:val="28"/>
          </w:rPr>
          <w:t>2017 г</w:t>
        </w:r>
      </w:smartTag>
      <w:r w:rsidRPr="005311B4">
        <w:rPr>
          <w:sz w:val="28"/>
          <w:szCs w:val="28"/>
        </w:rPr>
        <w:t>.г.»  муниципальной  программы «Совершенствование и содержание автомобильных дорог местного значения Залучского сельск</w:t>
      </w:r>
      <w:r>
        <w:rPr>
          <w:sz w:val="28"/>
          <w:szCs w:val="28"/>
        </w:rPr>
        <w:t>ого поселения на 2014-2017 годы</w:t>
      </w:r>
      <w:r w:rsidRPr="005311B4">
        <w:rPr>
          <w:sz w:val="28"/>
          <w:szCs w:val="28"/>
        </w:rPr>
        <w:t>»</w:t>
      </w:r>
      <w:r>
        <w:rPr>
          <w:sz w:val="28"/>
        </w:rPr>
        <w:t xml:space="preserve">, </w:t>
      </w:r>
      <w:r w:rsidRPr="00C57E4B">
        <w:rPr>
          <w:sz w:val="28"/>
        </w:rPr>
        <w:t>утвержденн</w:t>
      </w:r>
      <w:r>
        <w:rPr>
          <w:sz w:val="28"/>
        </w:rPr>
        <w:t>ой</w:t>
      </w:r>
      <w:r w:rsidRPr="00C57E4B">
        <w:rPr>
          <w:sz w:val="28"/>
        </w:rPr>
        <w:t xml:space="preserve">  постановлением «</w:t>
      </w:r>
      <w:r w:rsidRPr="00C57E4B">
        <w:rPr>
          <w:sz w:val="28"/>
          <w:szCs w:val="28"/>
        </w:rPr>
        <w:t>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</w:t>
      </w:r>
      <w:r w:rsidRPr="00EE3A29">
        <w:rPr>
          <w:sz w:val="28"/>
          <w:szCs w:val="28"/>
        </w:rPr>
        <w:t xml:space="preserve"> от 12.11.2013 № 1</w:t>
      </w:r>
      <w:r>
        <w:rPr>
          <w:sz w:val="28"/>
          <w:szCs w:val="28"/>
        </w:rPr>
        <w:t>46 изложив в новой редакции:</w:t>
      </w:r>
    </w:p>
    <w:p w:rsidR="002E6313" w:rsidRDefault="002E6313" w:rsidP="002E5EAE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раздел «3.  Задачи и целевые показатели подпрограммы»:</w:t>
      </w:r>
    </w:p>
    <w:p w:rsidR="002E6313" w:rsidRDefault="002E6313" w:rsidP="005311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«3. З</w:t>
      </w:r>
      <w:r w:rsidRPr="00F545C6">
        <w:rPr>
          <w:b/>
          <w:sz w:val="28"/>
          <w:szCs w:val="28"/>
        </w:rPr>
        <w:t>адачи и целевые показатели</w:t>
      </w:r>
      <w:r>
        <w:rPr>
          <w:b/>
          <w:sz w:val="28"/>
          <w:szCs w:val="28"/>
        </w:rPr>
        <w:t xml:space="preserve"> подпрограммы»</w:t>
      </w:r>
    </w:p>
    <w:p w:rsidR="002E6313" w:rsidRPr="00F545C6" w:rsidRDefault="002E6313" w:rsidP="005311B4">
      <w:pPr>
        <w:jc w:val="both"/>
        <w:rPr>
          <w:b/>
          <w:sz w:val="28"/>
          <w:szCs w:val="28"/>
        </w:rPr>
      </w:pPr>
    </w:p>
    <w:tbl>
      <w:tblPr>
        <w:tblW w:w="955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552"/>
      </w:tblGrid>
      <w:tr w:rsidR="002E6313" w:rsidTr="00DC0657">
        <w:trPr>
          <w:trHeight w:val="100"/>
        </w:trPr>
        <w:tc>
          <w:tcPr>
            <w:tcW w:w="9552" w:type="dxa"/>
            <w:tcBorders>
              <w:top w:val="single" w:sz="4" w:space="0" w:color="auto"/>
            </w:tcBorders>
          </w:tcPr>
          <w:tbl>
            <w:tblPr>
              <w:tblW w:w="93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  <w:gridCol w:w="4081"/>
              <w:gridCol w:w="1313"/>
              <w:gridCol w:w="960"/>
              <w:gridCol w:w="1320"/>
              <w:gridCol w:w="847"/>
            </w:tblGrid>
            <w:tr w:rsidR="002E6313" w:rsidRPr="009D7D75" w:rsidTr="00DC0657"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№ п/п</w:t>
                  </w:r>
                </w:p>
              </w:tc>
              <w:tc>
                <w:tcPr>
                  <w:tcW w:w="40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Цели, задачи муниципальной программы, наименование и единица измерения целевого показателя</w:t>
                  </w:r>
                </w:p>
              </w:tc>
              <w:tc>
                <w:tcPr>
                  <w:tcW w:w="44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r w:rsidRPr="009D7D75">
                    <w:t>Значение целевого показателя по годам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</w:p>
              </w:tc>
              <w:tc>
                <w:tcPr>
                  <w:tcW w:w="408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2014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2015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2016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2017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1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5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6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r w:rsidRPr="009D7D75">
                    <w:rPr>
                      <w:b/>
                      <w:i/>
                    </w:rPr>
                    <w:t xml:space="preserve">Задача </w:t>
                  </w:r>
                  <w:r>
                    <w:rPr>
                      <w:b/>
                      <w:i/>
                    </w:rPr>
                    <w:t>1</w:t>
                  </w:r>
                  <w:r w:rsidRPr="009D7D75">
                    <w:rPr>
                      <w:b/>
                      <w:i/>
                    </w:rPr>
                    <w:t>: Содержание автомобильных дорог местного значения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</w:t>
                  </w:r>
                  <w:r w:rsidRPr="009D7D75">
                    <w:t>.1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r w:rsidRPr="009D7D75">
                    <w:rPr>
                      <w:b/>
                      <w:i/>
                    </w:rPr>
                    <w:t>Очистка автомобильных дорог местного значения  от снега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</w:t>
                  </w:r>
                  <w:r w:rsidRPr="009D7D75">
                    <w:t>.1.1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both"/>
                  </w:pPr>
                  <w:r w:rsidRPr="009D7D75">
                    <w:t>Протя</w:t>
                  </w:r>
                  <w:r>
                    <w:t xml:space="preserve">женность  автомобильных дорог </w:t>
                  </w:r>
                  <w:r w:rsidRPr="009D7D75">
                    <w:t>местного значения планируемых к очистке от снега (км.)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 xml:space="preserve"> 21,23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 xml:space="preserve"> 21,23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spacing w:after="200" w:line="276" w:lineRule="auto"/>
                    <w:jc w:val="center"/>
                  </w:pPr>
                  <w:r w:rsidRPr="009D7D75">
                    <w:t>21,23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21,23</w:t>
                  </w:r>
                </w:p>
              </w:tc>
            </w:tr>
            <w:tr w:rsidR="002E6313" w:rsidRPr="00667AD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1.2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667AD5" w:rsidRDefault="002E6313" w:rsidP="00DC0657">
                  <w:r>
                    <w:rPr>
                      <w:b/>
                      <w:i/>
                    </w:rPr>
                    <w:t>Благоустройство автомобильных дорог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1.2.1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both"/>
                  </w:pPr>
                  <w:r>
                    <w:t>Установка дорожных знаков и нанесение линий горизонтальной дорожной разметки(шт)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spacing w:after="200"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0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1.2.2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both"/>
                  </w:pPr>
                  <w:r>
                    <w:t>Прочистка водоотводных канав, км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0,4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spacing w:after="200"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0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1.2.3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both"/>
                  </w:pPr>
                  <w:r>
                    <w:t>Планировка дорожного полотна, км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7,8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spacing w:after="200"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0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Default="002E6313" w:rsidP="00DC0657">
                  <w:pPr>
                    <w:jc w:val="center"/>
                  </w:pPr>
                  <w:r>
                    <w:t>1.2.4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Default="002E6313" w:rsidP="00DC0657">
                  <w:pPr>
                    <w:jc w:val="both"/>
                  </w:pPr>
                  <w:r>
                    <w:t>Восстановление профиля канав, км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Default="002E6313" w:rsidP="00DC0657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Default="002E6313" w:rsidP="00DC0657">
                  <w:pPr>
                    <w:jc w:val="center"/>
                  </w:pPr>
                  <w:r>
                    <w:t>0,875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Default="002E6313" w:rsidP="00DC0657">
                  <w:pPr>
                    <w:spacing w:after="200"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Default="002E6313" w:rsidP="00DC0657">
                  <w:pPr>
                    <w:jc w:val="center"/>
                  </w:pPr>
                  <w:r>
                    <w:t>0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</w:t>
                  </w:r>
                  <w:r w:rsidRPr="009D7D75">
                    <w:t>.</w:t>
                  </w:r>
                  <w:r>
                    <w:t>3</w:t>
                  </w:r>
                  <w:r w:rsidRPr="009D7D75">
                    <w:t>.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r w:rsidRPr="009D7D75">
                    <w:rPr>
                      <w:b/>
                      <w:i/>
                    </w:rPr>
                    <w:t>Паспортизация   и регистрация в собственность сельского поселения автомобильных дорог     местного значения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</w:t>
                  </w:r>
                  <w:r w:rsidRPr="009D7D75">
                    <w:t>.</w:t>
                  </w:r>
                  <w:r>
                    <w:t>3</w:t>
                  </w:r>
                  <w:r w:rsidRPr="009D7D75">
                    <w:t>.1.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both"/>
                  </w:pPr>
                  <w:r w:rsidRPr="009D7D75">
                    <w:t>Протяженность   автомобильных дорог  планируемых к паспортизации(км)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6,6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10,6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spacing w:after="200" w:line="276" w:lineRule="auto"/>
                    <w:jc w:val="center"/>
                  </w:pPr>
                  <w:r w:rsidRPr="009D7D75">
                    <w:t>7,2</w:t>
                  </w:r>
                </w:p>
                <w:p w:rsidR="002E6313" w:rsidRPr="009D7D75" w:rsidRDefault="002E6313" w:rsidP="00DC0657">
                  <w:pPr>
                    <w:spacing w:after="200" w:line="276" w:lineRule="auto"/>
                    <w:jc w:val="center"/>
                  </w:pP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0</w:t>
                  </w:r>
                </w:p>
              </w:tc>
            </w:tr>
            <w:tr w:rsidR="002E6313" w:rsidRPr="009D7D75" w:rsidTr="00DC06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>
                    <w:t>1</w:t>
                  </w:r>
                  <w:r w:rsidRPr="009D7D75">
                    <w:t>.</w:t>
                  </w:r>
                  <w:r>
                    <w:t>3</w:t>
                  </w:r>
                  <w:r w:rsidRPr="009D7D75">
                    <w:t>.2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both"/>
                  </w:pPr>
                  <w:r w:rsidRPr="009D7D75">
                    <w:t>Процент зарегистрированных автомобильных дорог от общей протяженности автомобильных дорог (%)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46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80,39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spacing w:after="200" w:line="276" w:lineRule="auto"/>
                    <w:jc w:val="center"/>
                  </w:pPr>
                  <w:r w:rsidRPr="009D7D75">
                    <w:t>100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6313" w:rsidRPr="009D7D75" w:rsidRDefault="002E6313" w:rsidP="00DC0657">
                  <w:pPr>
                    <w:jc w:val="center"/>
                  </w:pPr>
                  <w:r w:rsidRPr="009D7D75">
                    <w:t>0</w:t>
                  </w:r>
                </w:p>
              </w:tc>
            </w:tr>
          </w:tbl>
          <w:p w:rsidR="002E6313" w:rsidRPr="00692A0F" w:rsidRDefault="002E6313" w:rsidP="00DC0657">
            <w:pPr>
              <w:jc w:val="both"/>
              <w:rPr>
                <w:sz w:val="28"/>
                <w:szCs w:val="28"/>
              </w:rPr>
            </w:pPr>
          </w:p>
        </w:tc>
      </w:tr>
    </w:tbl>
    <w:p w:rsidR="002E6313" w:rsidRDefault="002E6313" w:rsidP="002E5EAE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2E6313" w:rsidRPr="00194E3C" w:rsidRDefault="002E6313" w:rsidP="005255AC">
      <w:pPr>
        <w:jc w:val="both"/>
        <w:rPr>
          <w:b/>
          <w:sz w:val="28"/>
          <w:szCs w:val="28"/>
        </w:rPr>
      </w:pPr>
      <w:r w:rsidRPr="005255AC">
        <w:rPr>
          <w:sz w:val="28"/>
          <w:szCs w:val="28"/>
        </w:rPr>
        <w:t xml:space="preserve">- раздел </w:t>
      </w:r>
      <w:r>
        <w:rPr>
          <w:sz w:val="28"/>
          <w:szCs w:val="28"/>
        </w:rPr>
        <w:t>«</w:t>
      </w:r>
      <w:r w:rsidRPr="005255AC">
        <w:rPr>
          <w:sz w:val="28"/>
          <w:szCs w:val="28"/>
        </w:rPr>
        <w:t>6.Объемы и источники финансирования подпрограммы</w:t>
      </w:r>
      <w:r>
        <w:rPr>
          <w:sz w:val="28"/>
          <w:szCs w:val="28"/>
        </w:rPr>
        <w:t>»</w:t>
      </w:r>
      <w:r w:rsidRPr="00194E3C">
        <w:rPr>
          <w:b/>
          <w:sz w:val="28"/>
          <w:szCs w:val="28"/>
        </w:rPr>
        <w:t xml:space="preserve">: </w:t>
      </w:r>
    </w:p>
    <w:p w:rsidR="002E6313" w:rsidRPr="005255AC" w:rsidRDefault="002E6313" w:rsidP="005255AC">
      <w:pPr>
        <w:jc w:val="both"/>
        <w:rPr>
          <w:b/>
          <w:sz w:val="28"/>
          <w:szCs w:val="28"/>
        </w:rPr>
      </w:pPr>
      <w:r w:rsidRPr="005255AC">
        <w:rPr>
          <w:b/>
          <w:sz w:val="28"/>
          <w:szCs w:val="28"/>
        </w:rPr>
        <w:t>«6.Объемы и источники финансирования подпрограммы</w:t>
      </w:r>
      <w:r>
        <w:rPr>
          <w:b/>
          <w:sz w:val="28"/>
          <w:szCs w:val="28"/>
        </w:rPr>
        <w:t>»</w:t>
      </w:r>
    </w:p>
    <w:p w:rsidR="002E6313" w:rsidRPr="00194E3C" w:rsidRDefault="002E6313" w:rsidP="005255AC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Источником финансирования программы является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Залуч</w:t>
      </w:r>
      <w:r w:rsidRPr="00194E3C">
        <w:rPr>
          <w:sz w:val="28"/>
          <w:szCs w:val="28"/>
        </w:rPr>
        <w:t>ского сельского поселения.</w:t>
      </w:r>
    </w:p>
    <w:p w:rsidR="002E6313" w:rsidRPr="00194E3C" w:rsidRDefault="002E6313" w:rsidP="005255AC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1774,7  </w:t>
      </w:r>
      <w:r w:rsidRPr="00194E3C">
        <w:rPr>
          <w:sz w:val="28"/>
          <w:szCs w:val="28"/>
        </w:rPr>
        <w:t xml:space="preserve"> рублей.</w:t>
      </w:r>
    </w:p>
    <w:p w:rsidR="002E6313" w:rsidRPr="00194E3C" w:rsidRDefault="002E6313" w:rsidP="005255AC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По годам реализации финансирование </w:t>
      </w:r>
      <w:r>
        <w:rPr>
          <w:sz w:val="28"/>
          <w:szCs w:val="28"/>
        </w:rPr>
        <w:t>под</w:t>
      </w:r>
      <w:r w:rsidRPr="00194E3C">
        <w:rPr>
          <w:sz w:val="28"/>
          <w:szCs w:val="28"/>
        </w:rPr>
        <w:t>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2E6313" w:rsidRPr="00194E3C" w:rsidTr="00076CB5">
        <w:tc>
          <w:tcPr>
            <w:tcW w:w="993" w:type="dxa"/>
            <w:vMerge w:val="restart"/>
          </w:tcPr>
          <w:p w:rsidR="002E6313" w:rsidRPr="00AF3DAD" w:rsidRDefault="002E6313" w:rsidP="00076CB5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2E6313" w:rsidRPr="00AF3DAD" w:rsidRDefault="002E6313" w:rsidP="001710D4">
            <w:pPr>
              <w:jc w:val="center"/>
            </w:pPr>
            <w:r w:rsidRPr="00AF3DAD">
              <w:t>Источник финансирования (</w:t>
            </w:r>
            <w:r>
              <w:t>тыс.</w:t>
            </w:r>
            <w:r w:rsidRPr="00AF3DAD">
              <w:t>руб</w:t>
            </w:r>
            <w:r>
              <w:t>.</w:t>
            </w:r>
            <w:r w:rsidRPr="00AF3DAD">
              <w:t>)</w:t>
            </w:r>
          </w:p>
        </w:tc>
      </w:tr>
      <w:tr w:rsidR="002E6313" w:rsidRPr="00194E3C" w:rsidTr="00076CB5">
        <w:tc>
          <w:tcPr>
            <w:tcW w:w="993" w:type="dxa"/>
            <w:vMerge/>
          </w:tcPr>
          <w:p w:rsidR="002E6313" w:rsidRPr="00AF3DAD" w:rsidRDefault="002E6313" w:rsidP="00076CB5">
            <w:pPr>
              <w:jc w:val="center"/>
            </w:pP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2E6313" w:rsidRPr="00AF3DAD" w:rsidRDefault="002E6313" w:rsidP="00076CB5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2E6313" w:rsidRPr="00AF3DAD" w:rsidRDefault="002E6313" w:rsidP="00076CB5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2E6313" w:rsidRPr="00AF3DAD" w:rsidRDefault="002E6313" w:rsidP="00076CB5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2E6313" w:rsidRPr="00AF3DAD" w:rsidRDefault="002E6313" w:rsidP="00076CB5">
            <w:pPr>
              <w:jc w:val="center"/>
            </w:pPr>
            <w:r w:rsidRPr="00AF3DAD">
              <w:t>Всего</w:t>
            </w:r>
          </w:p>
        </w:tc>
      </w:tr>
      <w:tr w:rsidR="002E6313" w:rsidRPr="00194E3C" w:rsidTr="00076CB5">
        <w:tc>
          <w:tcPr>
            <w:tcW w:w="993" w:type="dxa"/>
          </w:tcPr>
          <w:p w:rsidR="002E6313" w:rsidRPr="00AF3DAD" w:rsidRDefault="002E6313" w:rsidP="00076CB5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2E6313" w:rsidRPr="00AF3DAD" w:rsidRDefault="002E6313" w:rsidP="00076CB5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2E6313" w:rsidRPr="00AF3DAD" w:rsidRDefault="002E6313" w:rsidP="00076CB5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2E6313" w:rsidRPr="00AF3DAD" w:rsidRDefault="002E6313" w:rsidP="00076CB5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2E6313" w:rsidRPr="00AF3DAD" w:rsidRDefault="002E6313" w:rsidP="00076CB5">
            <w:pPr>
              <w:jc w:val="center"/>
            </w:pPr>
            <w:r w:rsidRPr="00AF3DAD">
              <w:t>7</w:t>
            </w:r>
          </w:p>
        </w:tc>
      </w:tr>
      <w:tr w:rsidR="002E6313" w:rsidRPr="00194E3C" w:rsidTr="00076CB5">
        <w:tc>
          <w:tcPr>
            <w:tcW w:w="993" w:type="dxa"/>
          </w:tcPr>
          <w:p w:rsidR="002E6313" w:rsidRPr="00AF3DAD" w:rsidRDefault="002E6313" w:rsidP="00076CB5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2E6313" w:rsidRPr="00AF3DAD" w:rsidRDefault="002E6313" w:rsidP="00076CB5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E6313" w:rsidRPr="00AF3DAD" w:rsidRDefault="002E6313" w:rsidP="00076CB5">
            <w:pPr>
              <w:jc w:val="center"/>
            </w:pPr>
            <w:r>
              <w:t>220,8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2E6313" w:rsidRPr="00AF3DAD" w:rsidRDefault="002E6313" w:rsidP="00076CB5">
            <w:pPr>
              <w:jc w:val="center"/>
            </w:pPr>
            <w:r>
              <w:t>220,8</w:t>
            </w:r>
          </w:p>
        </w:tc>
      </w:tr>
      <w:tr w:rsidR="002E6313" w:rsidRPr="00194E3C" w:rsidTr="00076CB5">
        <w:tc>
          <w:tcPr>
            <w:tcW w:w="993" w:type="dxa"/>
          </w:tcPr>
          <w:p w:rsidR="002E6313" w:rsidRPr="00AF3DAD" w:rsidRDefault="002E6313" w:rsidP="00076CB5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>
              <w:t>256,4</w:t>
            </w:r>
          </w:p>
        </w:tc>
        <w:tc>
          <w:tcPr>
            <w:tcW w:w="1560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2E6313" w:rsidRPr="00AF3DAD" w:rsidRDefault="002E6313" w:rsidP="00076CB5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E6313" w:rsidRPr="00AF3DAD" w:rsidRDefault="002E6313" w:rsidP="00076CB5">
            <w:pPr>
              <w:jc w:val="center"/>
            </w:pPr>
            <w:r>
              <w:t>890,5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2E6313" w:rsidRPr="00AF3DAD" w:rsidRDefault="002E6313" w:rsidP="00076CB5">
            <w:pPr>
              <w:jc w:val="center"/>
            </w:pPr>
            <w:r>
              <w:t>1146,9</w:t>
            </w:r>
          </w:p>
        </w:tc>
      </w:tr>
      <w:tr w:rsidR="002E6313" w:rsidRPr="00194E3C" w:rsidTr="00076CB5">
        <w:tc>
          <w:tcPr>
            <w:tcW w:w="993" w:type="dxa"/>
          </w:tcPr>
          <w:p w:rsidR="002E6313" w:rsidRPr="00AF3DAD" w:rsidRDefault="002E6313" w:rsidP="00076CB5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2E6313" w:rsidRPr="00AF3DAD" w:rsidRDefault="002E6313" w:rsidP="00076CB5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E6313" w:rsidRPr="00AF3DAD" w:rsidRDefault="002E6313" w:rsidP="00076CB5">
            <w:pPr>
              <w:jc w:val="center"/>
            </w:pPr>
            <w:r>
              <w:t>253,0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2E6313" w:rsidRPr="00AF3DAD" w:rsidRDefault="002E6313" w:rsidP="00076CB5">
            <w:pPr>
              <w:jc w:val="center"/>
            </w:pPr>
            <w:r>
              <w:t>253,0</w:t>
            </w:r>
          </w:p>
        </w:tc>
      </w:tr>
      <w:tr w:rsidR="002E6313" w:rsidRPr="00194E3C" w:rsidTr="00076CB5">
        <w:tc>
          <w:tcPr>
            <w:tcW w:w="993" w:type="dxa"/>
          </w:tcPr>
          <w:p w:rsidR="002E6313" w:rsidRPr="00AF3DAD" w:rsidRDefault="002E6313" w:rsidP="00076CB5">
            <w:pPr>
              <w:jc w:val="center"/>
            </w:pPr>
            <w:r>
              <w:t>2017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E6313" w:rsidRPr="00AF3DAD" w:rsidRDefault="002E6313" w:rsidP="00076CB5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E6313" w:rsidRDefault="002E6313" w:rsidP="00076CB5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E6313" w:rsidRDefault="002E6313" w:rsidP="00076CB5">
            <w:pPr>
              <w:jc w:val="center"/>
            </w:pPr>
            <w:r>
              <w:t>150,0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2E6313" w:rsidRDefault="002E6313" w:rsidP="00076CB5">
            <w:pPr>
              <w:jc w:val="center"/>
            </w:pPr>
            <w:r>
              <w:t>150,0</w:t>
            </w:r>
          </w:p>
        </w:tc>
      </w:tr>
      <w:tr w:rsidR="002E6313" w:rsidRPr="00194E3C" w:rsidTr="00076CB5">
        <w:tc>
          <w:tcPr>
            <w:tcW w:w="993" w:type="dxa"/>
          </w:tcPr>
          <w:p w:rsidR="002E6313" w:rsidRPr="00AF3DAD" w:rsidRDefault="002E6313" w:rsidP="00076CB5">
            <w:r w:rsidRPr="00AF3DAD">
              <w:t>всего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>
              <w:t>256,4</w:t>
            </w:r>
          </w:p>
        </w:tc>
        <w:tc>
          <w:tcPr>
            <w:tcW w:w="1560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2E6313" w:rsidRPr="00AF3DAD" w:rsidRDefault="002E6313" w:rsidP="00076CB5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E6313" w:rsidRPr="00AF3DAD" w:rsidRDefault="002E6313" w:rsidP="005255AC">
            <w:pPr>
              <w:jc w:val="center"/>
            </w:pPr>
            <w:r>
              <w:t xml:space="preserve"> 1518,3</w:t>
            </w:r>
          </w:p>
        </w:tc>
        <w:tc>
          <w:tcPr>
            <w:tcW w:w="1559" w:type="dxa"/>
          </w:tcPr>
          <w:p w:rsidR="002E6313" w:rsidRPr="00AF3DAD" w:rsidRDefault="002E6313" w:rsidP="00076CB5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2E6313" w:rsidRPr="00AF3DAD" w:rsidRDefault="002E6313" w:rsidP="00076CB5">
            <w:pPr>
              <w:jc w:val="center"/>
            </w:pPr>
            <w:r>
              <w:t>1770,7</w:t>
            </w:r>
          </w:p>
        </w:tc>
      </w:tr>
    </w:tbl>
    <w:p w:rsidR="002E6313" w:rsidRPr="00194E3C" w:rsidRDefault="002E6313" w:rsidP="005255AC">
      <w:pPr>
        <w:jc w:val="both"/>
        <w:rPr>
          <w:sz w:val="28"/>
          <w:szCs w:val="28"/>
        </w:rPr>
      </w:pPr>
    </w:p>
    <w:p w:rsidR="002E6313" w:rsidRDefault="002E6313" w:rsidP="00FA718A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E3A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Приложение </w:t>
      </w:r>
      <w:r w:rsidRPr="005311B4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</w:t>
      </w:r>
      <w:r w:rsidRPr="005311B4">
        <w:rPr>
          <w:sz w:val="28"/>
          <w:szCs w:val="28"/>
        </w:rPr>
        <w:t>Подпрограммы «Содержание автомобильных дорог местного значения на территории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 w:rsidRPr="005311B4">
          <w:rPr>
            <w:sz w:val="28"/>
            <w:szCs w:val="28"/>
          </w:rPr>
          <w:t>2017 г</w:t>
        </w:r>
      </w:smartTag>
      <w:r w:rsidRPr="005311B4">
        <w:rPr>
          <w:sz w:val="28"/>
          <w:szCs w:val="28"/>
        </w:rPr>
        <w:t>.г.»  муниципальной  программы «Совершенствование и содержание автомобильных дорог местного значения Залучского сельского поселения на 2014-2017 годы »</w:t>
      </w:r>
      <w:r>
        <w:rPr>
          <w:sz w:val="28"/>
          <w:szCs w:val="28"/>
        </w:rPr>
        <w:t xml:space="preserve">. </w:t>
      </w:r>
    </w:p>
    <w:p w:rsidR="002E6313" w:rsidRPr="00445B8A" w:rsidRDefault="002E6313" w:rsidP="006B7848">
      <w:pPr>
        <w:rPr>
          <w:sz w:val="28"/>
          <w:szCs w:val="28"/>
        </w:rPr>
      </w:pPr>
      <w:r>
        <w:rPr>
          <w:sz w:val="28"/>
        </w:rPr>
        <w:t xml:space="preserve">       </w:t>
      </w:r>
      <w:r w:rsidRPr="006B7848">
        <w:rPr>
          <w:sz w:val="28"/>
          <w:szCs w:val="28"/>
        </w:rPr>
        <w:t xml:space="preserve"> </w:t>
      </w:r>
      <w:r w:rsidRPr="00445B8A">
        <w:rPr>
          <w:sz w:val="28"/>
          <w:szCs w:val="28"/>
        </w:rPr>
        <w:t xml:space="preserve">2. </w:t>
      </w:r>
      <w:r w:rsidRPr="009941F9">
        <w:rPr>
          <w:sz w:val="28"/>
          <w:szCs w:val="28"/>
        </w:rPr>
        <w:t>Контроль за выполнением постановления возложить на заместителя Главы администрации сельского поселения Пятину Е.Н.</w:t>
      </w:r>
    </w:p>
    <w:p w:rsidR="002E6313" w:rsidRDefault="002E6313" w:rsidP="00C57E4B">
      <w:pPr>
        <w:autoSpaceDN w:val="0"/>
        <w:adjustRightInd w:val="0"/>
        <w:spacing w:line="360" w:lineRule="exact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Опубликовать настоящее постановление в газете «Залучский вестник».</w:t>
      </w:r>
    </w:p>
    <w:p w:rsidR="002E6313" w:rsidRDefault="002E6313" w:rsidP="00C57E4B">
      <w:pPr>
        <w:autoSpaceDN w:val="0"/>
        <w:adjustRightInd w:val="0"/>
        <w:spacing w:line="360" w:lineRule="exact"/>
        <w:ind w:firstLine="567"/>
        <w:jc w:val="both"/>
        <w:rPr>
          <w:sz w:val="28"/>
        </w:rPr>
      </w:pPr>
    </w:p>
    <w:p w:rsidR="002E6313" w:rsidRDefault="002E6313" w:rsidP="00C57E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                                                       З.В.Федорова</w:t>
      </w:r>
    </w:p>
    <w:p w:rsidR="002E6313" w:rsidRDefault="002E6313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2E6313" w:rsidRDefault="002E6313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2E6313" w:rsidRDefault="002E6313" w:rsidP="00BF0595">
      <w:pPr>
        <w:ind w:firstLine="709"/>
        <w:rPr>
          <w:sz w:val="28"/>
          <w:szCs w:val="28"/>
        </w:rPr>
        <w:sectPr w:rsidR="002E6313" w:rsidSect="00BF0595">
          <w:pgSz w:w="11906" w:h="16838"/>
          <w:pgMar w:top="709" w:right="567" w:bottom="851" w:left="1418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t xml:space="preserve"> </w:t>
      </w:r>
    </w:p>
    <w:p w:rsidR="002E6313" w:rsidRPr="00194E3C" w:rsidRDefault="002E6313" w:rsidP="00BF0595">
      <w:pPr>
        <w:jc w:val="right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</w:t>
      </w:r>
      <w:r w:rsidRPr="00194E3C">
        <w:rPr>
          <w:b/>
          <w:bCs/>
          <w:sz w:val="28"/>
          <w:szCs w:val="28"/>
          <w:lang w:eastAsia="en-US"/>
        </w:rPr>
        <w:t xml:space="preserve">риложение </w:t>
      </w:r>
      <w:r>
        <w:rPr>
          <w:b/>
          <w:bCs/>
          <w:sz w:val="28"/>
          <w:szCs w:val="28"/>
          <w:lang w:eastAsia="en-US"/>
        </w:rPr>
        <w:t xml:space="preserve"> </w:t>
      </w:r>
    </w:p>
    <w:p w:rsidR="002E6313" w:rsidRDefault="002E6313" w:rsidP="00BF0595">
      <w:pPr>
        <w:jc w:val="right"/>
        <w:rPr>
          <w:b/>
          <w:sz w:val="28"/>
          <w:szCs w:val="28"/>
        </w:rPr>
      </w:pPr>
      <w:r w:rsidRPr="00194E3C">
        <w:rPr>
          <w:bCs/>
          <w:sz w:val="28"/>
          <w:szCs w:val="28"/>
          <w:lang w:eastAsia="en-US"/>
        </w:rPr>
        <w:t>к программе «</w:t>
      </w:r>
      <w:r w:rsidRPr="00194E3C">
        <w:rPr>
          <w:b/>
          <w:sz w:val="28"/>
          <w:szCs w:val="28"/>
        </w:rPr>
        <w:t>Совершенствование и содержание автомобильных дорог</w:t>
      </w:r>
    </w:p>
    <w:p w:rsidR="002E6313" w:rsidRPr="00194E3C" w:rsidRDefault="002E6313" w:rsidP="00BF0595">
      <w:pPr>
        <w:jc w:val="right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 местного значения Залучского сельского поселения на 2014-201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2E6313" w:rsidRPr="00194E3C" w:rsidRDefault="002E6313" w:rsidP="00BF0595">
      <w:pPr>
        <w:jc w:val="center"/>
        <w:rPr>
          <w:sz w:val="28"/>
          <w:szCs w:val="28"/>
        </w:rPr>
      </w:pPr>
    </w:p>
    <w:p w:rsidR="002E6313" w:rsidRPr="00194E3C" w:rsidRDefault="002E6313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2E6313" w:rsidRDefault="002E6313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</w:t>
      </w: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2E6313" w:rsidRPr="00194E3C" w:rsidRDefault="002E6313" w:rsidP="00BF0595">
      <w:pPr>
        <w:jc w:val="center"/>
        <w:rPr>
          <w:b/>
          <w:sz w:val="28"/>
          <w:szCs w:val="28"/>
        </w:rPr>
      </w:pPr>
    </w:p>
    <w:tbl>
      <w:tblPr>
        <w:tblW w:w="1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2932"/>
        <w:gridCol w:w="2127"/>
        <w:gridCol w:w="63"/>
        <w:gridCol w:w="1050"/>
        <w:gridCol w:w="1833"/>
        <w:gridCol w:w="1826"/>
        <w:gridCol w:w="1408"/>
        <w:gridCol w:w="200"/>
        <w:gridCol w:w="93"/>
        <w:gridCol w:w="987"/>
        <w:gridCol w:w="900"/>
        <w:gridCol w:w="912"/>
      </w:tblGrid>
      <w:tr w:rsidR="002E6313" w:rsidRPr="003765D0" w:rsidTr="00D035F1">
        <w:tc>
          <w:tcPr>
            <w:tcW w:w="776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№ п/п</w:t>
            </w:r>
          </w:p>
        </w:tc>
        <w:tc>
          <w:tcPr>
            <w:tcW w:w="2932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Исполнитель</w:t>
            </w:r>
          </w:p>
        </w:tc>
        <w:tc>
          <w:tcPr>
            <w:tcW w:w="1113" w:type="dxa"/>
            <w:gridSpan w:val="2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Протяжён</w:t>
            </w:r>
            <w:r>
              <w:t>-</w:t>
            </w:r>
            <w:r w:rsidRPr="009D7D75">
              <w:t>ность,</w:t>
            </w:r>
            <w:r>
              <w:t xml:space="preserve"> </w:t>
            </w:r>
            <w:r w:rsidRPr="009D7D75">
              <w:t>км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6F76C6">
            <w:pPr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26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Источник финанси</w:t>
            </w:r>
            <w:r>
              <w:rPr>
                <w:sz w:val="27"/>
                <w:szCs w:val="27"/>
              </w:rPr>
              <w:t>-</w:t>
            </w:r>
            <w:r w:rsidRPr="003765D0">
              <w:rPr>
                <w:sz w:val="27"/>
                <w:szCs w:val="27"/>
              </w:rPr>
              <w:t>рования</w:t>
            </w:r>
          </w:p>
        </w:tc>
        <w:tc>
          <w:tcPr>
            <w:tcW w:w="4500" w:type="dxa"/>
            <w:gridSpan w:val="6"/>
          </w:tcPr>
          <w:p w:rsidR="002E6313" w:rsidRPr="003765D0" w:rsidRDefault="002E6313" w:rsidP="001710D4">
            <w:r w:rsidRPr="003765D0">
              <w:rPr>
                <w:sz w:val="27"/>
                <w:szCs w:val="27"/>
              </w:rPr>
              <w:t>Объем финансирования по годам (</w:t>
            </w:r>
            <w:r>
              <w:rPr>
                <w:sz w:val="27"/>
                <w:szCs w:val="27"/>
              </w:rPr>
              <w:t>тыс.</w:t>
            </w:r>
            <w:r w:rsidRPr="003765D0">
              <w:rPr>
                <w:sz w:val="27"/>
                <w:szCs w:val="27"/>
              </w:rPr>
              <w:t>руб</w:t>
            </w:r>
            <w:r>
              <w:rPr>
                <w:sz w:val="27"/>
                <w:szCs w:val="27"/>
              </w:rPr>
              <w:t>.</w:t>
            </w:r>
            <w:r w:rsidRPr="003765D0">
              <w:rPr>
                <w:sz w:val="27"/>
                <w:szCs w:val="27"/>
              </w:rPr>
              <w:t>)</w:t>
            </w:r>
          </w:p>
        </w:tc>
      </w:tr>
      <w:tr w:rsidR="002E6313" w:rsidRPr="003765D0" w:rsidTr="00D035F1">
        <w:tc>
          <w:tcPr>
            <w:tcW w:w="776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127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1113" w:type="dxa"/>
            <w:gridSpan w:val="2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  <w:vMerge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608" w:type="dxa"/>
            <w:gridSpan w:val="2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2014</w:t>
            </w:r>
          </w:p>
        </w:tc>
        <w:tc>
          <w:tcPr>
            <w:tcW w:w="1080" w:type="dxa"/>
            <w:gridSpan w:val="2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2015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2016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2017</w:t>
            </w:r>
          </w:p>
        </w:tc>
      </w:tr>
      <w:tr w:rsidR="002E6313" w:rsidRPr="003765D0" w:rsidTr="00D035F1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2</w:t>
            </w:r>
          </w:p>
        </w:tc>
        <w:tc>
          <w:tcPr>
            <w:tcW w:w="2127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3</w:t>
            </w:r>
          </w:p>
        </w:tc>
        <w:tc>
          <w:tcPr>
            <w:tcW w:w="1113" w:type="dxa"/>
            <w:gridSpan w:val="2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4</w:t>
            </w:r>
          </w:p>
        </w:tc>
        <w:tc>
          <w:tcPr>
            <w:tcW w:w="1833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5</w:t>
            </w:r>
          </w:p>
        </w:tc>
        <w:tc>
          <w:tcPr>
            <w:tcW w:w="1826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6</w:t>
            </w:r>
          </w:p>
        </w:tc>
        <w:tc>
          <w:tcPr>
            <w:tcW w:w="1608" w:type="dxa"/>
            <w:gridSpan w:val="2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7</w:t>
            </w:r>
          </w:p>
        </w:tc>
        <w:tc>
          <w:tcPr>
            <w:tcW w:w="1080" w:type="dxa"/>
            <w:gridSpan w:val="2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8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9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10</w:t>
            </w:r>
          </w:p>
        </w:tc>
      </w:tr>
      <w:tr w:rsidR="002E6313" w:rsidRPr="003765D0" w:rsidTr="00D035F1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</w:t>
            </w:r>
          </w:p>
        </w:tc>
        <w:tc>
          <w:tcPr>
            <w:tcW w:w="13419" w:type="dxa"/>
            <w:gridSpan w:val="11"/>
          </w:tcPr>
          <w:p w:rsidR="002E6313" w:rsidRPr="009D7D75" w:rsidRDefault="002E6313" w:rsidP="006F76C6">
            <w:pPr>
              <w:spacing w:line="276" w:lineRule="auto"/>
              <w:jc w:val="center"/>
              <w:rPr>
                <w:b/>
              </w:rPr>
            </w:pPr>
            <w:r w:rsidRPr="009D7D75">
              <w:rPr>
                <w:b/>
                <w:i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</w:p>
        </w:tc>
      </w:tr>
      <w:tr w:rsidR="002E6313" w:rsidRPr="003765D0" w:rsidTr="00AB3199">
        <w:tc>
          <w:tcPr>
            <w:tcW w:w="776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1.1.</w:t>
            </w:r>
          </w:p>
        </w:tc>
        <w:tc>
          <w:tcPr>
            <w:tcW w:w="2932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ул. Победы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1,16 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2228AF" w:rsidRDefault="002E6313" w:rsidP="006F76C6">
            <w:pPr>
              <w:spacing w:line="276" w:lineRule="auto"/>
              <w:jc w:val="center"/>
            </w:pPr>
            <w:r w:rsidRPr="002228AF">
              <w:rPr>
                <w:sz w:val="22"/>
                <w:szCs w:val="22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15,1 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Pr="002228AF" w:rsidRDefault="002E6313" w:rsidP="006F76C6">
            <w:pPr>
              <w:spacing w:line="276" w:lineRule="auto"/>
              <w:jc w:val="center"/>
            </w:pPr>
            <w:r w:rsidRPr="002228AF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286,96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1,2</w:t>
            </w:r>
          </w:p>
        </w:tc>
        <w:tc>
          <w:tcPr>
            <w:tcW w:w="2932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 ул.Садовая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0,499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11,7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33,64 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1.3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ул. Васильева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0,52</w:t>
            </w:r>
          </w:p>
        </w:tc>
        <w:tc>
          <w:tcPr>
            <w:tcW w:w="1833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99,2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0  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1.4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пер.Аптекарский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</w:t>
            </w:r>
          </w:p>
        </w:tc>
        <w:tc>
          <w:tcPr>
            <w:tcW w:w="1833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99,9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615"/>
        </w:trPr>
        <w:tc>
          <w:tcPr>
            <w:tcW w:w="776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1.5</w:t>
            </w:r>
          </w:p>
        </w:tc>
        <w:tc>
          <w:tcPr>
            <w:tcW w:w="2932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 xml:space="preserve">Ремонт дорожного покрытия автомобильной дороги: с. Залучье </w:t>
            </w:r>
          </w:p>
          <w:p w:rsidR="002E6313" w:rsidRDefault="002E6313" w:rsidP="006F76C6">
            <w:pPr>
              <w:spacing w:line="276" w:lineRule="auto"/>
              <w:jc w:val="center"/>
            </w:pPr>
            <w:r w:rsidRPr="009D7D75">
              <w:t xml:space="preserve">ул. </w:t>
            </w:r>
            <w:r>
              <w:t>К</w:t>
            </w:r>
            <w:r w:rsidRPr="009D7D75">
              <w:t>уликова</w:t>
            </w:r>
            <w:r>
              <w:t>,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>
              <w:t>ул.Школьная, ул.Рендакова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1,06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332,5 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1290"/>
        </w:trPr>
        <w:tc>
          <w:tcPr>
            <w:tcW w:w="776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17,5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735"/>
        </w:trPr>
        <w:tc>
          <w:tcPr>
            <w:tcW w:w="776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>
              <w:t>1.6</w:t>
            </w:r>
          </w:p>
        </w:tc>
        <w:tc>
          <w:tcPr>
            <w:tcW w:w="2932" w:type="dxa"/>
            <w:vMerge w:val="restart"/>
          </w:tcPr>
          <w:p w:rsidR="002E6313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>
              <w:t>Ул.Зелёная, ул.Новая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0,854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F84B7C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156,0 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764"/>
        </w:trPr>
        <w:tc>
          <w:tcPr>
            <w:tcW w:w="776" w:type="dxa"/>
            <w:vMerge/>
          </w:tcPr>
          <w:p w:rsidR="002E6313" w:rsidRDefault="002E6313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F84B7C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8,3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Default="002E6313" w:rsidP="006F76C6">
            <w:pPr>
              <w:spacing w:line="276" w:lineRule="auto"/>
              <w:jc w:val="center"/>
            </w:pPr>
            <w:r>
              <w:t>1.7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ул. Васильева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0,52</w:t>
            </w:r>
          </w:p>
        </w:tc>
        <w:tc>
          <w:tcPr>
            <w:tcW w:w="1833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FE0A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5,2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900"/>
        </w:trPr>
        <w:tc>
          <w:tcPr>
            <w:tcW w:w="776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</w:t>
            </w:r>
            <w:r>
              <w:t>8</w:t>
            </w:r>
          </w:p>
        </w:tc>
        <w:tc>
          <w:tcPr>
            <w:tcW w:w="2932" w:type="dxa"/>
            <w:vMerge w:val="restart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 xml:space="preserve">Ремонт дорожного покрытия автомобильной дороги: д. </w:t>
            </w:r>
            <w:r>
              <w:t>Ляховичи</w:t>
            </w:r>
            <w:r w:rsidRPr="009D7D75">
              <w:t xml:space="preserve"> ул. </w:t>
            </w:r>
            <w:r>
              <w:t>Центральная и ул. Береговая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0,96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F84B7C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270,1 </w:t>
            </w:r>
          </w:p>
        </w:tc>
        <w:tc>
          <w:tcPr>
            <w:tcW w:w="900" w:type="dxa"/>
            <w:vMerge w:val="restart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  <w:vMerge w:val="restart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888"/>
        </w:trPr>
        <w:tc>
          <w:tcPr>
            <w:tcW w:w="776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2E6313" w:rsidRPr="009D7D75" w:rsidRDefault="002E6313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F84B7C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14,3</w:t>
            </w:r>
          </w:p>
        </w:tc>
        <w:tc>
          <w:tcPr>
            <w:tcW w:w="900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12" w:type="dxa"/>
            <w:vMerge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</w:p>
        </w:tc>
      </w:tr>
      <w:tr w:rsidR="002E6313" w:rsidRPr="003765D0" w:rsidTr="00AB3199">
        <w:trPr>
          <w:trHeight w:val="888"/>
        </w:trPr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</w:t>
            </w:r>
            <w:r>
              <w:t>10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с.Залучье ул.Ковшовой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0,42</w:t>
            </w:r>
          </w:p>
        </w:tc>
        <w:tc>
          <w:tcPr>
            <w:tcW w:w="1833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888"/>
        </w:trPr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</w:t>
            </w:r>
            <w:r>
              <w:t>11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с.Залучье ул.Рендакова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1833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888"/>
        </w:trPr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2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 ул. Молодёжная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0,266</w:t>
            </w:r>
          </w:p>
        </w:tc>
        <w:tc>
          <w:tcPr>
            <w:tcW w:w="1833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888"/>
        </w:trPr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3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 xml:space="preserve"> С.Залучье ул.Школьная 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0,22</w:t>
            </w:r>
          </w:p>
        </w:tc>
        <w:tc>
          <w:tcPr>
            <w:tcW w:w="1833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121,5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4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Ляховичи ул. Центральная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0,5367</w:t>
            </w:r>
          </w:p>
        </w:tc>
        <w:tc>
          <w:tcPr>
            <w:tcW w:w="1833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353,0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5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  <w:r>
              <w:t xml:space="preserve"> </w:t>
            </w:r>
            <w:r w:rsidRPr="009D7D75">
              <w:t xml:space="preserve"> С.Залучье ул.Молодёжная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</w:t>
            </w:r>
          </w:p>
        </w:tc>
        <w:tc>
          <w:tcPr>
            <w:tcW w:w="1833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6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 xml:space="preserve"> С.Залучье ул.Мельничная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0,15</w:t>
            </w:r>
          </w:p>
        </w:tc>
        <w:tc>
          <w:tcPr>
            <w:tcW w:w="1833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7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 xml:space="preserve"> п. Шубино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</w:t>
            </w:r>
          </w:p>
        </w:tc>
        <w:tc>
          <w:tcPr>
            <w:tcW w:w="1833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8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  <w:r>
              <w:t xml:space="preserve"> </w:t>
            </w:r>
          </w:p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 xml:space="preserve"> Д. Дроздино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0,25</w:t>
            </w:r>
          </w:p>
        </w:tc>
        <w:tc>
          <w:tcPr>
            <w:tcW w:w="1833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203,4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>
              <w:t>1.19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>
              <w:t>Экспертиза смет, шт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833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7,0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D035F1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2</w:t>
            </w:r>
          </w:p>
        </w:tc>
        <w:tc>
          <w:tcPr>
            <w:tcW w:w="14331" w:type="dxa"/>
            <w:gridSpan w:val="12"/>
          </w:tcPr>
          <w:p w:rsidR="002E6313" w:rsidRPr="00D035F1" w:rsidRDefault="002E6313" w:rsidP="006F76C6">
            <w:pPr>
              <w:rPr>
                <w:sz w:val="20"/>
                <w:szCs w:val="20"/>
              </w:rPr>
            </w:pPr>
            <w:r w:rsidRPr="00D035F1">
              <w:rPr>
                <w:b/>
                <w:i/>
                <w:sz w:val="20"/>
                <w:szCs w:val="20"/>
              </w:rPr>
              <w:t>Содержание автомобильных дорог местного значения</w:t>
            </w:r>
          </w:p>
        </w:tc>
      </w:tr>
      <w:tr w:rsidR="002E6313" w:rsidRPr="003765D0" w:rsidTr="00D035F1">
        <w:trPr>
          <w:trHeight w:val="348"/>
        </w:trPr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>
              <w:t>2.1</w:t>
            </w:r>
          </w:p>
        </w:tc>
        <w:tc>
          <w:tcPr>
            <w:tcW w:w="14331" w:type="dxa"/>
            <w:gridSpan w:val="12"/>
          </w:tcPr>
          <w:p w:rsidR="002E6313" w:rsidRPr="009D7D75" w:rsidRDefault="002E6313" w:rsidP="00DC0657">
            <w:r w:rsidRPr="009D7D75">
              <w:rPr>
                <w:b/>
                <w:i/>
              </w:rPr>
              <w:t>Очистка автомобильных дорог местного значения  от снега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 w:rsidRPr="009D7D75">
              <w:t>2.1.1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jc w:val="both"/>
            </w:pPr>
            <w:r w:rsidRPr="009D7D75"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21,23 </w:t>
            </w:r>
          </w:p>
        </w:tc>
        <w:tc>
          <w:tcPr>
            <w:tcW w:w="1833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2.1.1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120,8 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076CB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142,6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  <w:tc>
          <w:tcPr>
            <w:tcW w:w="912" w:type="dxa"/>
          </w:tcPr>
          <w:p w:rsidR="002E6313" w:rsidRPr="00454DCB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2E6313" w:rsidRPr="003765D0" w:rsidTr="00DC0657">
        <w:tc>
          <w:tcPr>
            <w:tcW w:w="776" w:type="dxa"/>
          </w:tcPr>
          <w:p w:rsidR="002E6313" w:rsidRPr="009D7D75" w:rsidRDefault="002E6313" w:rsidP="006F76C6">
            <w:pPr>
              <w:spacing w:line="276" w:lineRule="auto"/>
              <w:jc w:val="center"/>
            </w:pPr>
            <w:r>
              <w:t>2.2</w:t>
            </w:r>
          </w:p>
        </w:tc>
        <w:tc>
          <w:tcPr>
            <w:tcW w:w="14331" w:type="dxa"/>
            <w:gridSpan w:val="12"/>
          </w:tcPr>
          <w:p w:rsidR="002E6313" w:rsidRPr="00667AD5" w:rsidRDefault="002E6313" w:rsidP="00DC0657">
            <w:r>
              <w:rPr>
                <w:b/>
                <w:i/>
              </w:rPr>
              <w:t>Благоустройство автомобильных дорог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FA718A">
            <w:pPr>
              <w:spacing w:line="276" w:lineRule="auto"/>
              <w:jc w:val="center"/>
            </w:pPr>
            <w:r>
              <w:t>2.2.1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jc w:val="both"/>
            </w:pPr>
            <w:r>
              <w:t>Установка дорожных знаков и нанесение линий горизонтальной дорожной разметки, шт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</w:t>
            </w:r>
          </w:p>
        </w:tc>
        <w:tc>
          <w:tcPr>
            <w:tcW w:w="1833" w:type="dxa"/>
          </w:tcPr>
          <w:p w:rsidR="002E6313" w:rsidRPr="003765D0" w:rsidRDefault="002E6313" w:rsidP="00FA71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92,7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FA718A">
            <w:pPr>
              <w:spacing w:line="276" w:lineRule="auto"/>
              <w:jc w:val="center"/>
            </w:pPr>
            <w:r>
              <w:t>2.2.2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jc w:val="both"/>
            </w:pPr>
            <w:r>
              <w:t>Прочистка водоотводных канав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1833" w:type="dxa"/>
          </w:tcPr>
          <w:p w:rsidR="002E6313" w:rsidRPr="003765D0" w:rsidRDefault="002E6313" w:rsidP="00FA71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2.2.2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13,5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c>
          <w:tcPr>
            <w:tcW w:w="776" w:type="dxa"/>
          </w:tcPr>
          <w:p w:rsidR="002E6313" w:rsidRPr="009D7D75" w:rsidRDefault="002E6313" w:rsidP="00FA718A">
            <w:pPr>
              <w:spacing w:line="276" w:lineRule="auto"/>
              <w:jc w:val="center"/>
            </w:pPr>
            <w:r>
              <w:t>2.2.3.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jc w:val="both"/>
            </w:pPr>
            <w:r>
              <w:t>Профилирование дорожного полотна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5,8</w:t>
            </w:r>
          </w:p>
        </w:tc>
        <w:tc>
          <w:tcPr>
            <w:tcW w:w="1833" w:type="dxa"/>
          </w:tcPr>
          <w:p w:rsidR="002E6313" w:rsidRPr="003765D0" w:rsidRDefault="002E6313" w:rsidP="00FA71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2.2.3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FE0A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125,0 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420"/>
        </w:trPr>
        <w:tc>
          <w:tcPr>
            <w:tcW w:w="776" w:type="dxa"/>
            <w:vMerge w:val="restart"/>
          </w:tcPr>
          <w:p w:rsidR="002E6313" w:rsidRDefault="002E6313" w:rsidP="00FA718A">
            <w:pPr>
              <w:spacing w:line="276" w:lineRule="auto"/>
              <w:jc w:val="center"/>
            </w:pPr>
            <w:r>
              <w:t>2.2.4</w:t>
            </w:r>
          </w:p>
        </w:tc>
        <w:tc>
          <w:tcPr>
            <w:tcW w:w="2932" w:type="dxa"/>
            <w:vMerge w:val="restart"/>
          </w:tcPr>
          <w:p w:rsidR="002E6313" w:rsidRDefault="002E6313" w:rsidP="006F76C6">
            <w:pPr>
              <w:jc w:val="both"/>
            </w:pPr>
            <w:r>
              <w:t>Восстановление профиля канав: с.Залучье, ул.Советская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0,325</w:t>
            </w:r>
          </w:p>
        </w:tc>
        <w:tc>
          <w:tcPr>
            <w:tcW w:w="1833" w:type="dxa"/>
            <w:vMerge w:val="restart"/>
          </w:tcPr>
          <w:p w:rsidR="002E6313" w:rsidRDefault="002E6313" w:rsidP="00FA71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2.2.4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9F0DA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94,9 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636"/>
        </w:trPr>
        <w:tc>
          <w:tcPr>
            <w:tcW w:w="776" w:type="dxa"/>
            <w:vMerge/>
          </w:tcPr>
          <w:p w:rsidR="002E6313" w:rsidRDefault="002E6313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2E6313" w:rsidRDefault="002E6313" w:rsidP="006F76C6">
            <w:pPr>
              <w:jc w:val="both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AB3199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5,1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408"/>
        </w:trPr>
        <w:tc>
          <w:tcPr>
            <w:tcW w:w="776" w:type="dxa"/>
            <w:vMerge w:val="restart"/>
          </w:tcPr>
          <w:p w:rsidR="002E6313" w:rsidRDefault="002E6313" w:rsidP="00FA718A">
            <w:pPr>
              <w:spacing w:line="276" w:lineRule="auto"/>
              <w:jc w:val="center"/>
            </w:pPr>
            <w:r>
              <w:t>2.2.5</w:t>
            </w:r>
          </w:p>
        </w:tc>
        <w:tc>
          <w:tcPr>
            <w:tcW w:w="2932" w:type="dxa"/>
            <w:vMerge w:val="restart"/>
          </w:tcPr>
          <w:p w:rsidR="002E6313" w:rsidRDefault="002E6313" w:rsidP="00736161">
            <w:pPr>
              <w:jc w:val="both"/>
            </w:pPr>
            <w:r>
              <w:t>Восстановление профиля канав: с.Залучье, ул.Советская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Default="002E6313" w:rsidP="00AB3199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0,27</w:t>
            </w:r>
          </w:p>
        </w:tc>
        <w:tc>
          <w:tcPr>
            <w:tcW w:w="1833" w:type="dxa"/>
            <w:vMerge w:val="restart"/>
          </w:tcPr>
          <w:p w:rsidR="002E6313" w:rsidRDefault="002E6313" w:rsidP="00FA71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2.2.4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9F0DA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78,7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648"/>
        </w:trPr>
        <w:tc>
          <w:tcPr>
            <w:tcW w:w="776" w:type="dxa"/>
            <w:vMerge/>
          </w:tcPr>
          <w:p w:rsidR="002E6313" w:rsidRDefault="002E6313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2E6313" w:rsidRDefault="002E6313" w:rsidP="006F76C6">
            <w:pPr>
              <w:jc w:val="both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9F0DA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4,2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408"/>
        </w:trPr>
        <w:tc>
          <w:tcPr>
            <w:tcW w:w="776" w:type="dxa"/>
            <w:vMerge w:val="restart"/>
          </w:tcPr>
          <w:p w:rsidR="002E6313" w:rsidRDefault="002E6313" w:rsidP="00FA718A">
            <w:pPr>
              <w:spacing w:line="276" w:lineRule="auto"/>
              <w:jc w:val="center"/>
            </w:pPr>
            <w:r>
              <w:t>2.2.6</w:t>
            </w:r>
          </w:p>
        </w:tc>
        <w:tc>
          <w:tcPr>
            <w:tcW w:w="2932" w:type="dxa"/>
            <w:vMerge w:val="restart"/>
          </w:tcPr>
          <w:p w:rsidR="002E6313" w:rsidRDefault="002E6313" w:rsidP="00736161">
            <w:pPr>
              <w:jc w:val="both"/>
            </w:pPr>
            <w:r>
              <w:t>Восстановление профиля канав: с.Залучье, ул.Советская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0,28</w:t>
            </w:r>
          </w:p>
        </w:tc>
        <w:tc>
          <w:tcPr>
            <w:tcW w:w="1833" w:type="dxa"/>
            <w:vMerge w:val="restart"/>
          </w:tcPr>
          <w:p w:rsidR="002E6313" w:rsidRDefault="002E6313" w:rsidP="00FA71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2.2.4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9F0DA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82,8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648"/>
        </w:trPr>
        <w:tc>
          <w:tcPr>
            <w:tcW w:w="776" w:type="dxa"/>
            <w:vMerge/>
          </w:tcPr>
          <w:p w:rsidR="002E6313" w:rsidRDefault="002E6313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2E6313" w:rsidRDefault="002E6313" w:rsidP="006F76C6">
            <w:pPr>
              <w:jc w:val="both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9F0DA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4,4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AB3199">
        <w:trPr>
          <w:trHeight w:val="648"/>
        </w:trPr>
        <w:tc>
          <w:tcPr>
            <w:tcW w:w="776" w:type="dxa"/>
          </w:tcPr>
          <w:p w:rsidR="002E6313" w:rsidRDefault="002E6313" w:rsidP="006F76C6">
            <w:pPr>
              <w:spacing w:line="276" w:lineRule="auto"/>
              <w:jc w:val="center"/>
            </w:pPr>
            <w:r>
              <w:t>2.2.7</w:t>
            </w:r>
          </w:p>
        </w:tc>
        <w:tc>
          <w:tcPr>
            <w:tcW w:w="2932" w:type="dxa"/>
          </w:tcPr>
          <w:p w:rsidR="002E6313" w:rsidRDefault="002E6313" w:rsidP="006F76C6">
            <w:pPr>
              <w:jc w:val="both"/>
            </w:pPr>
            <w:r>
              <w:t>Экспертиза смет, шт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833" w:type="dxa"/>
          </w:tcPr>
          <w:p w:rsidR="002E6313" w:rsidRDefault="002E6313" w:rsidP="00FA71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2.2.4</w:t>
            </w:r>
          </w:p>
        </w:tc>
        <w:tc>
          <w:tcPr>
            <w:tcW w:w="1826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9F0DA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3,0</w:t>
            </w:r>
          </w:p>
        </w:tc>
        <w:tc>
          <w:tcPr>
            <w:tcW w:w="900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D035F1">
        <w:tc>
          <w:tcPr>
            <w:tcW w:w="776" w:type="dxa"/>
          </w:tcPr>
          <w:p w:rsidR="002E6313" w:rsidRPr="009D7D75" w:rsidRDefault="002E6313" w:rsidP="00FA718A">
            <w:pPr>
              <w:spacing w:line="276" w:lineRule="auto"/>
              <w:jc w:val="center"/>
            </w:pPr>
            <w:r w:rsidRPr="009D7D75">
              <w:t>2.</w:t>
            </w:r>
            <w:r>
              <w:t>3</w:t>
            </w:r>
            <w:r w:rsidRPr="009D7D75">
              <w:t>.</w:t>
            </w:r>
          </w:p>
        </w:tc>
        <w:tc>
          <w:tcPr>
            <w:tcW w:w="13419" w:type="dxa"/>
            <w:gridSpan w:val="11"/>
          </w:tcPr>
          <w:p w:rsidR="002E6313" w:rsidRPr="00D035F1" w:rsidRDefault="002E6313" w:rsidP="006F76C6">
            <w:pPr>
              <w:jc w:val="center"/>
              <w:rPr>
                <w:b/>
                <w:i/>
                <w:sz w:val="20"/>
                <w:szCs w:val="20"/>
              </w:rPr>
            </w:pPr>
            <w:r w:rsidRPr="00D035F1">
              <w:rPr>
                <w:b/>
                <w:i/>
                <w:sz w:val="20"/>
                <w:szCs w:val="20"/>
              </w:rPr>
              <w:t>Паспортизация и регистрация в собственность сельского поселения автомобильных дорог местного значения</w:t>
            </w:r>
          </w:p>
        </w:tc>
        <w:tc>
          <w:tcPr>
            <w:tcW w:w="912" w:type="dxa"/>
          </w:tcPr>
          <w:p w:rsidR="002E6313" w:rsidRPr="003765D0" w:rsidRDefault="002E6313" w:rsidP="006F76C6"/>
        </w:tc>
      </w:tr>
      <w:tr w:rsidR="002E6313" w:rsidRPr="003765D0" w:rsidTr="00D035F1">
        <w:tc>
          <w:tcPr>
            <w:tcW w:w="776" w:type="dxa"/>
          </w:tcPr>
          <w:p w:rsidR="002E6313" w:rsidRPr="009D7D75" w:rsidRDefault="002E6313" w:rsidP="00FA718A">
            <w:pPr>
              <w:spacing w:line="276" w:lineRule="auto"/>
              <w:jc w:val="center"/>
            </w:pPr>
            <w:r w:rsidRPr="009D7D75">
              <w:t>2.</w:t>
            </w:r>
            <w:r>
              <w:t>3</w:t>
            </w:r>
            <w:r w:rsidRPr="009D7D75">
              <w:t>.1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jc w:val="both"/>
            </w:pPr>
            <w:r w:rsidRPr="009D7D75"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32 дороги-18,4</w:t>
            </w:r>
          </w:p>
        </w:tc>
        <w:tc>
          <w:tcPr>
            <w:tcW w:w="1833" w:type="dxa"/>
          </w:tcPr>
          <w:p w:rsidR="002E6313" w:rsidRPr="003765D0" w:rsidRDefault="002E6313" w:rsidP="00FA718A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</w:t>
            </w:r>
            <w:r>
              <w:rPr>
                <w:sz w:val="27"/>
                <w:szCs w:val="27"/>
              </w:rPr>
              <w:t>3</w:t>
            </w:r>
            <w:r w:rsidRPr="003765D0">
              <w:rPr>
                <w:sz w:val="27"/>
                <w:szCs w:val="27"/>
              </w:rPr>
              <w:t>.1</w:t>
            </w:r>
          </w:p>
        </w:tc>
        <w:tc>
          <w:tcPr>
            <w:tcW w:w="1826" w:type="dxa"/>
          </w:tcPr>
          <w:p w:rsidR="002E6313" w:rsidRPr="00D035F1" w:rsidRDefault="002E6313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701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87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</w:t>
            </w:r>
            <w:r w:rsidRPr="003765D0">
              <w:rPr>
                <w:sz w:val="27"/>
                <w:szCs w:val="27"/>
              </w:rPr>
              <w:t>0,0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12" w:type="dxa"/>
          </w:tcPr>
          <w:p w:rsidR="002E6313" w:rsidRPr="003765D0" w:rsidRDefault="002E6313" w:rsidP="006F76C6">
            <w:r>
              <w:t>0</w:t>
            </w:r>
          </w:p>
        </w:tc>
      </w:tr>
      <w:tr w:rsidR="002E6313" w:rsidRPr="003765D0" w:rsidTr="00D035F1">
        <w:tc>
          <w:tcPr>
            <w:tcW w:w="776" w:type="dxa"/>
          </w:tcPr>
          <w:p w:rsidR="002E6313" w:rsidRPr="009D7D75" w:rsidRDefault="002E6313" w:rsidP="00FA718A">
            <w:pPr>
              <w:spacing w:line="276" w:lineRule="auto"/>
              <w:jc w:val="center"/>
            </w:pPr>
            <w:r>
              <w:t>2.3.2</w:t>
            </w:r>
          </w:p>
        </w:tc>
        <w:tc>
          <w:tcPr>
            <w:tcW w:w="2932" w:type="dxa"/>
          </w:tcPr>
          <w:p w:rsidR="002E6313" w:rsidRPr="009D7D75" w:rsidRDefault="002E6313" w:rsidP="006F76C6">
            <w:pPr>
              <w:jc w:val="both"/>
            </w:pPr>
            <w:r>
              <w:t>Оценка сооружений, шт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</w:t>
            </w:r>
          </w:p>
        </w:tc>
        <w:tc>
          <w:tcPr>
            <w:tcW w:w="1833" w:type="dxa"/>
          </w:tcPr>
          <w:p w:rsidR="002E6313" w:rsidRPr="003765D0" w:rsidRDefault="002E6313" w:rsidP="00FA71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2.3.1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701" w:type="dxa"/>
            <w:gridSpan w:val="3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87" w:type="dxa"/>
          </w:tcPr>
          <w:p w:rsidR="002E6313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90,0</w:t>
            </w:r>
          </w:p>
        </w:tc>
        <w:tc>
          <w:tcPr>
            <w:tcW w:w="900" w:type="dxa"/>
          </w:tcPr>
          <w:p w:rsidR="002E6313" w:rsidRPr="003765D0" w:rsidRDefault="002E6313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6F76C6">
            <w:r>
              <w:t>0</w:t>
            </w:r>
          </w:p>
        </w:tc>
      </w:tr>
    </w:tbl>
    <w:p w:rsidR="002E6313" w:rsidRPr="00194E3C" w:rsidRDefault="002E6313" w:rsidP="00BF0595">
      <w:pPr>
        <w:spacing w:line="276" w:lineRule="auto"/>
        <w:jc w:val="both"/>
        <w:rPr>
          <w:sz w:val="28"/>
          <w:szCs w:val="28"/>
        </w:rPr>
      </w:pPr>
    </w:p>
    <w:p w:rsidR="002E6313" w:rsidRDefault="002E6313" w:rsidP="00BF0595">
      <w:pPr>
        <w:jc w:val="center"/>
        <w:rPr>
          <w:b/>
          <w:sz w:val="28"/>
          <w:szCs w:val="28"/>
        </w:rPr>
      </w:pPr>
    </w:p>
    <w:p w:rsidR="002E6313" w:rsidRDefault="002E6313" w:rsidP="00BF0595">
      <w:pPr>
        <w:jc w:val="center"/>
        <w:rPr>
          <w:b/>
          <w:sz w:val="28"/>
          <w:szCs w:val="28"/>
        </w:rPr>
        <w:sectPr w:rsidR="002E6313" w:rsidSect="00D035F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E6313" w:rsidRPr="00F00B58" w:rsidRDefault="002E6313" w:rsidP="00F00B58">
      <w:pPr>
        <w:jc w:val="right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</w:t>
      </w:r>
      <w:r w:rsidRPr="00F00B58">
        <w:rPr>
          <w:b/>
          <w:sz w:val="20"/>
          <w:szCs w:val="20"/>
        </w:rPr>
        <w:t xml:space="preserve">Приложение </w:t>
      </w:r>
    </w:p>
    <w:p w:rsidR="002E6313" w:rsidRPr="00F00B58" w:rsidRDefault="002E6313" w:rsidP="00F00B58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 К Подпрограмме «Капитальный ремонт и ремонт автомобильных дорог </w:t>
      </w:r>
    </w:p>
    <w:p w:rsidR="002E6313" w:rsidRPr="00F00B58" w:rsidRDefault="002E6313" w:rsidP="00F00B58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                                                              местного значения на территории Залучского сельского поселения на 2014-2017 г.г.»  муниципальной  программы «Совершенствование и содержание </w:t>
      </w:r>
    </w:p>
    <w:p w:rsidR="002E6313" w:rsidRPr="00F00B58" w:rsidRDefault="002E6313" w:rsidP="00F00B58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автомобильных дорог местного значения Залучского сельского поселения </w:t>
      </w:r>
    </w:p>
    <w:p w:rsidR="002E6313" w:rsidRPr="00F00B58" w:rsidRDefault="002E6313" w:rsidP="00F00B58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>на 2014-2017 годы »</w:t>
      </w:r>
    </w:p>
    <w:p w:rsidR="002E6313" w:rsidRPr="0064050C" w:rsidRDefault="002E6313" w:rsidP="0064050C">
      <w:pPr>
        <w:rPr>
          <w:b/>
          <w:bCs/>
          <w:lang w:eastAsia="en-US"/>
        </w:rPr>
      </w:pPr>
      <w:r w:rsidRPr="0064050C">
        <w:rPr>
          <w:b/>
          <w:bCs/>
          <w:lang w:eastAsia="en-US"/>
        </w:rPr>
        <w:t xml:space="preserve"> </w:t>
      </w:r>
    </w:p>
    <w:p w:rsidR="002E6313" w:rsidRPr="00194E3C" w:rsidRDefault="002E6313" w:rsidP="0064050C">
      <w:pPr>
        <w:jc w:val="right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  <w:r w:rsidRPr="00194E3C">
        <w:rPr>
          <w:bCs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</w:t>
      </w:r>
    </w:p>
    <w:p w:rsidR="002E6313" w:rsidRDefault="002E6313" w:rsidP="00657B20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2E6313" w:rsidRPr="00194E3C" w:rsidRDefault="002E6313" w:rsidP="00F00B58">
      <w:pPr>
        <w:tabs>
          <w:tab w:val="left" w:pos="6825"/>
        </w:tabs>
        <w:spacing w:after="200" w:line="276" w:lineRule="auto"/>
        <w:jc w:val="center"/>
        <w:rPr>
          <w:b/>
          <w:sz w:val="28"/>
          <w:szCs w:val="28"/>
        </w:rPr>
      </w:pPr>
      <w:r w:rsidRPr="00FF5FED">
        <w:rPr>
          <w:b/>
          <w:sz w:val="28"/>
          <w:szCs w:val="28"/>
        </w:rPr>
        <w:t>Подпрограммы «Капитальный ремонт и ремонт автомобильных дорог местного значения на территории Залучского сельского поселения на 2014-201</w:t>
      </w:r>
      <w:r>
        <w:rPr>
          <w:b/>
          <w:sz w:val="28"/>
          <w:szCs w:val="28"/>
        </w:rPr>
        <w:t>7</w:t>
      </w:r>
      <w:r w:rsidRPr="00FF5FED">
        <w:rPr>
          <w:b/>
          <w:sz w:val="28"/>
          <w:szCs w:val="28"/>
        </w:rPr>
        <w:t xml:space="preserve"> г.г.»</w:t>
      </w:r>
      <w:r>
        <w:rPr>
          <w:b/>
          <w:sz w:val="28"/>
          <w:szCs w:val="28"/>
        </w:rPr>
        <w:t xml:space="preserve">  муниципальной  программы </w:t>
      </w: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2E6313" w:rsidRDefault="002E6313" w:rsidP="00657B20">
      <w:pPr>
        <w:rPr>
          <w:sz w:val="28"/>
          <w:szCs w:val="28"/>
        </w:rPr>
      </w:pPr>
    </w:p>
    <w:tbl>
      <w:tblPr>
        <w:tblW w:w="1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775"/>
        <w:gridCol w:w="3770"/>
        <w:gridCol w:w="2126"/>
        <w:gridCol w:w="63"/>
        <w:gridCol w:w="1290"/>
        <w:gridCol w:w="1832"/>
        <w:gridCol w:w="1418"/>
        <w:gridCol w:w="1008"/>
        <w:gridCol w:w="1080"/>
        <w:gridCol w:w="900"/>
        <w:gridCol w:w="912"/>
      </w:tblGrid>
      <w:tr w:rsidR="002E6313" w:rsidRPr="003765D0" w:rsidTr="00D035F1">
        <w:tc>
          <w:tcPr>
            <w:tcW w:w="776" w:type="dxa"/>
            <w:gridSpan w:val="2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№ п/п</w:t>
            </w:r>
          </w:p>
        </w:tc>
        <w:tc>
          <w:tcPr>
            <w:tcW w:w="3772" w:type="dxa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Исполнитель</w:t>
            </w:r>
          </w:p>
        </w:tc>
        <w:tc>
          <w:tcPr>
            <w:tcW w:w="1353" w:type="dxa"/>
            <w:gridSpan w:val="2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Протяжён</w:t>
            </w:r>
            <w:r>
              <w:t>-</w:t>
            </w:r>
            <w:r w:rsidRPr="009D7D75">
              <w:t>ность,</w:t>
            </w:r>
            <w:r>
              <w:t xml:space="preserve"> </w:t>
            </w:r>
            <w:r w:rsidRPr="009D7D75">
              <w:t>км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7912A4">
            <w:pPr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8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Источник финанси</w:t>
            </w:r>
            <w:r>
              <w:rPr>
                <w:sz w:val="27"/>
                <w:szCs w:val="27"/>
              </w:rPr>
              <w:t>-</w:t>
            </w:r>
            <w:r w:rsidRPr="003765D0">
              <w:rPr>
                <w:sz w:val="27"/>
                <w:szCs w:val="27"/>
              </w:rPr>
              <w:t>рования</w:t>
            </w:r>
          </w:p>
        </w:tc>
        <w:tc>
          <w:tcPr>
            <w:tcW w:w="3900" w:type="dxa"/>
            <w:gridSpan w:val="4"/>
          </w:tcPr>
          <w:p w:rsidR="002E6313" w:rsidRPr="003765D0" w:rsidRDefault="002E6313" w:rsidP="007912A4">
            <w:r w:rsidRPr="003765D0">
              <w:rPr>
                <w:sz w:val="27"/>
                <w:szCs w:val="27"/>
              </w:rPr>
              <w:t>Объем финансирования по годам (</w:t>
            </w:r>
            <w:r>
              <w:rPr>
                <w:sz w:val="27"/>
                <w:szCs w:val="27"/>
              </w:rPr>
              <w:t>тыс.</w:t>
            </w:r>
            <w:r w:rsidRPr="003765D0">
              <w:rPr>
                <w:sz w:val="27"/>
                <w:szCs w:val="27"/>
              </w:rPr>
              <w:t>рубль)</w:t>
            </w:r>
          </w:p>
        </w:tc>
      </w:tr>
      <w:tr w:rsidR="002E6313" w:rsidRPr="00454DCB" w:rsidTr="00D035F1">
        <w:tc>
          <w:tcPr>
            <w:tcW w:w="776" w:type="dxa"/>
            <w:gridSpan w:val="2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2127" w:type="dxa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1353" w:type="dxa"/>
            <w:gridSpan w:val="2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Merge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2014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2015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2016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2017</w:t>
            </w:r>
          </w:p>
        </w:tc>
      </w:tr>
      <w:tr w:rsidR="002E6313" w:rsidRPr="00454DCB" w:rsidTr="00D035F1">
        <w:tc>
          <w:tcPr>
            <w:tcW w:w="776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2</w:t>
            </w:r>
          </w:p>
        </w:tc>
        <w:tc>
          <w:tcPr>
            <w:tcW w:w="2127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3</w:t>
            </w:r>
          </w:p>
        </w:tc>
        <w:tc>
          <w:tcPr>
            <w:tcW w:w="1353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4</w:t>
            </w:r>
          </w:p>
        </w:tc>
        <w:tc>
          <w:tcPr>
            <w:tcW w:w="1833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5</w:t>
            </w:r>
          </w:p>
        </w:tc>
        <w:tc>
          <w:tcPr>
            <w:tcW w:w="141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6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7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8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9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10</w:t>
            </w:r>
          </w:p>
        </w:tc>
      </w:tr>
      <w:tr w:rsidR="002E6313" w:rsidRPr="00454DCB" w:rsidTr="00D035F1">
        <w:tc>
          <w:tcPr>
            <w:tcW w:w="776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</w:t>
            </w:r>
          </w:p>
        </w:tc>
        <w:tc>
          <w:tcPr>
            <w:tcW w:w="13491" w:type="dxa"/>
            <w:gridSpan w:val="9"/>
          </w:tcPr>
          <w:p w:rsidR="002E6313" w:rsidRPr="009D7D75" w:rsidRDefault="002E6313" w:rsidP="007912A4">
            <w:pPr>
              <w:spacing w:line="276" w:lineRule="auto"/>
              <w:jc w:val="center"/>
              <w:rPr>
                <w:b/>
              </w:rPr>
            </w:pPr>
            <w:r w:rsidRPr="009D7D75">
              <w:rPr>
                <w:b/>
                <w:i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</w:p>
        </w:tc>
      </w:tr>
      <w:tr w:rsidR="002E6313" w:rsidRPr="00454DCB" w:rsidTr="00D035F1">
        <w:tc>
          <w:tcPr>
            <w:tcW w:w="776" w:type="dxa"/>
            <w:gridSpan w:val="2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1.1.</w:t>
            </w:r>
          </w:p>
        </w:tc>
        <w:tc>
          <w:tcPr>
            <w:tcW w:w="3772" w:type="dxa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ул. Победы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1,16 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15,1 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2E6313" w:rsidRPr="00454DCB" w:rsidTr="00D035F1">
        <w:tc>
          <w:tcPr>
            <w:tcW w:w="776" w:type="dxa"/>
            <w:gridSpan w:val="2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286,96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2E6313" w:rsidRPr="00454DCB" w:rsidTr="00D035F1">
        <w:tc>
          <w:tcPr>
            <w:tcW w:w="776" w:type="dxa"/>
            <w:gridSpan w:val="2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1,2</w:t>
            </w:r>
          </w:p>
        </w:tc>
        <w:tc>
          <w:tcPr>
            <w:tcW w:w="3772" w:type="dxa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 ул.Садовая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0,499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11,7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454DCB" w:rsidTr="00D035F1">
        <w:tc>
          <w:tcPr>
            <w:tcW w:w="776" w:type="dxa"/>
            <w:gridSpan w:val="2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33,64 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454DCB" w:rsidTr="00D035F1">
        <w:tc>
          <w:tcPr>
            <w:tcW w:w="776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1.3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ул. Васильева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0,52</w:t>
            </w:r>
          </w:p>
        </w:tc>
        <w:tc>
          <w:tcPr>
            <w:tcW w:w="1833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99,2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0  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2E6313" w:rsidRPr="00454DCB" w:rsidTr="00D035F1">
        <w:tc>
          <w:tcPr>
            <w:tcW w:w="776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1.4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пер.Аптекарский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</w:t>
            </w:r>
          </w:p>
        </w:tc>
        <w:tc>
          <w:tcPr>
            <w:tcW w:w="1833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99,9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454DCB" w:rsidTr="00D035F1">
        <w:trPr>
          <w:trHeight w:val="615"/>
        </w:trPr>
        <w:tc>
          <w:tcPr>
            <w:tcW w:w="776" w:type="dxa"/>
            <w:gridSpan w:val="2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1.5</w:t>
            </w:r>
          </w:p>
        </w:tc>
        <w:tc>
          <w:tcPr>
            <w:tcW w:w="3772" w:type="dxa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 xml:space="preserve">Ремонт дорожного покрытия автомобильной дороги: с. Залучье 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ул. Куликова</w:t>
            </w:r>
            <w:r>
              <w:t>,ул.Школьная, ул.Рендакова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1,06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332,5 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Tr="00D035F1">
        <w:trPr>
          <w:trHeight w:val="770"/>
        </w:trPr>
        <w:tc>
          <w:tcPr>
            <w:tcW w:w="776" w:type="dxa"/>
            <w:gridSpan w:val="2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17,5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Tr="00D035F1">
        <w:trPr>
          <w:trHeight w:val="735"/>
        </w:trPr>
        <w:tc>
          <w:tcPr>
            <w:tcW w:w="776" w:type="dxa"/>
            <w:gridSpan w:val="2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>
              <w:t>1.6</w:t>
            </w:r>
          </w:p>
        </w:tc>
        <w:tc>
          <w:tcPr>
            <w:tcW w:w="3772" w:type="dxa"/>
            <w:vMerge w:val="restart"/>
          </w:tcPr>
          <w:p w:rsidR="002E6313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>
              <w:t>Ул.Зелёная, ул.Новая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0,854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156,0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Tr="00D035F1">
        <w:trPr>
          <w:trHeight w:val="657"/>
        </w:trPr>
        <w:tc>
          <w:tcPr>
            <w:tcW w:w="776" w:type="dxa"/>
            <w:gridSpan w:val="2"/>
            <w:vMerge/>
          </w:tcPr>
          <w:p w:rsidR="002E6313" w:rsidRDefault="002E6313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8,3</w:t>
            </w:r>
          </w:p>
        </w:tc>
        <w:tc>
          <w:tcPr>
            <w:tcW w:w="90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Tr="00D035F1">
        <w:tc>
          <w:tcPr>
            <w:tcW w:w="776" w:type="dxa"/>
            <w:gridSpan w:val="2"/>
          </w:tcPr>
          <w:p w:rsidR="002E6313" w:rsidRDefault="002E6313" w:rsidP="007912A4">
            <w:pPr>
              <w:spacing w:line="276" w:lineRule="auto"/>
              <w:jc w:val="center"/>
            </w:pPr>
            <w:r>
              <w:t>1.7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ул. Васильева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0,52</w:t>
            </w:r>
          </w:p>
        </w:tc>
        <w:tc>
          <w:tcPr>
            <w:tcW w:w="1833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FE0A8A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5,2</w:t>
            </w:r>
          </w:p>
        </w:tc>
        <w:tc>
          <w:tcPr>
            <w:tcW w:w="90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454DCB" w:rsidTr="00D035F1">
        <w:trPr>
          <w:trHeight w:val="513"/>
        </w:trPr>
        <w:tc>
          <w:tcPr>
            <w:tcW w:w="776" w:type="dxa"/>
            <w:gridSpan w:val="2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</w:t>
            </w:r>
            <w:r>
              <w:t>8</w:t>
            </w:r>
          </w:p>
        </w:tc>
        <w:tc>
          <w:tcPr>
            <w:tcW w:w="3772" w:type="dxa"/>
            <w:vMerge w:val="restart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 xml:space="preserve">Ремонт дорожного покрытия автомобильной дороги: д. </w:t>
            </w:r>
            <w:r>
              <w:t>Ляховичи</w:t>
            </w:r>
            <w:r w:rsidRPr="009D7D75">
              <w:t xml:space="preserve"> ул. </w:t>
            </w:r>
            <w:r>
              <w:t>Центральная и ул. Береговая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0,96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270,1</w:t>
            </w:r>
          </w:p>
        </w:tc>
        <w:tc>
          <w:tcPr>
            <w:tcW w:w="900" w:type="dxa"/>
            <w:vMerge w:val="restart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  <w:vMerge w:val="restart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Tr="00D035F1">
        <w:trPr>
          <w:trHeight w:val="701"/>
        </w:trPr>
        <w:tc>
          <w:tcPr>
            <w:tcW w:w="776" w:type="dxa"/>
            <w:gridSpan w:val="2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2E6313" w:rsidRPr="009D7D75" w:rsidRDefault="002E6313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14,3</w:t>
            </w:r>
          </w:p>
        </w:tc>
        <w:tc>
          <w:tcPr>
            <w:tcW w:w="900" w:type="dxa"/>
            <w:vMerge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12" w:type="dxa"/>
            <w:vMerge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</w:p>
        </w:tc>
      </w:tr>
      <w:tr w:rsidR="002E6313" w:rsidTr="00D035F1">
        <w:trPr>
          <w:trHeight w:val="888"/>
        </w:trPr>
        <w:tc>
          <w:tcPr>
            <w:tcW w:w="776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</w:t>
            </w:r>
            <w:r>
              <w:t>10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с.Залучье ул.Ковшовой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0,42</w:t>
            </w:r>
          </w:p>
        </w:tc>
        <w:tc>
          <w:tcPr>
            <w:tcW w:w="1833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Tr="00D035F1">
        <w:trPr>
          <w:trHeight w:val="888"/>
        </w:trPr>
        <w:tc>
          <w:tcPr>
            <w:tcW w:w="776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</w:t>
            </w:r>
            <w:r>
              <w:t>11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с.Залучье ул.Рендакова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1833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Tr="00D035F1">
        <w:trPr>
          <w:trHeight w:val="888"/>
        </w:trPr>
        <w:tc>
          <w:tcPr>
            <w:tcW w:w="776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2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 ул. Молодёжная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0,266</w:t>
            </w:r>
          </w:p>
        </w:tc>
        <w:tc>
          <w:tcPr>
            <w:tcW w:w="1833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Tr="00D035F1">
        <w:trPr>
          <w:trHeight w:val="888"/>
        </w:trPr>
        <w:tc>
          <w:tcPr>
            <w:tcW w:w="776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3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 xml:space="preserve"> С.Залучье ул.Школьная 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0,22</w:t>
            </w:r>
          </w:p>
        </w:tc>
        <w:tc>
          <w:tcPr>
            <w:tcW w:w="1833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121,5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454DCB" w:rsidTr="00D035F1">
        <w:tc>
          <w:tcPr>
            <w:tcW w:w="776" w:type="dxa"/>
            <w:gridSpan w:val="2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4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Ляховичи ул. Центральная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0,5367</w:t>
            </w:r>
          </w:p>
        </w:tc>
        <w:tc>
          <w:tcPr>
            <w:tcW w:w="1833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353,0</w:t>
            </w:r>
          </w:p>
        </w:tc>
        <w:tc>
          <w:tcPr>
            <w:tcW w:w="912" w:type="dxa"/>
          </w:tcPr>
          <w:p w:rsidR="002E6313" w:rsidRPr="00454DCB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Tr="00D035F1">
        <w:trPr>
          <w:gridBefore w:val="1"/>
        </w:trPr>
        <w:tc>
          <w:tcPr>
            <w:tcW w:w="776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5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 xml:space="preserve"> С.Залучье ул.Молодёжная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</w:t>
            </w:r>
          </w:p>
        </w:tc>
        <w:tc>
          <w:tcPr>
            <w:tcW w:w="1833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2E6313" w:rsidTr="00D035F1">
        <w:trPr>
          <w:gridBefore w:val="1"/>
        </w:trPr>
        <w:tc>
          <w:tcPr>
            <w:tcW w:w="776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6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 xml:space="preserve"> С.Залучье ул.Мельничная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0,15</w:t>
            </w:r>
          </w:p>
        </w:tc>
        <w:tc>
          <w:tcPr>
            <w:tcW w:w="1833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2E6313" w:rsidTr="00D035F1">
        <w:trPr>
          <w:gridBefore w:val="1"/>
        </w:trPr>
        <w:tc>
          <w:tcPr>
            <w:tcW w:w="776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7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 xml:space="preserve"> п. Шубино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</w:t>
            </w:r>
          </w:p>
        </w:tc>
        <w:tc>
          <w:tcPr>
            <w:tcW w:w="1833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</w:tr>
      <w:tr w:rsidR="002E6313" w:rsidTr="00D035F1">
        <w:trPr>
          <w:gridBefore w:val="1"/>
        </w:trPr>
        <w:tc>
          <w:tcPr>
            <w:tcW w:w="776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8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2E6313" w:rsidRPr="009D7D75" w:rsidRDefault="002E6313" w:rsidP="007912A4">
            <w:pPr>
              <w:spacing w:line="276" w:lineRule="auto"/>
              <w:jc w:val="center"/>
            </w:pPr>
            <w:r w:rsidRPr="009D7D75">
              <w:t xml:space="preserve"> Д. Дроздино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0,25</w:t>
            </w:r>
          </w:p>
        </w:tc>
        <w:tc>
          <w:tcPr>
            <w:tcW w:w="1833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2E6313" w:rsidRPr="003765D0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203,4</w:t>
            </w:r>
          </w:p>
        </w:tc>
      </w:tr>
      <w:tr w:rsidR="002E6313" w:rsidTr="00D035F1">
        <w:trPr>
          <w:gridBefore w:val="1"/>
        </w:trPr>
        <w:tc>
          <w:tcPr>
            <w:tcW w:w="776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>
              <w:t>1.19</w:t>
            </w:r>
          </w:p>
        </w:tc>
        <w:tc>
          <w:tcPr>
            <w:tcW w:w="3772" w:type="dxa"/>
          </w:tcPr>
          <w:p w:rsidR="002E6313" w:rsidRPr="009D7D75" w:rsidRDefault="002E6313" w:rsidP="007912A4">
            <w:pPr>
              <w:spacing w:line="276" w:lineRule="auto"/>
              <w:jc w:val="center"/>
            </w:pPr>
            <w:r>
              <w:t>Экспертиза смет, шт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833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2E6313" w:rsidRPr="00F00B58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7,0</w:t>
            </w:r>
          </w:p>
        </w:tc>
        <w:tc>
          <w:tcPr>
            <w:tcW w:w="900" w:type="dxa"/>
          </w:tcPr>
          <w:p w:rsidR="002E6313" w:rsidRDefault="002E6313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2E6313" w:rsidRDefault="002E6313" w:rsidP="00BF0595">
      <w:pPr>
        <w:jc w:val="center"/>
        <w:rPr>
          <w:b/>
          <w:sz w:val="28"/>
          <w:szCs w:val="28"/>
        </w:rPr>
        <w:sectPr w:rsidR="002E6313" w:rsidSect="00F00B5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E6313" w:rsidRPr="00F00B58" w:rsidRDefault="002E6313" w:rsidP="008247E1">
      <w:pPr>
        <w:jc w:val="right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Приложение</w:t>
      </w:r>
    </w:p>
    <w:p w:rsidR="002E6313" w:rsidRPr="00F00B58" w:rsidRDefault="002E6313" w:rsidP="00BF0595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к подпрограмме «Содержание автомобильных дорог местного значения </w:t>
      </w:r>
    </w:p>
    <w:p w:rsidR="002E6313" w:rsidRPr="00F00B58" w:rsidRDefault="002E6313" w:rsidP="00BF0595">
      <w:pPr>
        <w:jc w:val="right"/>
        <w:rPr>
          <w:b/>
          <w:bCs/>
          <w:sz w:val="20"/>
          <w:szCs w:val="20"/>
          <w:lang w:eastAsia="en-US"/>
        </w:rPr>
      </w:pPr>
      <w:r w:rsidRPr="00F00B58">
        <w:rPr>
          <w:b/>
          <w:sz w:val="20"/>
          <w:szCs w:val="20"/>
        </w:rPr>
        <w:t>на территории Залучского сельского поселения на 2014-2017 г.г»</w:t>
      </w:r>
    </w:p>
    <w:p w:rsidR="002E6313" w:rsidRPr="00F00B58" w:rsidRDefault="002E6313" w:rsidP="00BF0595">
      <w:pPr>
        <w:jc w:val="right"/>
        <w:rPr>
          <w:b/>
          <w:sz w:val="20"/>
          <w:szCs w:val="20"/>
        </w:rPr>
      </w:pPr>
      <w:r w:rsidRPr="00F00B58">
        <w:rPr>
          <w:b/>
          <w:bCs/>
          <w:sz w:val="20"/>
          <w:szCs w:val="20"/>
          <w:lang w:eastAsia="en-US"/>
        </w:rPr>
        <w:t>муниципальной программы</w:t>
      </w:r>
      <w:r w:rsidRPr="00F00B58">
        <w:rPr>
          <w:bCs/>
          <w:sz w:val="20"/>
          <w:szCs w:val="20"/>
          <w:lang w:eastAsia="en-US"/>
        </w:rPr>
        <w:t xml:space="preserve"> «</w:t>
      </w:r>
      <w:r w:rsidRPr="00F00B58">
        <w:rPr>
          <w:b/>
          <w:sz w:val="20"/>
          <w:szCs w:val="20"/>
        </w:rPr>
        <w:t xml:space="preserve">Совершенствование и содержание </w:t>
      </w:r>
    </w:p>
    <w:p w:rsidR="002E6313" w:rsidRPr="00F00B58" w:rsidRDefault="002E6313" w:rsidP="00BF0595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автомобильных дорог местного значения Залучского сельского </w:t>
      </w:r>
    </w:p>
    <w:p w:rsidR="002E6313" w:rsidRPr="00F00B58" w:rsidRDefault="002E6313" w:rsidP="00BF0595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>поселения на 2014-2017 годы »</w:t>
      </w:r>
    </w:p>
    <w:p w:rsidR="002E6313" w:rsidRPr="00194E3C" w:rsidRDefault="002E6313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2E6313" w:rsidRDefault="002E6313" w:rsidP="004D28A7">
      <w:pPr>
        <w:jc w:val="center"/>
        <w:rPr>
          <w:b/>
          <w:sz w:val="28"/>
          <w:szCs w:val="28"/>
        </w:rPr>
      </w:pPr>
      <w:r w:rsidRPr="00FF5FED">
        <w:rPr>
          <w:b/>
          <w:sz w:val="28"/>
          <w:szCs w:val="28"/>
        </w:rPr>
        <w:t>Подпрограммы «</w:t>
      </w:r>
      <w:r w:rsidRPr="00F55358">
        <w:rPr>
          <w:b/>
          <w:sz w:val="28"/>
          <w:szCs w:val="28"/>
        </w:rPr>
        <w:t>Содержание автомобильных дорог местного значения на территории Залучского сельского поселения на 2014-201</w:t>
      </w:r>
      <w:r>
        <w:rPr>
          <w:b/>
          <w:sz w:val="28"/>
          <w:szCs w:val="28"/>
        </w:rPr>
        <w:t>7</w:t>
      </w:r>
      <w:r w:rsidRPr="00F55358">
        <w:rPr>
          <w:b/>
          <w:sz w:val="28"/>
          <w:szCs w:val="28"/>
        </w:rPr>
        <w:t xml:space="preserve"> г.г</w:t>
      </w:r>
      <w:r w:rsidRPr="00FF5FED">
        <w:rPr>
          <w:b/>
          <w:sz w:val="28"/>
          <w:szCs w:val="28"/>
        </w:rPr>
        <w:t>.»</w:t>
      </w:r>
      <w:r>
        <w:rPr>
          <w:b/>
          <w:sz w:val="28"/>
          <w:szCs w:val="28"/>
        </w:rPr>
        <w:t xml:space="preserve">  муниципальной  программы </w:t>
      </w: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2E6313" w:rsidRDefault="002E6313" w:rsidP="00496C33"/>
    <w:tbl>
      <w:tblPr>
        <w:tblW w:w="15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3532"/>
        <w:gridCol w:w="2127"/>
        <w:gridCol w:w="63"/>
        <w:gridCol w:w="1050"/>
        <w:gridCol w:w="1833"/>
        <w:gridCol w:w="1826"/>
        <w:gridCol w:w="1408"/>
        <w:gridCol w:w="93"/>
        <w:gridCol w:w="107"/>
        <w:gridCol w:w="1080"/>
        <w:gridCol w:w="900"/>
        <w:gridCol w:w="912"/>
      </w:tblGrid>
      <w:tr w:rsidR="002E6313" w:rsidRPr="003765D0" w:rsidTr="008247E1">
        <w:tc>
          <w:tcPr>
            <w:tcW w:w="776" w:type="dxa"/>
            <w:vMerge w:val="restart"/>
          </w:tcPr>
          <w:p w:rsidR="002E6313" w:rsidRPr="009D7D75" w:rsidRDefault="002E6313" w:rsidP="00736161">
            <w:pPr>
              <w:spacing w:line="276" w:lineRule="auto"/>
              <w:jc w:val="center"/>
            </w:pPr>
            <w:r w:rsidRPr="009D7D75">
              <w:t>№ п/п</w:t>
            </w:r>
          </w:p>
        </w:tc>
        <w:tc>
          <w:tcPr>
            <w:tcW w:w="3532" w:type="dxa"/>
            <w:vMerge w:val="restart"/>
          </w:tcPr>
          <w:p w:rsidR="002E6313" w:rsidRPr="009D7D75" w:rsidRDefault="002E6313" w:rsidP="00736161">
            <w:pPr>
              <w:spacing w:line="276" w:lineRule="auto"/>
              <w:jc w:val="center"/>
            </w:pPr>
            <w:r w:rsidRPr="009D7D75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2E6313" w:rsidRPr="009D7D75" w:rsidRDefault="002E6313" w:rsidP="00736161">
            <w:pPr>
              <w:spacing w:line="276" w:lineRule="auto"/>
              <w:jc w:val="center"/>
            </w:pPr>
            <w:r w:rsidRPr="009D7D75">
              <w:t>Исполнитель</w:t>
            </w:r>
          </w:p>
        </w:tc>
        <w:tc>
          <w:tcPr>
            <w:tcW w:w="1113" w:type="dxa"/>
            <w:gridSpan w:val="2"/>
            <w:vMerge w:val="restart"/>
          </w:tcPr>
          <w:p w:rsidR="002E6313" w:rsidRPr="009D7D75" w:rsidRDefault="002E6313" w:rsidP="00736161">
            <w:pPr>
              <w:spacing w:line="276" w:lineRule="auto"/>
              <w:jc w:val="center"/>
            </w:pPr>
            <w:r w:rsidRPr="009D7D75">
              <w:t>Протяжён</w:t>
            </w:r>
            <w:r>
              <w:t>-</w:t>
            </w:r>
            <w:r w:rsidRPr="009D7D75">
              <w:t>ность,</w:t>
            </w:r>
            <w:r>
              <w:t xml:space="preserve"> </w:t>
            </w:r>
            <w:r w:rsidRPr="009D7D75">
              <w:t>км</w:t>
            </w:r>
          </w:p>
        </w:tc>
        <w:tc>
          <w:tcPr>
            <w:tcW w:w="1833" w:type="dxa"/>
            <w:vMerge w:val="restart"/>
          </w:tcPr>
          <w:p w:rsidR="002E6313" w:rsidRPr="003765D0" w:rsidRDefault="002E6313" w:rsidP="00736161">
            <w:pPr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26" w:type="dxa"/>
            <w:vMerge w:val="restart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Источник финанси</w:t>
            </w:r>
            <w:r>
              <w:rPr>
                <w:sz w:val="27"/>
                <w:szCs w:val="27"/>
              </w:rPr>
              <w:t>-</w:t>
            </w:r>
            <w:r w:rsidRPr="003765D0">
              <w:rPr>
                <w:sz w:val="27"/>
                <w:szCs w:val="27"/>
              </w:rPr>
              <w:t>рования</w:t>
            </w:r>
          </w:p>
        </w:tc>
        <w:tc>
          <w:tcPr>
            <w:tcW w:w="4500" w:type="dxa"/>
            <w:gridSpan w:val="6"/>
          </w:tcPr>
          <w:p w:rsidR="002E6313" w:rsidRPr="003765D0" w:rsidRDefault="002E6313" w:rsidP="00736161">
            <w:r w:rsidRPr="003765D0">
              <w:rPr>
                <w:sz w:val="27"/>
                <w:szCs w:val="27"/>
              </w:rPr>
              <w:t>Объем финансирования по годам (</w:t>
            </w:r>
            <w:r>
              <w:rPr>
                <w:sz w:val="27"/>
                <w:szCs w:val="27"/>
              </w:rPr>
              <w:t>тыс.</w:t>
            </w:r>
            <w:r w:rsidRPr="003765D0">
              <w:rPr>
                <w:sz w:val="27"/>
                <w:szCs w:val="27"/>
              </w:rPr>
              <w:t>рубль)</w:t>
            </w:r>
          </w:p>
        </w:tc>
      </w:tr>
      <w:tr w:rsidR="002E6313" w:rsidRPr="003765D0" w:rsidTr="008247E1">
        <w:tc>
          <w:tcPr>
            <w:tcW w:w="776" w:type="dxa"/>
            <w:vMerge/>
          </w:tcPr>
          <w:p w:rsidR="002E6313" w:rsidRPr="009D7D75" w:rsidRDefault="002E6313" w:rsidP="00736161">
            <w:pPr>
              <w:spacing w:line="276" w:lineRule="auto"/>
              <w:jc w:val="center"/>
            </w:pPr>
          </w:p>
        </w:tc>
        <w:tc>
          <w:tcPr>
            <w:tcW w:w="3532" w:type="dxa"/>
            <w:vMerge/>
          </w:tcPr>
          <w:p w:rsidR="002E6313" w:rsidRPr="009D7D75" w:rsidRDefault="002E6313" w:rsidP="00736161">
            <w:pPr>
              <w:spacing w:line="276" w:lineRule="auto"/>
              <w:jc w:val="center"/>
            </w:pPr>
          </w:p>
        </w:tc>
        <w:tc>
          <w:tcPr>
            <w:tcW w:w="2127" w:type="dxa"/>
            <w:vMerge/>
          </w:tcPr>
          <w:p w:rsidR="002E6313" w:rsidRPr="009D7D75" w:rsidRDefault="002E6313" w:rsidP="00736161">
            <w:pPr>
              <w:spacing w:line="276" w:lineRule="auto"/>
              <w:jc w:val="center"/>
            </w:pPr>
          </w:p>
        </w:tc>
        <w:tc>
          <w:tcPr>
            <w:tcW w:w="1113" w:type="dxa"/>
            <w:gridSpan w:val="2"/>
            <w:vMerge/>
          </w:tcPr>
          <w:p w:rsidR="002E6313" w:rsidRPr="009D7D75" w:rsidRDefault="002E6313" w:rsidP="00736161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  <w:vMerge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608" w:type="dxa"/>
            <w:gridSpan w:val="3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2014</w:t>
            </w:r>
          </w:p>
        </w:tc>
        <w:tc>
          <w:tcPr>
            <w:tcW w:w="108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2015</w:t>
            </w:r>
          </w:p>
        </w:tc>
        <w:tc>
          <w:tcPr>
            <w:tcW w:w="90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2016</w:t>
            </w:r>
          </w:p>
        </w:tc>
        <w:tc>
          <w:tcPr>
            <w:tcW w:w="912" w:type="dxa"/>
          </w:tcPr>
          <w:p w:rsidR="002E6313" w:rsidRPr="00454DCB" w:rsidRDefault="002E6313" w:rsidP="00736161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2017</w:t>
            </w:r>
          </w:p>
        </w:tc>
      </w:tr>
      <w:tr w:rsidR="002E6313" w:rsidRPr="003765D0" w:rsidTr="008247E1">
        <w:tc>
          <w:tcPr>
            <w:tcW w:w="776" w:type="dxa"/>
          </w:tcPr>
          <w:p w:rsidR="002E6313" w:rsidRPr="009D7D75" w:rsidRDefault="002E6313" w:rsidP="00736161">
            <w:pPr>
              <w:spacing w:line="276" w:lineRule="auto"/>
              <w:jc w:val="center"/>
            </w:pPr>
            <w:r w:rsidRPr="009D7D75">
              <w:t>1</w:t>
            </w:r>
          </w:p>
        </w:tc>
        <w:tc>
          <w:tcPr>
            <w:tcW w:w="3532" w:type="dxa"/>
          </w:tcPr>
          <w:p w:rsidR="002E6313" w:rsidRPr="009D7D75" w:rsidRDefault="002E6313" w:rsidP="00736161">
            <w:pPr>
              <w:spacing w:line="276" w:lineRule="auto"/>
              <w:jc w:val="center"/>
            </w:pPr>
            <w:r w:rsidRPr="009D7D75">
              <w:t>2</w:t>
            </w:r>
          </w:p>
        </w:tc>
        <w:tc>
          <w:tcPr>
            <w:tcW w:w="2127" w:type="dxa"/>
          </w:tcPr>
          <w:p w:rsidR="002E6313" w:rsidRPr="009D7D75" w:rsidRDefault="002E6313" w:rsidP="00736161">
            <w:pPr>
              <w:spacing w:line="276" w:lineRule="auto"/>
              <w:jc w:val="center"/>
            </w:pPr>
            <w:r w:rsidRPr="009D7D75">
              <w:t>3</w:t>
            </w:r>
          </w:p>
        </w:tc>
        <w:tc>
          <w:tcPr>
            <w:tcW w:w="1113" w:type="dxa"/>
            <w:gridSpan w:val="2"/>
          </w:tcPr>
          <w:p w:rsidR="002E6313" w:rsidRPr="009D7D75" w:rsidRDefault="002E6313" w:rsidP="00736161">
            <w:pPr>
              <w:spacing w:line="276" w:lineRule="auto"/>
              <w:jc w:val="center"/>
            </w:pPr>
            <w:r w:rsidRPr="009D7D75">
              <w:t>4</w:t>
            </w:r>
          </w:p>
        </w:tc>
        <w:tc>
          <w:tcPr>
            <w:tcW w:w="1833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5</w:t>
            </w:r>
          </w:p>
        </w:tc>
        <w:tc>
          <w:tcPr>
            <w:tcW w:w="1826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6</w:t>
            </w:r>
          </w:p>
        </w:tc>
        <w:tc>
          <w:tcPr>
            <w:tcW w:w="1608" w:type="dxa"/>
            <w:gridSpan w:val="3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7</w:t>
            </w:r>
          </w:p>
        </w:tc>
        <w:tc>
          <w:tcPr>
            <w:tcW w:w="108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8</w:t>
            </w:r>
          </w:p>
        </w:tc>
        <w:tc>
          <w:tcPr>
            <w:tcW w:w="90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9</w:t>
            </w:r>
          </w:p>
        </w:tc>
        <w:tc>
          <w:tcPr>
            <w:tcW w:w="912" w:type="dxa"/>
          </w:tcPr>
          <w:p w:rsidR="002E6313" w:rsidRPr="00454DCB" w:rsidRDefault="002E6313" w:rsidP="00736161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10</w:t>
            </w:r>
          </w:p>
        </w:tc>
      </w:tr>
      <w:tr w:rsidR="002E6313" w:rsidRPr="003765D0" w:rsidTr="008247E1">
        <w:tc>
          <w:tcPr>
            <w:tcW w:w="776" w:type="dxa"/>
          </w:tcPr>
          <w:p w:rsidR="002E6313" w:rsidRPr="009D7D75" w:rsidRDefault="002E6313" w:rsidP="00736161">
            <w:pPr>
              <w:spacing w:line="276" w:lineRule="auto"/>
              <w:jc w:val="center"/>
            </w:pPr>
            <w:r>
              <w:t xml:space="preserve"> 1.</w:t>
            </w:r>
          </w:p>
        </w:tc>
        <w:tc>
          <w:tcPr>
            <w:tcW w:w="14931" w:type="dxa"/>
            <w:gridSpan w:val="12"/>
          </w:tcPr>
          <w:p w:rsidR="002E6313" w:rsidRPr="00D035F1" w:rsidRDefault="002E6313" w:rsidP="00736161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Задача: </w:t>
            </w:r>
            <w:r w:rsidRPr="00D035F1">
              <w:rPr>
                <w:b/>
                <w:i/>
                <w:sz w:val="20"/>
                <w:szCs w:val="20"/>
              </w:rPr>
              <w:t>Содержание автомобильных дорог местного значения</w:t>
            </w:r>
          </w:p>
        </w:tc>
      </w:tr>
      <w:tr w:rsidR="002E6313" w:rsidRPr="003765D0" w:rsidTr="008247E1">
        <w:tc>
          <w:tcPr>
            <w:tcW w:w="776" w:type="dxa"/>
          </w:tcPr>
          <w:p w:rsidR="002E6313" w:rsidRDefault="002E6313" w:rsidP="00736161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14931" w:type="dxa"/>
            <w:gridSpan w:val="12"/>
          </w:tcPr>
          <w:p w:rsidR="002E6313" w:rsidRPr="00D035F1" w:rsidRDefault="002E6313" w:rsidP="0073616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Очистка автомобильных дорог местного значения от снега</w:t>
            </w:r>
          </w:p>
        </w:tc>
      </w:tr>
      <w:tr w:rsidR="002E6313" w:rsidRPr="003765D0" w:rsidTr="008247E1">
        <w:tc>
          <w:tcPr>
            <w:tcW w:w="776" w:type="dxa"/>
          </w:tcPr>
          <w:p w:rsidR="002E6313" w:rsidRPr="009D7D75" w:rsidRDefault="002E6313" w:rsidP="00496C33">
            <w:pPr>
              <w:spacing w:line="276" w:lineRule="auto"/>
              <w:jc w:val="center"/>
            </w:pPr>
            <w:r>
              <w:t>1</w:t>
            </w:r>
            <w:r w:rsidRPr="009D7D75">
              <w:t>.1</w:t>
            </w:r>
            <w:r>
              <w:t xml:space="preserve">.1 </w:t>
            </w:r>
          </w:p>
        </w:tc>
        <w:tc>
          <w:tcPr>
            <w:tcW w:w="3532" w:type="dxa"/>
          </w:tcPr>
          <w:p w:rsidR="002E6313" w:rsidRPr="009D7D75" w:rsidRDefault="002E6313" w:rsidP="008247E1">
            <w:r w:rsidRPr="009D7D75"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21,23 </w:t>
            </w:r>
          </w:p>
        </w:tc>
        <w:tc>
          <w:tcPr>
            <w:tcW w:w="1833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3765D0">
              <w:rPr>
                <w:sz w:val="27"/>
                <w:szCs w:val="27"/>
              </w:rPr>
              <w:t>.1.1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120,8 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076CB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142,6</w:t>
            </w:r>
          </w:p>
        </w:tc>
        <w:tc>
          <w:tcPr>
            <w:tcW w:w="90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  <w:tc>
          <w:tcPr>
            <w:tcW w:w="912" w:type="dxa"/>
          </w:tcPr>
          <w:p w:rsidR="002E6313" w:rsidRPr="00454DCB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2E6313" w:rsidRPr="003765D0" w:rsidTr="008247E1">
        <w:tc>
          <w:tcPr>
            <w:tcW w:w="776" w:type="dxa"/>
          </w:tcPr>
          <w:p w:rsidR="002E6313" w:rsidRDefault="002E6313" w:rsidP="00496C33">
            <w:pPr>
              <w:spacing w:line="276" w:lineRule="auto"/>
              <w:jc w:val="center"/>
            </w:pPr>
            <w:r>
              <w:t>1.2</w:t>
            </w:r>
          </w:p>
        </w:tc>
        <w:tc>
          <w:tcPr>
            <w:tcW w:w="14019" w:type="dxa"/>
            <w:gridSpan w:val="11"/>
          </w:tcPr>
          <w:p w:rsidR="002E6313" w:rsidRPr="0075433C" w:rsidRDefault="002E6313" w:rsidP="0075433C">
            <w:pPr>
              <w:spacing w:line="276" w:lineRule="auto"/>
              <w:rPr>
                <w:sz w:val="22"/>
                <w:szCs w:val="22"/>
              </w:rPr>
            </w:pPr>
            <w:r w:rsidRPr="0075433C">
              <w:rPr>
                <w:b/>
                <w:i/>
                <w:sz w:val="22"/>
                <w:szCs w:val="22"/>
              </w:rPr>
              <w:t>Благоустройство автомобильных дорог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</w:p>
        </w:tc>
      </w:tr>
      <w:tr w:rsidR="002E6313" w:rsidRPr="003765D0" w:rsidTr="008247E1">
        <w:tc>
          <w:tcPr>
            <w:tcW w:w="776" w:type="dxa"/>
          </w:tcPr>
          <w:p w:rsidR="002E6313" w:rsidRPr="009D7D75" w:rsidRDefault="002E6313" w:rsidP="0075433C">
            <w:pPr>
              <w:spacing w:line="276" w:lineRule="auto"/>
              <w:jc w:val="center"/>
            </w:pPr>
            <w:r>
              <w:t>1.2.1</w:t>
            </w:r>
          </w:p>
        </w:tc>
        <w:tc>
          <w:tcPr>
            <w:tcW w:w="3532" w:type="dxa"/>
          </w:tcPr>
          <w:p w:rsidR="002E6313" w:rsidRPr="009D7D75" w:rsidRDefault="002E6313" w:rsidP="00736161">
            <w:pPr>
              <w:jc w:val="both"/>
            </w:pPr>
            <w:r>
              <w:t>Установка дорожных знаков и нанесение линий горизонтальной дорожной разметки, шт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</w:t>
            </w:r>
          </w:p>
        </w:tc>
        <w:tc>
          <w:tcPr>
            <w:tcW w:w="1833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1.2.1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92,7</w:t>
            </w:r>
          </w:p>
        </w:tc>
        <w:tc>
          <w:tcPr>
            <w:tcW w:w="90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c>
          <w:tcPr>
            <w:tcW w:w="776" w:type="dxa"/>
          </w:tcPr>
          <w:p w:rsidR="002E6313" w:rsidRPr="009D7D75" w:rsidRDefault="002E6313" w:rsidP="0075433C">
            <w:pPr>
              <w:spacing w:line="276" w:lineRule="auto"/>
              <w:jc w:val="center"/>
            </w:pPr>
            <w:r>
              <w:t xml:space="preserve">1.2.2 </w:t>
            </w:r>
          </w:p>
        </w:tc>
        <w:tc>
          <w:tcPr>
            <w:tcW w:w="3532" w:type="dxa"/>
          </w:tcPr>
          <w:p w:rsidR="002E6313" w:rsidRPr="009D7D75" w:rsidRDefault="002E6313" w:rsidP="00736161">
            <w:pPr>
              <w:jc w:val="both"/>
            </w:pPr>
            <w:r>
              <w:t>Прочистка водоотводных канав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1833" w:type="dxa"/>
          </w:tcPr>
          <w:p w:rsidR="002E6313" w:rsidRPr="003765D0" w:rsidRDefault="002E6313" w:rsidP="0006058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1.2.2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13,5</w:t>
            </w:r>
          </w:p>
        </w:tc>
        <w:tc>
          <w:tcPr>
            <w:tcW w:w="90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c>
          <w:tcPr>
            <w:tcW w:w="776" w:type="dxa"/>
          </w:tcPr>
          <w:p w:rsidR="002E6313" w:rsidRPr="009D7D75" w:rsidRDefault="002E6313" w:rsidP="0075433C">
            <w:pPr>
              <w:spacing w:line="276" w:lineRule="auto"/>
              <w:jc w:val="center"/>
            </w:pPr>
            <w:r>
              <w:t>1.2.3.</w:t>
            </w:r>
          </w:p>
        </w:tc>
        <w:tc>
          <w:tcPr>
            <w:tcW w:w="3532" w:type="dxa"/>
          </w:tcPr>
          <w:p w:rsidR="002E6313" w:rsidRPr="009D7D75" w:rsidRDefault="002E6313" w:rsidP="00736161">
            <w:pPr>
              <w:jc w:val="both"/>
            </w:pPr>
            <w:r>
              <w:t>Планировка дорожного полотна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7,8</w:t>
            </w:r>
          </w:p>
        </w:tc>
        <w:tc>
          <w:tcPr>
            <w:tcW w:w="1833" w:type="dxa"/>
          </w:tcPr>
          <w:p w:rsidR="002E6313" w:rsidRPr="003765D0" w:rsidRDefault="002E6313" w:rsidP="0006058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1.2.3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125,0 </w:t>
            </w:r>
          </w:p>
        </w:tc>
        <w:tc>
          <w:tcPr>
            <w:tcW w:w="90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rPr>
          <w:trHeight w:val="420"/>
        </w:trPr>
        <w:tc>
          <w:tcPr>
            <w:tcW w:w="776" w:type="dxa"/>
            <w:vMerge w:val="restart"/>
          </w:tcPr>
          <w:p w:rsidR="002E6313" w:rsidRDefault="002E6313" w:rsidP="0075433C">
            <w:pPr>
              <w:spacing w:line="276" w:lineRule="auto"/>
              <w:jc w:val="center"/>
            </w:pPr>
            <w:r>
              <w:t>1.2. 4</w:t>
            </w:r>
          </w:p>
        </w:tc>
        <w:tc>
          <w:tcPr>
            <w:tcW w:w="3532" w:type="dxa"/>
            <w:vMerge w:val="restart"/>
          </w:tcPr>
          <w:p w:rsidR="002E6313" w:rsidRDefault="002E6313" w:rsidP="00736161">
            <w:pPr>
              <w:jc w:val="both"/>
            </w:pPr>
            <w:r>
              <w:t>Восстановление профиля канав: с.Залучье, ул.Советская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0,325</w:t>
            </w:r>
          </w:p>
        </w:tc>
        <w:tc>
          <w:tcPr>
            <w:tcW w:w="1833" w:type="dxa"/>
            <w:vMerge w:val="restart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1.2.4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94,9 </w:t>
            </w:r>
          </w:p>
        </w:tc>
        <w:tc>
          <w:tcPr>
            <w:tcW w:w="900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rPr>
          <w:trHeight w:val="636"/>
        </w:trPr>
        <w:tc>
          <w:tcPr>
            <w:tcW w:w="776" w:type="dxa"/>
            <w:vMerge/>
          </w:tcPr>
          <w:p w:rsidR="002E6313" w:rsidRDefault="002E6313" w:rsidP="00736161">
            <w:pPr>
              <w:spacing w:line="276" w:lineRule="auto"/>
              <w:jc w:val="center"/>
            </w:pPr>
          </w:p>
        </w:tc>
        <w:tc>
          <w:tcPr>
            <w:tcW w:w="3532" w:type="dxa"/>
            <w:vMerge/>
          </w:tcPr>
          <w:p w:rsidR="002E6313" w:rsidRDefault="002E6313" w:rsidP="00736161">
            <w:pPr>
              <w:jc w:val="both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5,1</w:t>
            </w:r>
          </w:p>
        </w:tc>
        <w:tc>
          <w:tcPr>
            <w:tcW w:w="900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rPr>
          <w:trHeight w:val="408"/>
        </w:trPr>
        <w:tc>
          <w:tcPr>
            <w:tcW w:w="776" w:type="dxa"/>
            <w:vMerge w:val="restart"/>
          </w:tcPr>
          <w:p w:rsidR="002E6313" w:rsidRDefault="002E6313" w:rsidP="0075433C">
            <w:pPr>
              <w:spacing w:line="276" w:lineRule="auto"/>
              <w:jc w:val="center"/>
            </w:pPr>
            <w:r>
              <w:t>1.2.5</w:t>
            </w:r>
          </w:p>
        </w:tc>
        <w:tc>
          <w:tcPr>
            <w:tcW w:w="3532" w:type="dxa"/>
            <w:vMerge w:val="restart"/>
          </w:tcPr>
          <w:p w:rsidR="002E6313" w:rsidRDefault="002E6313" w:rsidP="00736161">
            <w:pPr>
              <w:jc w:val="both"/>
            </w:pPr>
            <w:r>
              <w:t>Восстановление профиля канав: с.Залучье, ул.Советская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0,27</w:t>
            </w:r>
          </w:p>
        </w:tc>
        <w:tc>
          <w:tcPr>
            <w:tcW w:w="1833" w:type="dxa"/>
            <w:vMerge w:val="restart"/>
          </w:tcPr>
          <w:p w:rsidR="002E6313" w:rsidRDefault="002E6313" w:rsidP="00DC0657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1.2.4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78,7</w:t>
            </w:r>
          </w:p>
        </w:tc>
        <w:tc>
          <w:tcPr>
            <w:tcW w:w="900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rPr>
          <w:trHeight w:val="648"/>
        </w:trPr>
        <w:tc>
          <w:tcPr>
            <w:tcW w:w="776" w:type="dxa"/>
            <w:vMerge/>
          </w:tcPr>
          <w:p w:rsidR="002E6313" w:rsidRDefault="002E6313" w:rsidP="00736161">
            <w:pPr>
              <w:spacing w:line="276" w:lineRule="auto"/>
              <w:jc w:val="center"/>
            </w:pPr>
          </w:p>
        </w:tc>
        <w:tc>
          <w:tcPr>
            <w:tcW w:w="3532" w:type="dxa"/>
            <w:vMerge/>
          </w:tcPr>
          <w:p w:rsidR="002E6313" w:rsidRDefault="002E6313" w:rsidP="00736161">
            <w:pPr>
              <w:jc w:val="both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4,2</w:t>
            </w:r>
          </w:p>
        </w:tc>
        <w:tc>
          <w:tcPr>
            <w:tcW w:w="900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rPr>
          <w:trHeight w:val="408"/>
        </w:trPr>
        <w:tc>
          <w:tcPr>
            <w:tcW w:w="776" w:type="dxa"/>
            <w:vMerge w:val="restart"/>
          </w:tcPr>
          <w:p w:rsidR="002E6313" w:rsidRDefault="002E6313" w:rsidP="0075433C">
            <w:pPr>
              <w:spacing w:line="276" w:lineRule="auto"/>
              <w:jc w:val="center"/>
            </w:pPr>
            <w:r>
              <w:t>1.2.6</w:t>
            </w:r>
          </w:p>
        </w:tc>
        <w:tc>
          <w:tcPr>
            <w:tcW w:w="3532" w:type="dxa"/>
            <w:vMerge w:val="restart"/>
          </w:tcPr>
          <w:p w:rsidR="002E6313" w:rsidRDefault="002E6313" w:rsidP="00736161">
            <w:pPr>
              <w:jc w:val="both"/>
            </w:pPr>
            <w:r>
              <w:t>Восстановление профиля канав: с.Залучье, ул.Советская</w:t>
            </w:r>
          </w:p>
        </w:tc>
        <w:tc>
          <w:tcPr>
            <w:tcW w:w="2190" w:type="dxa"/>
            <w:gridSpan w:val="2"/>
            <w:vMerge w:val="restart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0,28</w:t>
            </w:r>
          </w:p>
        </w:tc>
        <w:tc>
          <w:tcPr>
            <w:tcW w:w="1833" w:type="dxa"/>
            <w:vMerge w:val="restart"/>
          </w:tcPr>
          <w:p w:rsidR="002E6313" w:rsidRDefault="002E6313" w:rsidP="00DC0657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1.2.4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82,8</w:t>
            </w:r>
          </w:p>
        </w:tc>
        <w:tc>
          <w:tcPr>
            <w:tcW w:w="900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rPr>
          <w:trHeight w:val="648"/>
        </w:trPr>
        <w:tc>
          <w:tcPr>
            <w:tcW w:w="776" w:type="dxa"/>
            <w:vMerge/>
          </w:tcPr>
          <w:p w:rsidR="002E6313" w:rsidRDefault="002E6313" w:rsidP="00736161">
            <w:pPr>
              <w:spacing w:line="276" w:lineRule="auto"/>
              <w:jc w:val="center"/>
            </w:pPr>
          </w:p>
        </w:tc>
        <w:tc>
          <w:tcPr>
            <w:tcW w:w="3532" w:type="dxa"/>
            <w:vMerge/>
          </w:tcPr>
          <w:p w:rsidR="002E6313" w:rsidRDefault="002E6313" w:rsidP="00736161">
            <w:pPr>
              <w:jc w:val="both"/>
            </w:pPr>
          </w:p>
        </w:tc>
        <w:tc>
          <w:tcPr>
            <w:tcW w:w="2190" w:type="dxa"/>
            <w:gridSpan w:val="2"/>
            <w:vMerge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4,4</w:t>
            </w:r>
          </w:p>
        </w:tc>
        <w:tc>
          <w:tcPr>
            <w:tcW w:w="900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rPr>
          <w:trHeight w:val="648"/>
        </w:trPr>
        <w:tc>
          <w:tcPr>
            <w:tcW w:w="776" w:type="dxa"/>
          </w:tcPr>
          <w:p w:rsidR="002E6313" w:rsidRDefault="002E6313" w:rsidP="0075433C">
            <w:pPr>
              <w:spacing w:line="276" w:lineRule="auto"/>
              <w:jc w:val="center"/>
            </w:pPr>
            <w:r>
              <w:t>1.2.7</w:t>
            </w:r>
          </w:p>
        </w:tc>
        <w:tc>
          <w:tcPr>
            <w:tcW w:w="3532" w:type="dxa"/>
          </w:tcPr>
          <w:p w:rsidR="002E6313" w:rsidRDefault="002E6313" w:rsidP="00736161">
            <w:pPr>
              <w:jc w:val="both"/>
            </w:pPr>
            <w:r>
              <w:t>Экспертиза смет, шт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833" w:type="dxa"/>
          </w:tcPr>
          <w:p w:rsidR="002E6313" w:rsidRDefault="002E6313" w:rsidP="00DC0657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1.2.4</w:t>
            </w:r>
          </w:p>
        </w:tc>
        <w:tc>
          <w:tcPr>
            <w:tcW w:w="1826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408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80" w:type="dxa"/>
            <w:gridSpan w:val="3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3,0</w:t>
            </w:r>
          </w:p>
        </w:tc>
        <w:tc>
          <w:tcPr>
            <w:tcW w:w="900" w:type="dxa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E6313" w:rsidRPr="003765D0" w:rsidTr="008247E1">
        <w:tc>
          <w:tcPr>
            <w:tcW w:w="776" w:type="dxa"/>
          </w:tcPr>
          <w:p w:rsidR="002E6313" w:rsidRPr="009D7D75" w:rsidRDefault="002E6313" w:rsidP="00496C33">
            <w:pPr>
              <w:spacing w:line="276" w:lineRule="auto"/>
              <w:jc w:val="center"/>
            </w:pPr>
            <w:r>
              <w:t>1.3</w:t>
            </w:r>
            <w:r w:rsidRPr="009D7D75">
              <w:t>.</w:t>
            </w:r>
            <w:r>
              <w:t xml:space="preserve"> </w:t>
            </w:r>
          </w:p>
        </w:tc>
        <w:tc>
          <w:tcPr>
            <w:tcW w:w="14019" w:type="dxa"/>
            <w:gridSpan w:val="11"/>
          </w:tcPr>
          <w:p w:rsidR="002E6313" w:rsidRPr="00D035F1" w:rsidRDefault="002E6313" w:rsidP="0075433C">
            <w:pPr>
              <w:rPr>
                <w:b/>
                <w:i/>
                <w:sz w:val="20"/>
                <w:szCs w:val="20"/>
              </w:rPr>
            </w:pPr>
            <w:r w:rsidRPr="00D035F1">
              <w:rPr>
                <w:b/>
                <w:i/>
                <w:sz w:val="20"/>
                <w:szCs w:val="20"/>
              </w:rPr>
              <w:t>Паспортизация и регистрация в собственность сельского поселения автомобильных дорог местного значения</w:t>
            </w:r>
          </w:p>
        </w:tc>
        <w:tc>
          <w:tcPr>
            <w:tcW w:w="912" w:type="dxa"/>
          </w:tcPr>
          <w:p w:rsidR="002E6313" w:rsidRPr="003765D0" w:rsidRDefault="002E6313" w:rsidP="00736161"/>
        </w:tc>
      </w:tr>
      <w:tr w:rsidR="002E6313" w:rsidRPr="003765D0" w:rsidTr="008247E1">
        <w:tc>
          <w:tcPr>
            <w:tcW w:w="776" w:type="dxa"/>
          </w:tcPr>
          <w:p w:rsidR="002E6313" w:rsidRPr="009D7D75" w:rsidRDefault="002E6313" w:rsidP="007E6B1F">
            <w:pPr>
              <w:spacing w:line="276" w:lineRule="auto"/>
              <w:jc w:val="center"/>
            </w:pPr>
            <w:r>
              <w:t>13</w:t>
            </w:r>
            <w:r w:rsidRPr="009D7D75">
              <w:t>.1</w:t>
            </w:r>
          </w:p>
        </w:tc>
        <w:tc>
          <w:tcPr>
            <w:tcW w:w="3532" w:type="dxa"/>
          </w:tcPr>
          <w:p w:rsidR="002E6313" w:rsidRPr="009D7D75" w:rsidRDefault="002E6313" w:rsidP="008247E1">
            <w:r w:rsidRPr="009D7D75"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32 дороги-18,4</w:t>
            </w:r>
          </w:p>
        </w:tc>
        <w:tc>
          <w:tcPr>
            <w:tcW w:w="1833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1.3.1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501" w:type="dxa"/>
            <w:gridSpan w:val="2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1187" w:type="dxa"/>
            <w:gridSpan w:val="2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</w:t>
            </w:r>
            <w:r w:rsidRPr="003765D0">
              <w:rPr>
                <w:sz w:val="27"/>
                <w:szCs w:val="27"/>
              </w:rPr>
              <w:t>0,0</w:t>
            </w:r>
          </w:p>
        </w:tc>
        <w:tc>
          <w:tcPr>
            <w:tcW w:w="90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12" w:type="dxa"/>
          </w:tcPr>
          <w:p w:rsidR="002E6313" w:rsidRPr="003765D0" w:rsidRDefault="002E6313" w:rsidP="00736161">
            <w:r>
              <w:t>0</w:t>
            </w:r>
          </w:p>
        </w:tc>
      </w:tr>
      <w:tr w:rsidR="002E6313" w:rsidRPr="003765D0" w:rsidTr="008247E1">
        <w:tc>
          <w:tcPr>
            <w:tcW w:w="776" w:type="dxa"/>
          </w:tcPr>
          <w:p w:rsidR="002E6313" w:rsidRPr="009D7D75" w:rsidRDefault="002E6313" w:rsidP="00736161">
            <w:pPr>
              <w:spacing w:line="276" w:lineRule="auto"/>
              <w:jc w:val="center"/>
            </w:pPr>
            <w:r>
              <w:t>1.3.2</w:t>
            </w:r>
          </w:p>
        </w:tc>
        <w:tc>
          <w:tcPr>
            <w:tcW w:w="3532" w:type="dxa"/>
          </w:tcPr>
          <w:p w:rsidR="002E6313" w:rsidRPr="009D7D75" w:rsidRDefault="002E6313" w:rsidP="00736161">
            <w:pPr>
              <w:jc w:val="both"/>
            </w:pPr>
            <w:r>
              <w:t>Оценка сооружений, шт</w:t>
            </w:r>
          </w:p>
        </w:tc>
        <w:tc>
          <w:tcPr>
            <w:tcW w:w="2190" w:type="dxa"/>
            <w:gridSpan w:val="2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</w:p>
        </w:tc>
        <w:tc>
          <w:tcPr>
            <w:tcW w:w="1833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1.3.1</w:t>
            </w:r>
          </w:p>
        </w:tc>
        <w:tc>
          <w:tcPr>
            <w:tcW w:w="1826" w:type="dxa"/>
          </w:tcPr>
          <w:p w:rsidR="002E6313" w:rsidRPr="00D035F1" w:rsidRDefault="002E6313" w:rsidP="007361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501" w:type="dxa"/>
            <w:gridSpan w:val="2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87" w:type="dxa"/>
            <w:gridSpan w:val="2"/>
          </w:tcPr>
          <w:p w:rsidR="002E6313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90,0</w:t>
            </w:r>
          </w:p>
        </w:tc>
        <w:tc>
          <w:tcPr>
            <w:tcW w:w="900" w:type="dxa"/>
          </w:tcPr>
          <w:p w:rsidR="002E6313" w:rsidRPr="003765D0" w:rsidRDefault="002E6313" w:rsidP="0073616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2E6313" w:rsidRDefault="002E6313" w:rsidP="00736161">
            <w:r>
              <w:t>0</w:t>
            </w:r>
          </w:p>
        </w:tc>
      </w:tr>
    </w:tbl>
    <w:p w:rsidR="002E6313" w:rsidRPr="00194E3C" w:rsidRDefault="002E6313" w:rsidP="00496C33">
      <w:pPr>
        <w:spacing w:line="276" w:lineRule="auto"/>
        <w:jc w:val="both"/>
        <w:rPr>
          <w:sz w:val="28"/>
          <w:szCs w:val="28"/>
        </w:rPr>
      </w:pPr>
    </w:p>
    <w:p w:rsidR="002E6313" w:rsidRPr="00194E3C" w:rsidRDefault="002E6313" w:rsidP="004D28A7">
      <w:pPr>
        <w:jc w:val="center"/>
        <w:rPr>
          <w:b/>
          <w:sz w:val="28"/>
          <w:szCs w:val="28"/>
        </w:rPr>
      </w:pPr>
    </w:p>
    <w:sectPr w:rsidR="002E6313" w:rsidRPr="00194E3C" w:rsidSect="00D035F1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2D655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145D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FE8EB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C245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34C91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44DD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9A10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486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1A6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54C6F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1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661034E"/>
    <w:multiLevelType w:val="hybridMultilevel"/>
    <w:tmpl w:val="5838E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595"/>
    <w:rsid w:val="00025BBC"/>
    <w:rsid w:val="00057B46"/>
    <w:rsid w:val="00060582"/>
    <w:rsid w:val="00063402"/>
    <w:rsid w:val="0006431C"/>
    <w:rsid w:val="0007267E"/>
    <w:rsid w:val="00076CB5"/>
    <w:rsid w:val="000A2BC5"/>
    <w:rsid w:val="000B2F55"/>
    <w:rsid w:val="000D3AF6"/>
    <w:rsid w:val="000D5DBE"/>
    <w:rsid w:val="000E2955"/>
    <w:rsid w:val="000E6C18"/>
    <w:rsid w:val="000F5B4C"/>
    <w:rsid w:val="00115EF3"/>
    <w:rsid w:val="00116F3E"/>
    <w:rsid w:val="00127D57"/>
    <w:rsid w:val="00147CD4"/>
    <w:rsid w:val="00152598"/>
    <w:rsid w:val="0016364E"/>
    <w:rsid w:val="0016417F"/>
    <w:rsid w:val="00164C20"/>
    <w:rsid w:val="001710D4"/>
    <w:rsid w:val="00187249"/>
    <w:rsid w:val="00194E3C"/>
    <w:rsid w:val="001A21D1"/>
    <w:rsid w:val="001F0D10"/>
    <w:rsid w:val="0020283C"/>
    <w:rsid w:val="00203834"/>
    <w:rsid w:val="00215A88"/>
    <w:rsid w:val="00220399"/>
    <w:rsid w:val="002228AF"/>
    <w:rsid w:val="00232154"/>
    <w:rsid w:val="00237443"/>
    <w:rsid w:val="00245E41"/>
    <w:rsid w:val="002760C5"/>
    <w:rsid w:val="002A0114"/>
    <w:rsid w:val="002B3C07"/>
    <w:rsid w:val="002D0CFC"/>
    <w:rsid w:val="002D53DB"/>
    <w:rsid w:val="002E0312"/>
    <w:rsid w:val="002E5EAE"/>
    <w:rsid w:val="002E6313"/>
    <w:rsid w:val="002E6D2D"/>
    <w:rsid w:val="002F1419"/>
    <w:rsid w:val="002F6C97"/>
    <w:rsid w:val="00305EFC"/>
    <w:rsid w:val="00307D02"/>
    <w:rsid w:val="00313ACC"/>
    <w:rsid w:val="0033577C"/>
    <w:rsid w:val="003358F5"/>
    <w:rsid w:val="003765D0"/>
    <w:rsid w:val="003B1066"/>
    <w:rsid w:val="003B173E"/>
    <w:rsid w:val="003E0648"/>
    <w:rsid w:val="003E0663"/>
    <w:rsid w:val="003E2B2B"/>
    <w:rsid w:val="003E719A"/>
    <w:rsid w:val="0040323D"/>
    <w:rsid w:val="004246A8"/>
    <w:rsid w:val="00445B8A"/>
    <w:rsid w:val="00454DCB"/>
    <w:rsid w:val="00456D13"/>
    <w:rsid w:val="00495F18"/>
    <w:rsid w:val="00496C33"/>
    <w:rsid w:val="004D28A7"/>
    <w:rsid w:val="004E4349"/>
    <w:rsid w:val="004F754D"/>
    <w:rsid w:val="004F7EF3"/>
    <w:rsid w:val="005255AC"/>
    <w:rsid w:val="005311B4"/>
    <w:rsid w:val="00546D89"/>
    <w:rsid w:val="00560E54"/>
    <w:rsid w:val="00576005"/>
    <w:rsid w:val="00582D95"/>
    <w:rsid w:val="005A2143"/>
    <w:rsid w:val="005B0595"/>
    <w:rsid w:val="005B306C"/>
    <w:rsid w:val="005C25E0"/>
    <w:rsid w:val="005D7C10"/>
    <w:rsid w:val="005F0792"/>
    <w:rsid w:val="005F6CB9"/>
    <w:rsid w:val="005F7F9A"/>
    <w:rsid w:val="006012CA"/>
    <w:rsid w:val="00614A8B"/>
    <w:rsid w:val="00626EAC"/>
    <w:rsid w:val="0064050C"/>
    <w:rsid w:val="00651417"/>
    <w:rsid w:val="00657B20"/>
    <w:rsid w:val="0066071A"/>
    <w:rsid w:val="00667AD5"/>
    <w:rsid w:val="0068142E"/>
    <w:rsid w:val="00692A0F"/>
    <w:rsid w:val="0069605D"/>
    <w:rsid w:val="006B1AC2"/>
    <w:rsid w:val="006B5958"/>
    <w:rsid w:val="006B7848"/>
    <w:rsid w:val="006C33CD"/>
    <w:rsid w:val="006D7F8B"/>
    <w:rsid w:val="006F503D"/>
    <w:rsid w:val="006F76C6"/>
    <w:rsid w:val="00736161"/>
    <w:rsid w:val="0075433C"/>
    <w:rsid w:val="00760C0C"/>
    <w:rsid w:val="00770C4E"/>
    <w:rsid w:val="0077645B"/>
    <w:rsid w:val="00776F18"/>
    <w:rsid w:val="007912A4"/>
    <w:rsid w:val="00795E6E"/>
    <w:rsid w:val="007A3E9C"/>
    <w:rsid w:val="007A6333"/>
    <w:rsid w:val="007E6B1F"/>
    <w:rsid w:val="00814D51"/>
    <w:rsid w:val="00814F85"/>
    <w:rsid w:val="008247E1"/>
    <w:rsid w:val="00831278"/>
    <w:rsid w:val="00844CE2"/>
    <w:rsid w:val="00846324"/>
    <w:rsid w:val="008519F4"/>
    <w:rsid w:val="008537F6"/>
    <w:rsid w:val="00877CA1"/>
    <w:rsid w:val="008C4430"/>
    <w:rsid w:val="008D0E44"/>
    <w:rsid w:val="008D5E1F"/>
    <w:rsid w:val="008E7D28"/>
    <w:rsid w:val="00912DF8"/>
    <w:rsid w:val="009158F2"/>
    <w:rsid w:val="009207EE"/>
    <w:rsid w:val="009214CA"/>
    <w:rsid w:val="00921E6C"/>
    <w:rsid w:val="00937741"/>
    <w:rsid w:val="009613F9"/>
    <w:rsid w:val="0096230C"/>
    <w:rsid w:val="0098188E"/>
    <w:rsid w:val="00985CDC"/>
    <w:rsid w:val="00990F10"/>
    <w:rsid w:val="009941F9"/>
    <w:rsid w:val="009A5E6E"/>
    <w:rsid w:val="009B6F11"/>
    <w:rsid w:val="009D7D75"/>
    <w:rsid w:val="009F0DAB"/>
    <w:rsid w:val="00A30358"/>
    <w:rsid w:val="00A33E6D"/>
    <w:rsid w:val="00A36615"/>
    <w:rsid w:val="00A50212"/>
    <w:rsid w:val="00A52336"/>
    <w:rsid w:val="00A91588"/>
    <w:rsid w:val="00AA7DE2"/>
    <w:rsid w:val="00AB3199"/>
    <w:rsid w:val="00AD3821"/>
    <w:rsid w:val="00AF3DAD"/>
    <w:rsid w:val="00AF421B"/>
    <w:rsid w:val="00AF48F8"/>
    <w:rsid w:val="00B00AC1"/>
    <w:rsid w:val="00B0507C"/>
    <w:rsid w:val="00B17ACB"/>
    <w:rsid w:val="00B64F00"/>
    <w:rsid w:val="00BA1B0A"/>
    <w:rsid w:val="00BA5057"/>
    <w:rsid w:val="00BB0477"/>
    <w:rsid w:val="00BB0D01"/>
    <w:rsid w:val="00BB2799"/>
    <w:rsid w:val="00BC37C9"/>
    <w:rsid w:val="00BF0595"/>
    <w:rsid w:val="00C00DD7"/>
    <w:rsid w:val="00C10C14"/>
    <w:rsid w:val="00C2213E"/>
    <w:rsid w:val="00C30D47"/>
    <w:rsid w:val="00C51664"/>
    <w:rsid w:val="00C56570"/>
    <w:rsid w:val="00C57E4B"/>
    <w:rsid w:val="00C700B1"/>
    <w:rsid w:val="00CA133E"/>
    <w:rsid w:val="00CA575F"/>
    <w:rsid w:val="00CD1B94"/>
    <w:rsid w:val="00CD6321"/>
    <w:rsid w:val="00CF73B1"/>
    <w:rsid w:val="00D03357"/>
    <w:rsid w:val="00D035F1"/>
    <w:rsid w:val="00D04ED0"/>
    <w:rsid w:val="00D073CF"/>
    <w:rsid w:val="00D12547"/>
    <w:rsid w:val="00D176F1"/>
    <w:rsid w:val="00D25851"/>
    <w:rsid w:val="00D96A50"/>
    <w:rsid w:val="00DA57B5"/>
    <w:rsid w:val="00DB1AB9"/>
    <w:rsid w:val="00DB397E"/>
    <w:rsid w:val="00DC0657"/>
    <w:rsid w:val="00DD3BA6"/>
    <w:rsid w:val="00DD48E2"/>
    <w:rsid w:val="00DE25DD"/>
    <w:rsid w:val="00DE520B"/>
    <w:rsid w:val="00E216F1"/>
    <w:rsid w:val="00E322F5"/>
    <w:rsid w:val="00E50E5C"/>
    <w:rsid w:val="00E63ACA"/>
    <w:rsid w:val="00E72C27"/>
    <w:rsid w:val="00E81CC0"/>
    <w:rsid w:val="00E82604"/>
    <w:rsid w:val="00E906B2"/>
    <w:rsid w:val="00E97B96"/>
    <w:rsid w:val="00EE2E5A"/>
    <w:rsid w:val="00EE3A29"/>
    <w:rsid w:val="00EF466D"/>
    <w:rsid w:val="00F00B58"/>
    <w:rsid w:val="00F01C83"/>
    <w:rsid w:val="00F03577"/>
    <w:rsid w:val="00F1167F"/>
    <w:rsid w:val="00F23D3C"/>
    <w:rsid w:val="00F30B14"/>
    <w:rsid w:val="00F419D8"/>
    <w:rsid w:val="00F545C6"/>
    <w:rsid w:val="00F55358"/>
    <w:rsid w:val="00F705C5"/>
    <w:rsid w:val="00F71E77"/>
    <w:rsid w:val="00F74B50"/>
    <w:rsid w:val="00F84B7C"/>
    <w:rsid w:val="00F95EA0"/>
    <w:rsid w:val="00FA718A"/>
    <w:rsid w:val="00FB665B"/>
    <w:rsid w:val="00FC45AA"/>
    <w:rsid w:val="00FC7069"/>
    <w:rsid w:val="00FE0A8A"/>
    <w:rsid w:val="00FE7E3D"/>
    <w:rsid w:val="00FF186D"/>
    <w:rsid w:val="00FF5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BF05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7D0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7D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7D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7D0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7D0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7D0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7D0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07D0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07D0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7D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7D0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7D02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7D02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7D02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7D02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7D02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07D02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07D02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07D02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07D0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07D0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07D0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07D0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307D02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307D02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307D02"/>
  </w:style>
  <w:style w:type="paragraph" w:styleId="ListParagraph">
    <w:name w:val="List Paragraph"/>
    <w:basedOn w:val="Normal"/>
    <w:uiPriority w:val="99"/>
    <w:qFormat/>
    <w:rsid w:val="00307D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07D0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307D02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07D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07D02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307D02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307D02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307D02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307D02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07D02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07D0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BF05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059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14</Pages>
  <Words>2921</Words>
  <Characters>16650</Characters>
  <Application>Microsoft Office Outlook</Application>
  <DocSecurity>0</DocSecurity>
  <Lines>0</Lines>
  <Paragraphs>0</Paragraphs>
  <ScaleCrop>false</ScaleCrop>
  <Company>ORW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IVC</dc:creator>
  <cp:keywords/>
  <dc:description/>
  <cp:lastModifiedBy>Залучье 1</cp:lastModifiedBy>
  <cp:revision>3</cp:revision>
  <cp:lastPrinted>2001-12-31T21:51:00Z</cp:lastPrinted>
  <dcterms:created xsi:type="dcterms:W3CDTF">2015-08-24T06:43:00Z</dcterms:created>
  <dcterms:modified xsi:type="dcterms:W3CDTF">2015-08-24T06:47:00Z</dcterms:modified>
</cp:coreProperties>
</file>