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44" w:rsidRDefault="00603844" w:rsidP="005D5AC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66.75pt" filled="t">
            <v:fill color2="black"/>
            <v:imagedata r:id="rId4" o:title="" gain="126030f"/>
          </v:shape>
        </w:pict>
      </w:r>
    </w:p>
    <w:p w:rsidR="00603844" w:rsidRDefault="00603844" w:rsidP="005D5A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03844" w:rsidRDefault="00603844" w:rsidP="005D5A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603844" w:rsidRDefault="00603844" w:rsidP="005D5A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603844" w:rsidRDefault="00603844" w:rsidP="005D5AC7">
      <w:pPr>
        <w:jc w:val="center"/>
      </w:pPr>
    </w:p>
    <w:p w:rsidR="00603844" w:rsidRDefault="00603844" w:rsidP="005D5AC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603844" w:rsidRDefault="00603844" w:rsidP="00A51EE7">
      <w:pPr>
        <w:spacing w:after="240"/>
        <w:jc w:val="center"/>
        <w:rPr>
          <w:b/>
          <w:sz w:val="22"/>
          <w:szCs w:val="22"/>
        </w:rPr>
      </w:pPr>
    </w:p>
    <w:p w:rsidR="00603844" w:rsidRPr="00CD3B5A" w:rsidRDefault="00603844" w:rsidP="00A51EE7">
      <w:pPr>
        <w:spacing w:before="480"/>
        <w:jc w:val="both"/>
        <w:rPr>
          <w:sz w:val="28"/>
          <w:szCs w:val="28"/>
        </w:rPr>
      </w:pPr>
      <w:r w:rsidRPr="00CD3B5A">
        <w:rPr>
          <w:sz w:val="28"/>
          <w:szCs w:val="28"/>
        </w:rPr>
        <w:t xml:space="preserve">от </w:t>
      </w:r>
      <w:r>
        <w:rPr>
          <w:sz w:val="28"/>
          <w:szCs w:val="28"/>
        </w:rPr>
        <w:t>03.03.2016</w:t>
      </w:r>
      <w:r w:rsidRPr="00CD3B5A">
        <w:rPr>
          <w:sz w:val="28"/>
          <w:szCs w:val="28"/>
        </w:rPr>
        <w:t xml:space="preserve">   №  </w:t>
      </w:r>
      <w:r>
        <w:rPr>
          <w:sz w:val="28"/>
          <w:szCs w:val="28"/>
        </w:rPr>
        <w:t>13</w:t>
      </w:r>
      <w:r w:rsidRPr="00CD3B5A">
        <w:rPr>
          <w:sz w:val="28"/>
          <w:szCs w:val="28"/>
        </w:rPr>
        <w:t xml:space="preserve"> </w:t>
      </w:r>
    </w:p>
    <w:p w:rsidR="00603844" w:rsidRPr="00CD3B5A" w:rsidRDefault="00603844" w:rsidP="00A51EE7">
      <w:pPr>
        <w:spacing w:after="480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с. Залучье</w:t>
      </w:r>
    </w:p>
    <w:tbl>
      <w:tblPr>
        <w:tblW w:w="4248" w:type="dxa"/>
        <w:tblLook w:val="01E0"/>
      </w:tblPr>
      <w:tblGrid>
        <w:gridCol w:w="4248"/>
      </w:tblGrid>
      <w:tr w:rsidR="00603844" w:rsidRPr="00CD3B5A" w:rsidTr="008F1AB8">
        <w:trPr>
          <w:trHeight w:val="2189"/>
        </w:trPr>
        <w:tc>
          <w:tcPr>
            <w:tcW w:w="4248" w:type="dxa"/>
          </w:tcPr>
          <w:p w:rsidR="00603844" w:rsidRPr="00CD3B5A" w:rsidRDefault="00603844" w:rsidP="008F1AB8">
            <w:pPr>
              <w:widowControl w:val="0"/>
              <w:suppressAutoHyphens/>
              <w:autoSpaceDE w:val="0"/>
              <w:spacing w:after="200" w:line="276" w:lineRule="auto"/>
              <w:rPr>
                <w:b/>
                <w:sz w:val="28"/>
                <w:szCs w:val="28"/>
              </w:rPr>
            </w:pPr>
            <w:r w:rsidRPr="00CD3B5A">
              <w:rPr>
                <w:b/>
                <w:bCs/>
                <w:sz w:val="28"/>
                <w:szCs w:val="28"/>
              </w:rPr>
              <w:t xml:space="preserve">О внесении изменений </w:t>
            </w:r>
            <w:r w:rsidRPr="00CD3B5A">
              <w:rPr>
                <w:b/>
                <w:sz w:val="28"/>
                <w:szCs w:val="28"/>
              </w:rPr>
              <w:t xml:space="preserve">в Муниципальную программу  </w:t>
            </w:r>
          </w:p>
          <w:p w:rsidR="00603844" w:rsidRPr="00CD3B5A" w:rsidRDefault="00603844" w:rsidP="00CD3B5A">
            <w:pPr>
              <w:widowControl w:val="0"/>
              <w:suppressAutoHyphens/>
              <w:autoSpaceDE w:val="0"/>
              <w:spacing w:after="200" w:line="276" w:lineRule="auto"/>
              <w:rPr>
                <w:b/>
                <w:sz w:val="28"/>
                <w:szCs w:val="28"/>
                <w:lang w:eastAsia="ar-SA"/>
              </w:rPr>
            </w:pPr>
            <w:r w:rsidRPr="00CD3B5A">
              <w:rPr>
                <w:b/>
                <w:sz w:val="28"/>
                <w:szCs w:val="28"/>
              </w:rPr>
              <w:t>«Совершенствование и содержание автомобильных дорог местного значения Залучского сельского поселения на 2014-201</w:t>
            </w:r>
            <w:r>
              <w:rPr>
                <w:b/>
                <w:sz w:val="28"/>
                <w:szCs w:val="28"/>
              </w:rPr>
              <w:t>7</w:t>
            </w:r>
            <w:r w:rsidRPr="00CD3B5A">
              <w:rPr>
                <w:b/>
                <w:sz w:val="28"/>
                <w:szCs w:val="28"/>
              </w:rPr>
              <w:t xml:space="preserve"> годы»</w:t>
            </w:r>
          </w:p>
        </w:tc>
      </w:tr>
    </w:tbl>
    <w:p w:rsidR="00603844" w:rsidRPr="00CD3B5A" w:rsidRDefault="00603844" w:rsidP="00A51EE7">
      <w:pPr>
        <w:rPr>
          <w:rFonts w:ascii="Calibri" w:hAnsi="Calibri"/>
          <w:sz w:val="28"/>
          <w:szCs w:val="28"/>
          <w:lang w:eastAsia="ar-SA"/>
        </w:rPr>
      </w:pPr>
    </w:p>
    <w:p w:rsidR="00603844" w:rsidRPr="00CD3B5A" w:rsidRDefault="00603844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 xml:space="preserve"> </w:t>
      </w:r>
    </w:p>
    <w:p w:rsidR="00603844" w:rsidRPr="00CD3B5A" w:rsidRDefault="00603844" w:rsidP="00A51EE7">
      <w:pPr>
        <w:ind w:firstLine="540"/>
        <w:jc w:val="both"/>
        <w:rPr>
          <w:b/>
          <w:sz w:val="28"/>
          <w:szCs w:val="28"/>
        </w:rPr>
      </w:pPr>
      <w:r w:rsidRPr="00CD3B5A">
        <w:rPr>
          <w:sz w:val="28"/>
          <w:szCs w:val="28"/>
        </w:rPr>
        <w:t xml:space="preserve">Администрация Залучского сельского поселения </w:t>
      </w:r>
      <w:r w:rsidRPr="00CD3B5A">
        <w:rPr>
          <w:b/>
          <w:sz w:val="28"/>
          <w:szCs w:val="28"/>
        </w:rPr>
        <w:t>ПОСТАНОВЛЯЕТ:</w:t>
      </w:r>
    </w:p>
    <w:p w:rsidR="00603844" w:rsidRPr="00CD3B5A" w:rsidRDefault="00603844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ab/>
        <w:t>1.  Внести изменения в паспорт Муниципальной программы  «Совершенствование и содержание автомобильных дорог местного значения Залучского сельского поселения на 2014-2017 годы»  утвержденной  постановлением    «Об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 от 12.11.2013 № 146  изложив в новой редакции :</w:t>
      </w:r>
    </w:p>
    <w:p w:rsidR="00603844" w:rsidRPr="00CD3B5A" w:rsidRDefault="00603844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 xml:space="preserve"> -  раздел «5. Цели, задачи и целевые показатели»  :</w:t>
      </w:r>
    </w:p>
    <w:p w:rsidR="00603844" w:rsidRPr="00CD3B5A" w:rsidRDefault="00603844" w:rsidP="00A51EE7">
      <w:pPr>
        <w:jc w:val="both"/>
        <w:rPr>
          <w:b/>
          <w:sz w:val="28"/>
          <w:szCs w:val="28"/>
        </w:rPr>
      </w:pPr>
      <w:r w:rsidRPr="00CD3B5A">
        <w:rPr>
          <w:b/>
          <w:sz w:val="28"/>
          <w:szCs w:val="28"/>
        </w:rPr>
        <w:t xml:space="preserve"> «5.Цели, задачи и целевые показатели»</w:t>
      </w:r>
    </w:p>
    <w:tbl>
      <w:tblPr>
        <w:tblW w:w="9779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4076"/>
        <w:gridCol w:w="38"/>
        <w:gridCol w:w="1275"/>
        <w:gridCol w:w="960"/>
        <w:gridCol w:w="33"/>
        <w:gridCol w:w="1275"/>
        <w:gridCol w:w="11"/>
        <w:gridCol w:w="1265"/>
      </w:tblGrid>
      <w:tr w:rsidR="00603844" w:rsidRPr="00CD3B5A" w:rsidTr="008F1AB8">
        <w:tc>
          <w:tcPr>
            <w:tcW w:w="846" w:type="dxa"/>
            <w:vMerge w:val="restart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№ п/п</w:t>
            </w:r>
          </w:p>
        </w:tc>
        <w:tc>
          <w:tcPr>
            <w:tcW w:w="4114" w:type="dxa"/>
            <w:gridSpan w:val="2"/>
            <w:vMerge w:val="restart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819" w:type="dxa"/>
            <w:gridSpan w:val="6"/>
          </w:tcPr>
          <w:p w:rsidR="00603844" w:rsidRPr="00CD3B5A" w:rsidRDefault="00603844" w:rsidP="008F1AB8">
            <w:pPr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603844" w:rsidRPr="00CD3B5A" w:rsidTr="008F1AB8">
        <w:tc>
          <w:tcPr>
            <w:tcW w:w="846" w:type="dxa"/>
            <w:vMerge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4" w:type="dxa"/>
            <w:gridSpan w:val="2"/>
            <w:vMerge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2017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</w:t>
            </w:r>
          </w:p>
        </w:tc>
        <w:tc>
          <w:tcPr>
            <w:tcW w:w="4114" w:type="dxa"/>
            <w:gridSpan w:val="2"/>
          </w:tcPr>
          <w:p w:rsidR="00603844" w:rsidRPr="00CD3B5A" w:rsidRDefault="00603844" w:rsidP="008F1AB8">
            <w:pPr>
              <w:tabs>
                <w:tab w:val="center" w:pos="1396"/>
                <w:tab w:val="left" w:pos="1908"/>
              </w:tabs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ab/>
              <w:t>2</w:t>
            </w:r>
            <w:r w:rsidRPr="00CD3B5A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6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33" w:type="dxa"/>
            <w:gridSpan w:val="8"/>
          </w:tcPr>
          <w:p w:rsidR="00603844" w:rsidRPr="00CD3B5A" w:rsidRDefault="00603844" w:rsidP="008F1AB8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>Цель: Совершенствование и содержание автомобильных дорог местного значения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1.</w:t>
            </w:r>
          </w:p>
        </w:tc>
        <w:tc>
          <w:tcPr>
            <w:tcW w:w="8933" w:type="dxa"/>
            <w:gridSpan w:val="8"/>
          </w:tcPr>
          <w:p w:rsidR="00603844" w:rsidRPr="00CD3B5A" w:rsidRDefault="00603844" w:rsidP="008F1AB8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 xml:space="preserve">Задача 1: Капитальный ремонт и ремонт автомобильных дорог местного значения  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1.1.</w:t>
            </w:r>
          </w:p>
        </w:tc>
        <w:tc>
          <w:tcPr>
            <w:tcW w:w="4114" w:type="dxa"/>
            <w:gridSpan w:val="2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1,7</w:t>
            </w:r>
          </w:p>
        </w:tc>
        <w:tc>
          <w:tcPr>
            <w:tcW w:w="99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 xml:space="preserve">1,43 </w:t>
            </w: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2,875</w:t>
            </w:r>
          </w:p>
        </w:tc>
        <w:tc>
          <w:tcPr>
            <w:tcW w:w="1276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1,3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1,2</w:t>
            </w:r>
          </w:p>
        </w:tc>
        <w:tc>
          <w:tcPr>
            <w:tcW w:w="4114" w:type="dxa"/>
            <w:gridSpan w:val="2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3,8</w:t>
            </w:r>
          </w:p>
        </w:tc>
        <w:tc>
          <w:tcPr>
            <w:tcW w:w="99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4,61</w:t>
            </w:r>
          </w:p>
        </w:tc>
        <w:tc>
          <w:tcPr>
            <w:tcW w:w="127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10,77</w:t>
            </w:r>
          </w:p>
        </w:tc>
        <w:tc>
          <w:tcPr>
            <w:tcW w:w="1276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7,8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</w:t>
            </w:r>
          </w:p>
        </w:tc>
        <w:tc>
          <w:tcPr>
            <w:tcW w:w="8933" w:type="dxa"/>
            <w:gridSpan w:val="8"/>
          </w:tcPr>
          <w:p w:rsidR="00603844" w:rsidRPr="00CD3B5A" w:rsidRDefault="00603844" w:rsidP="008F1AB8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>Задача 2: Содержание автомобильных дорог местного значения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2.1</w:t>
            </w:r>
          </w:p>
        </w:tc>
        <w:tc>
          <w:tcPr>
            <w:tcW w:w="8933" w:type="dxa"/>
            <w:gridSpan w:val="8"/>
          </w:tcPr>
          <w:p w:rsidR="00603844" w:rsidRPr="00CD3B5A" w:rsidRDefault="00603844" w:rsidP="008F1AB8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>Очистка автомобильных дорог местного значения  от снега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2.1.1</w:t>
            </w:r>
          </w:p>
        </w:tc>
        <w:tc>
          <w:tcPr>
            <w:tcW w:w="4076" w:type="dxa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Протяженность  автомобильных дорог местного значения планируемых к очистке от снега (км.)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319" w:type="dxa"/>
            <w:gridSpan w:val="3"/>
          </w:tcPr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21,23</w:t>
            </w: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21,23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2.2</w:t>
            </w:r>
          </w:p>
        </w:tc>
        <w:tc>
          <w:tcPr>
            <w:tcW w:w="8933" w:type="dxa"/>
            <w:gridSpan w:val="8"/>
          </w:tcPr>
          <w:p w:rsidR="00603844" w:rsidRPr="00CD3B5A" w:rsidRDefault="00603844" w:rsidP="008F1AB8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>Благоустройство автомобильных дорог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2.2.1</w:t>
            </w:r>
          </w:p>
        </w:tc>
        <w:tc>
          <w:tcPr>
            <w:tcW w:w="4076" w:type="dxa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Установка дорожных знаков и нанесение линий горизонтальной дорожной разметки(шт)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18</w:t>
            </w:r>
          </w:p>
        </w:tc>
        <w:tc>
          <w:tcPr>
            <w:tcW w:w="1319" w:type="dxa"/>
            <w:gridSpan w:val="3"/>
          </w:tcPr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2.2.2</w:t>
            </w:r>
          </w:p>
        </w:tc>
        <w:tc>
          <w:tcPr>
            <w:tcW w:w="4076" w:type="dxa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Прочистка водоотводных канав, км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0,4</w:t>
            </w:r>
          </w:p>
        </w:tc>
        <w:tc>
          <w:tcPr>
            <w:tcW w:w="1319" w:type="dxa"/>
            <w:gridSpan w:val="3"/>
          </w:tcPr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2.2.3</w:t>
            </w:r>
          </w:p>
        </w:tc>
        <w:tc>
          <w:tcPr>
            <w:tcW w:w="4076" w:type="dxa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Планировка дорожного полотна, км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7,8</w:t>
            </w:r>
          </w:p>
        </w:tc>
        <w:tc>
          <w:tcPr>
            <w:tcW w:w="1319" w:type="dxa"/>
            <w:gridSpan w:val="3"/>
          </w:tcPr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7,8</w:t>
            </w: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2.2.4</w:t>
            </w:r>
          </w:p>
        </w:tc>
        <w:tc>
          <w:tcPr>
            <w:tcW w:w="4076" w:type="dxa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Восстановление профиля канав, км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 xml:space="preserve"> 2,985</w:t>
            </w:r>
          </w:p>
        </w:tc>
        <w:tc>
          <w:tcPr>
            <w:tcW w:w="1319" w:type="dxa"/>
            <w:gridSpan w:val="3"/>
          </w:tcPr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1,64</w:t>
            </w: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2.2.5</w:t>
            </w:r>
          </w:p>
        </w:tc>
        <w:tc>
          <w:tcPr>
            <w:tcW w:w="4076" w:type="dxa"/>
          </w:tcPr>
          <w:p w:rsidR="00603844" w:rsidRPr="00CD3B5A" w:rsidRDefault="00603844" w:rsidP="006300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трубопереездов, пог.м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19" w:type="dxa"/>
            <w:gridSpan w:val="3"/>
          </w:tcPr>
          <w:p w:rsidR="00603844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2.3.</w:t>
            </w:r>
          </w:p>
        </w:tc>
        <w:tc>
          <w:tcPr>
            <w:tcW w:w="8933" w:type="dxa"/>
            <w:gridSpan w:val="8"/>
          </w:tcPr>
          <w:p w:rsidR="00603844" w:rsidRPr="00CD3B5A" w:rsidRDefault="00603844" w:rsidP="008F1AB8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>Паспортизация   и регистрация в собственность сельского поселения автомобильных дорог     местного значения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2.3.1.</w:t>
            </w:r>
          </w:p>
        </w:tc>
        <w:tc>
          <w:tcPr>
            <w:tcW w:w="4076" w:type="dxa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Протяженность   автомобильных дорог  планируемых к паспортизации(км)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6,6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10,6</w:t>
            </w:r>
          </w:p>
        </w:tc>
        <w:tc>
          <w:tcPr>
            <w:tcW w:w="1319" w:type="dxa"/>
            <w:gridSpan w:val="3"/>
          </w:tcPr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</w:tr>
      <w:tr w:rsidR="00603844" w:rsidRPr="00CD3B5A" w:rsidTr="008F1AB8">
        <w:tc>
          <w:tcPr>
            <w:tcW w:w="846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2.3.2</w:t>
            </w:r>
          </w:p>
        </w:tc>
        <w:tc>
          <w:tcPr>
            <w:tcW w:w="4076" w:type="dxa"/>
          </w:tcPr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Процент зарегистрированных автомобильных дорог от общей протяженности автомобильных дорог (%)</w:t>
            </w:r>
          </w:p>
        </w:tc>
        <w:tc>
          <w:tcPr>
            <w:tcW w:w="1313" w:type="dxa"/>
            <w:gridSpan w:val="2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46</w:t>
            </w:r>
          </w:p>
        </w:tc>
        <w:tc>
          <w:tcPr>
            <w:tcW w:w="960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80,39</w:t>
            </w:r>
          </w:p>
        </w:tc>
        <w:tc>
          <w:tcPr>
            <w:tcW w:w="1319" w:type="dxa"/>
            <w:gridSpan w:val="3"/>
          </w:tcPr>
          <w:p w:rsidR="00603844" w:rsidRPr="00CD3B5A" w:rsidRDefault="00603844" w:rsidP="008F1AB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  <w:tc>
          <w:tcPr>
            <w:tcW w:w="1265" w:type="dxa"/>
          </w:tcPr>
          <w:p w:rsidR="00603844" w:rsidRPr="00CD3B5A" w:rsidRDefault="00603844" w:rsidP="008F1AB8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0</w:t>
            </w:r>
          </w:p>
        </w:tc>
      </w:tr>
    </w:tbl>
    <w:p w:rsidR="00603844" w:rsidRPr="00CE6633" w:rsidRDefault="00603844" w:rsidP="00CE6633">
      <w:pPr>
        <w:jc w:val="both"/>
        <w:rPr>
          <w:sz w:val="28"/>
          <w:szCs w:val="28"/>
        </w:rPr>
      </w:pPr>
      <w:r w:rsidRPr="00CE6633">
        <w:rPr>
          <w:sz w:val="28"/>
          <w:szCs w:val="28"/>
        </w:rPr>
        <w:t xml:space="preserve">-раздел «8.Объемы и источники финансирования программы» </w:t>
      </w:r>
    </w:p>
    <w:p w:rsidR="00603844" w:rsidRDefault="00603844" w:rsidP="00CE6633">
      <w:pPr>
        <w:jc w:val="both"/>
        <w:rPr>
          <w:b/>
          <w:sz w:val="28"/>
          <w:szCs w:val="28"/>
        </w:rPr>
      </w:pPr>
    </w:p>
    <w:p w:rsidR="00603844" w:rsidRPr="00CE6633" w:rsidRDefault="00603844" w:rsidP="00CE66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33">
        <w:rPr>
          <w:b/>
          <w:sz w:val="28"/>
          <w:szCs w:val="28"/>
        </w:rPr>
        <w:t>8.Объемы и источники финансирования программы</w:t>
      </w:r>
      <w:r>
        <w:rPr>
          <w:b/>
          <w:sz w:val="28"/>
          <w:szCs w:val="28"/>
        </w:rPr>
        <w:t>»</w:t>
      </w:r>
      <w:r w:rsidRPr="00CE6633">
        <w:rPr>
          <w:b/>
          <w:sz w:val="28"/>
          <w:szCs w:val="28"/>
        </w:rPr>
        <w:t xml:space="preserve">: </w:t>
      </w:r>
    </w:p>
    <w:p w:rsidR="00603844" w:rsidRPr="00CE6633" w:rsidRDefault="00603844" w:rsidP="00CE6633">
      <w:pPr>
        <w:jc w:val="both"/>
        <w:rPr>
          <w:sz w:val="28"/>
          <w:szCs w:val="28"/>
        </w:rPr>
      </w:pPr>
      <w:r w:rsidRPr="00CE6633">
        <w:rPr>
          <w:sz w:val="28"/>
          <w:szCs w:val="28"/>
        </w:rPr>
        <w:t>Источником финансирования программы является областной бюджет и бюджет Залучского сельского поселения.</w:t>
      </w:r>
    </w:p>
    <w:p w:rsidR="00603844" w:rsidRPr="00CE6633" w:rsidRDefault="00603844" w:rsidP="00CE6633">
      <w:pPr>
        <w:jc w:val="both"/>
        <w:rPr>
          <w:sz w:val="28"/>
          <w:szCs w:val="28"/>
        </w:rPr>
      </w:pPr>
      <w:r w:rsidRPr="00CE6633">
        <w:rPr>
          <w:sz w:val="28"/>
          <w:szCs w:val="28"/>
        </w:rPr>
        <w:t xml:space="preserve">Всего объем финансирования составляет </w:t>
      </w:r>
      <w:r w:rsidRPr="00CE6633">
        <w:rPr>
          <w:b/>
          <w:sz w:val="28"/>
          <w:szCs w:val="28"/>
        </w:rPr>
        <w:t xml:space="preserve">  </w:t>
      </w:r>
      <w:r w:rsidRPr="00CE6633">
        <w:rPr>
          <w:sz w:val="28"/>
          <w:szCs w:val="28"/>
        </w:rPr>
        <w:t>4582,183тыс.</w:t>
      </w:r>
      <w:r w:rsidRPr="00CE6633">
        <w:rPr>
          <w:b/>
          <w:sz w:val="28"/>
          <w:szCs w:val="28"/>
        </w:rPr>
        <w:t xml:space="preserve"> </w:t>
      </w:r>
      <w:r w:rsidRPr="00CE6633">
        <w:rPr>
          <w:sz w:val="28"/>
          <w:szCs w:val="28"/>
        </w:rPr>
        <w:t xml:space="preserve"> рублей.</w:t>
      </w:r>
    </w:p>
    <w:p w:rsidR="00603844" w:rsidRPr="00CE6633" w:rsidRDefault="00603844" w:rsidP="00CE6633">
      <w:pPr>
        <w:jc w:val="both"/>
        <w:rPr>
          <w:sz w:val="28"/>
          <w:szCs w:val="28"/>
        </w:rPr>
      </w:pPr>
      <w:r w:rsidRPr="00CE6633">
        <w:rPr>
          <w:sz w:val="28"/>
          <w:szCs w:val="28"/>
        </w:rPr>
        <w:t>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603844" w:rsidRPr="00CE6633" w:rsidTr="00CE6633">
        <w:tc>
          <w:tcPr>
            <w:tcW w:w="993" w:type="dxa"/>
            <w:vMerge w:val="restart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Год</w:t>
            </w:r>
          </w:p>
        </w:tc>
        <w:tc>
          <w:tcPr>
            <w:tcW w:w="9214" w:type="dxa"/>
            <w:gridSpan w:val="6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Источник финансирования (тыс.руб.)</w:t>
            </w:r>
          </w:p>
        </w:tc>
      </w:tr>
      <w:tr w:rsidR="00603844" w:rsidRPr="00CE6633" w:rsidTr="00CE6633">
        <w:tc>
          <w:tcPr>
            <w:tcW w:w="993" w:type="dxa"/>
            <w:vMerge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418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Всего</w:t>
            </w:r>
          </w:p>
        </w:tc>
      </w:tr>
      <w:tr w:rsidR="00603844" w:rsidRPr="00CE6633" w:rsidTr="00CE6633">
        <w:tc>
          <w:tcPr>
            <w:tcW w:w="993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7</w:t>
            </w:r>
          </w:p>
        </w:tc>
      </w:tr>
      <w:tr w:rsidR="00603844" w:rsidRPr="00CE6633" w:rsidTr="00CE6633">
        <w:tc>
          <w:tcPr>
            <w:tcW w:w="993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2014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320,6</w:t>
            </w:r>
          </w:p>
        </w:tc>
        <w:tc>
          <w:tcPr>
            <w:tcW w:w="1560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417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446,7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 xml:space="preserve">767,3 </w:t>
            </w:r>
          </w:p>
        </w:tc>
      </w:tr>
      <w:tr w:rsidR="00603844" w:rsidRPr="00CE6633" w:rsidTr="00CE6633">
        <w:tc>
          <w:tcPr>
            <w:tcW w:w="993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2015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1015,0</w:t>
            </w:r>
          </w:p>
        </w:tc>
        <w:tc>
          <w:tcPr>
            <w:tcW w:w="1560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 xml:space="preserve">942,8 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 xml:space="preserve">1957,8  </w:t>
            </w:r>
          </w:p>
        </w:tc>
      </w:tr>
      <w:tr w:rsidR="00603844" w:rsidRPr="00CE6633" w:rsidTr="00CE6633">
        <w:tc>
          <w:tcPr>
            <w:tcW w:w="993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2016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429,0</w:t>
            </w:r>
          </w:p>
        </w:tc>
        <w:tc>
          <w:tcPr>
            <w:tcW w:w="1560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544,683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 xml:space="preserve">973,683 </w:t>
            </w:r>
          </w:p>
        </w:tc>
      </w:tr>
      <w:tr w:rsidR="00603844" w:rsidRPr="00CE6633" w:rsidTr="00CE6633">
        <w:tc>
          <w:tcPr>
            <w:tcW w:w="993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2017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883,4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883,4</w:t>
            </w:r>
          </w:p>
        </w:tc>
      </w:tr>
      <w:tr w:rsidR="00603844" w:rsidRPr="00CE6633" w:rsidTr="00CE6633">
        <w:tc>
          <w:tcPr>
            <w:tcW w:w="993" w:type="dxa"/>
          </w:tcPr>
          <w:p w:rsidR="00603844" w:rsidRPr="00CE6633" w:rsidRDefault="00603844" w:rsidP="00CE6633">
            <w:pPr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1764,6</w:t>
            </w:r>
          </w:p>
        </w:tc>
        <w:tc>
          <w:tcPr>
            <w:tcW w:w="1560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2817,583</w:t>
            </w:r>
          </w:p>
        </w:tc>
        <w:tc>
          <w:tcPr>
            <w:tcW w:w="1559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CE6633" w:rsidRDefault="00603844" w:rsidP="00CE6633">
            <w:pPr>
              <w:jc w:val="center"/>
              <w:rPr>
                <w:sz w:val="28"/>
                <w:szCs w:val="28"/>
              </w:rPr>
            </w:pPr>
            <w:r w:rsidRPr="00CE6633">
              <w:rPr>
                <w:sz w:val="28"/>
                <w:szCs w:val="28"/>
              </w:rPr>
              <w:t xml:space="preserve">4582,183 </w:t>
            </w:r>
          </w:p>
        </w:tc>
      </w:tr>
    </w:tbl>
    <w:p w:rsidR="00603844" w:rsidRDefault="00603844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- Приложение к программе «Мероприятия муниципальной программы «Совершенствование и содержание автомобильных дорог местного значения Залучского сельского поселения на 2014-2017 годы».</w:t>
      </w:r>
    </w:p>
    <w:p w:rsidR="00603844" w:rsidRDefault="00603844" w:rsidP="00666C9E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 w:rsidRPr="00666C9E">
        <w:rPr>
          <w:sz w:val="28"/>
          <w:szCs w:val="28"/>
        </w:rPr>
        <w:t xml:space="preserve">         2. Внести изменения в паспорт подпрограммы «Капитальный ремонт и ремонт автомобильных дорог местного значения </w:t>
      </w:r>
      <w:r>
        <w:rPr>
          <w:sz w:val="28"/>
          <w:szCs w:val="28"/>
        </w:rPr>
        <w:t xml:space="preserve"> </w:t>
      </w:r>
      <w:r w:rsidRPr="00666C9E">
        <w:rPr>
          <w:sz w:val="28"/>
          <w:szCs w:val="28"/>
        </w:rPr>
        <w:t xml:space="preserve">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666C9E">
          <w:rPr>
            <w:sz w:val="28"/>
            <w:szCs w:val="28"/>
          </w:rPr>
          <w:t>2017 г</w:t>
        </w:r>
      </w:smartTag>
      <w:r w:rsidRPr="00666C9E">
        <w:rPr>
          <w:sz w:val="28"/>
          <w:szCs w:val="28"/>
        </w:rPr>
        <w:t>.г.» муниципальной программы Залучского сельского поселения «Совершенствование и содержание автомобильных дорог местного значения Залучского сельского поселения на 2014-2017 годы »,  утвержденной  постановлением «Об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 от 12.11.2013 № 146  изложив в новой редакции:</w:t>
      </w:r>
    </w:p>
    <w:p w:rsidR="00603844" w:rsidRDefault="00603844" w:rsidP="00666C9E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-раздел 3.Задачи и целевые показатели подпрограммы:</w:t>
      </w:r>
    </w:p>
    <w:p w:rsidR="00603844" w:rsidRDefault="00603844" w:rsidP="00666C9E">
      <w:pPr>
        <w:tabs>
          <w:tab w:val="left" w:pos="6825"/>
        </w:tabs>
        <w:spacing w:after="200" w:line="276" w:lineRule="auto"/>
        <w:jc w:val="both"/>
        <w:rPr>
          <w:b/>
          <w:sz w:val="28"/>
          <w:szCs w:val="28"/>
        </w:rPr>
      </w:pPr>
      <w:r w:rsidRPr="00666C9E">
        <w:rPr>
          <w:b/>
          <w:sz w:val="28"/>
          <w:szCs w:val="28"/>
        </w:rPr>
        <w:t>«3.Задачи и целевые  показатели подпрограммы»</w:t>
      </w:r>
    </w:p>
    <w:tbl>
      <w:tblPr>
        <w:tblW w:w="9779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4114"/>
        <w:gridCol w:w="1275"/>
        <w:gridCol w:w="993"/>
        <w:gridCol w:w="1275"/>
        <w:gridCol w:w="1276"/>
      </w:tblGrid>
      <w:tr w:rsidR="00603844" w:rsidRPr="00CD3B5A" w:rsidTr="00666C9E">
        <w:tc>
          <w:tcPr>
            <w:tcW w:w="846" w:type="dxa"/>
            <w:vMerge w:val="restart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№ п/п</w:t>
            </w:r>
          </w:p>
        </w:tc>
        <w:tc>
          <w:tcPr>
            <w:tcW w:w="4114" w:type="dxa"/>
            <w:vMerge w:val="restart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819" w:type="dxa"/>
            <w:gridSpan w:val="4"/>
          </w:tcPr>
          <w:p w:rsidR="00603844" w:rsidRPr="00CD3B5A" w:rsidRDefault="00603844" w:rsidP="00666C9E">
            <w:pPr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603844" w:rsidRPr="00CD3B5A" w:rsidTr="00666C9E">
        <w:tc>
          <w:tcPr>
            <w:tcW w:w="846" w:type="dxa"/>
            <w:vMerge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4" w:type="dxa"/>
            <w:vMerge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2015</w:t>
            </w: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2017</w:t>
            </w:r>
          </w:p>
        </w:tc>
      </w:tr>
      <w:tr w:rsidR="00603844" w:rsidRPr="00CD3B5A" w:rsidTr="00666C9E">
        <w:tc>
          <w:tcPr>
            <w:tcW w:w="84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</w:t>
            </w:r>
          </w:p>
        </w:tc>
        <w:tc>
          <w:tcPr>
            <w:tcW w:w="4114" w:type="dxa"/>
          </w:tcPr>
          <w:p w:rsidR="00603844" w:rsidRPr="00CD3B5A" w:rsidRDefault="00603844" w:rsidP="00666C9E">
            <w:pPr>
              <w:tabs>
                <w:tab w:val="center" w:pos="1396"/>
                <w:tab w:val="left" w:pos="1908"/>
              </w:tabs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ab/>
              <w:t>2</w:t>
            </w:r>
            <w:r w:rsidRPr="00CD3B5A">
              <w:rPr>
                <w:sz w:val="28"/>
                <w:szCs w:val="28"/>
              </w:rPr>
              <w:tab/>
            </w: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6</w:t>
            </w:r>
          </w:p>
        </w:tc>
      </w:tr>
      <w:tr w:rsidR="00603844" w:rsidRPr="00CD3B5A" w:rsidTr="00666C9E">
        <w:tc>
          <w:tcPr>
            <w:tcW w:w="84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33" w:type="dxa"/>
            <w:gridSpan w:val="5"/>
          </w:tcPr>
          <w:p w:rsidR="00603844" w:rsidRPr="00CD3B5A" w:rsidRDefault="00603844" w:rsidP="00666C9E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>Цель: Совершенствование и содержание автомобильных дорог местного значения</w:t>
            </w:r>
          </w:p>
        </w:tc>
      </w:tr>
      <w:tr w:rsidR="00603844" w:rsidRPr="00CD3B5A" w:rsidTr="00666C9E">
        <w:tc>
          <w:tcPr>
            <w:tcW w:w="84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1.</w:t>
            </w:r>
          </w:p>
        </w:tc>
        <w:tc>
          <w:tcPr>
            <w:tcW w:w="8933" w:type="dxa"/>
            <w:gridSpan w:val="5"/>
          </w:tcPr>
          <w:p w:rsidR="00603844" w:rsidRPr="00CD3B5A" w:rsidRDefault="00603844" w:rsidP="00666C9E">
            <w:pPr>
              <w:rPr>
                <w:sz w:val="28"/>
                <w:szCs w:val="28"/>
              </w:rPr>
            </w:pPr>
            <w:r w:rsidRPr="00CD3B5A">
              <w:rPr>
                <w:b/>
                <w:i/>
                <w:sz w:val="28"/>
                <w:szCs w:val="28"/>
              </w:rPr>
              <w:t xml:space="preserve">Задача 1: Капитальный ремонт и ремонт автомобильных дорог местного значения  </w:t>
            </w:r>
          </w:p>
        </w:tc>
      </w:tr>
      <w:tr w:rsidR="00603844" w:rsidRPr="00CD3B5A" w:rsidTr="00666C9E">
        <w:tc>
          <w:tcPr>
            <w:tcW w:w="84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1.1.</w:t>
            </w:r>
          </w:p>
        </w:tc>
        <w:tc>
          <w:tcPr>
            <w:tcW w:w="4114" w:type="dxa"/>
          </w:tcPr>
          <w:p w:rsidR="00603844" w:rsidRPr="00CD3B5A" w:rsidRDefault="00603844" w:rsidP="00666C9E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1,7</w:t>
            </w:r>
          </w:p>
        </w:tc>
        <w:tc>
          <w:tcPr>
            <w:tcW w:w="993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 xml:space="preserve">1,43 </w:t>
            </w: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2,875</w:t>
            </w:r>
          </w:p>
        </w:tc>
        <w:tc>
          <w:tcPr>
            <w:tcW w:w="127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1,3</w:t>
            </w:r>
          </w:p>
        </w:tc>
      </w:tr>
      <w:tr w:rsidR="00603844" w:rsidRPr="00CD3B5A" w:rsidTr="00666C9E">
        <w:tc>
          <w:tcPr>
            <w:tcW w:w="84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1,2</w:t>
            </w:r>
          </w:p>
        </w:tc>
        <w:tc>
          <w:tcPr>
            <w:tcW w:w="4114" w:type="dxa"/>
          </w:tcPr>
          <w:p w:rsidR="00603844" w:rsidRPr="00CD3B5A" w:rsidRDefault="00603844" w:rsidP="00666C9E">
            <w:pPr>
              <w:jc w:val="both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3,8</w:t>
            </w:r>
          </w:p>
        </w:tc>
        <w:tc>
          <w:tcPr>
            <w:tcW w:w="993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4,61</w:t>
            </w:r>
          </w:p>
        </w:tc>
        <w:tc>
          <w:tcPr>
            <w:tcW w:w="1275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10,77</w:t>
            </w:r>
          </w:p>
        </w:tc>
        <w:tc>
          <w:tcPr>
            <w:tcW w:w="1276" w:type="dxa"/>
          </w:tcPr>
          <w:p w:rsidR="00603844" w:rsidRPr="00CD3B5A" w:rsidRDefault="00603844" w:rsidP="00666C9E">
            <w:pPr>
              <w:jc w:val="center"/>
              <w:rPr>
                <w:sz w:val="28"/>
                <w:szCs w:val="28"/>
              </w:rPr>
            </w:pPr>
            <w:r w:rsidRPr="00CD3B5A">
              <w:rPr>
                <w:sz w:val="28"/>
                <w:szCs w:val="28"/>
              </w:rPr>
              <w:t>7,8</w:t>
            </w:r>
          </w:p>
        </w:tc>
      </w:tr>
    </w:tbl>
    <w:p w:rsidR="00603844" w:rsidRPr="00666C9E" w:rsidRDefault="00603844" w:rsidP="00666C9E">
      <w:pPr>
        <w:tabs>
          <w:tab w:val="left" w:pos="6825"/>
        </w:tabs>
        <w:spacing w:after="200" w:line="276" w:lineRule="auto"/>
        <w:jc w:val="both"/>
        <w:rPr>
          <w:b/>
          <w:sz w:val="28"/>
          <w:szCs w:val="28"/>
        </w:rPr>
      </w:pPr>
    </w:p>
    <w:p w:rsidR="00603844" w:rsidRPr="00666C9E" w:rsidRDefault="00603844" w:rsidP="00666C9E">
      <w:pPr>
        <w:jc w:val="both"/>
        <w:rPr>
          <w:sz w:val="28"/>
          <w:szCs w:val="28"/>
        </w:rPr>
      </w:pPr>
      <w:r w:rsidRPr="00666C9E">
        <w:rPr>
          <w:sz w:val="28"/>
          <w:szCs w:val="28"/>
        </w:rPr>
        <w:t>-раздел 6.Объемы и источники финансирования подпрограммы  :</w:t>
      </w:r>
    </w:p>
    <w:p w:rsidR="00603844" w:rsidRPr="00666C9E" w:rsidRDefault="00603844" w:rsidP="00666C9E">
      <w:pPr>
        <w:jc w:val="both"/>
        <w:rPr>
          <w:b/>
          <w:sz w:val="28"/>
          <w:szCs w:val="28"/>
        </w:rPr>
      </w:pPr>
      <w:r w:rsidRPr="00666C9E">
        <w:rPr>
          <w:b/>
          <w:sz w:val="28"/>
          <w:szCs w:val="28"/>
        </w:rPr>
        <w:t xml:space="preserve"> «6.Объемы и источники финансирования подпрограммы» </w:t>
      </w:r>
    </w:p>
    <w:p w:rsidR="00603844" w:rsidRPr="00666C9E" w:rsidRDefault="00603844" w:rsidP="00666C9E">
      <w:pPr>
        <w:jc w:val="both"/>
        <w:rPr>
          <w:sz w:val="28"/>
          <w:szCs w:val="28"/>
        </w:rPr>
      </w:pPr>
      <w:r w:rsidRPr="00666C9E">
        <w:rPr>
          <w:sz w:val="28"/>
          <w:szCs w:val="28"/>
        </w:rPr>
        <w:t>Источником финансирования подпрограммы является областной бюджет   и бюджет Залучского сельского поселения.</w:t>
      </w:r>
    </w:p>
    <w:p w:rsidR="00603844" w:rsidRPr="00666C9E" w:rsidRDefault="00603844" w:rsidP="00666C9E">
      <w:pPr>
        <w:jc w:val="both"/>
        <w:rPr>
          <w:sz w:val="28"/>
          <w:szCs w:val="28"/>
        </w:rPr>
      </w:pPr>
      <w:r w:rsidRPr="00666C9E">
        <w:rPr>
          <w:sz w:val="28"/>
          <w:szCs w:val="28"/>
        </w:rPr>
        <w:t xml:space="preserve">Всего объем финансирования составляет </w:t>
      </w:r>
      <w:r>
        <w:rPr>
          <w:sz w:val="28"/>
          <w:szCs w:val="28"/>
        </w:rPr>
        <w:t>2542,38 тыс.</w:t>
      </w:r>
      <w:r w:rsidRPr="00666C9E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 </w:t>
      </w:r>
      <w:r w:rsidRPr="00666C9E">
        <w:rPr>
          <w:sz w:val="28"/>
          <w:szCs w:val="28"/>
        </w:rPr>
        <w:t>.</w:t>
      </w:r>
    </w:p>
    <w:p w:rsidR="00603844" w:rsidRPr="00666C9E" w:rsidRDefault="00603844" w:rsidP="00666C9E">
      <w:pPr>
        <w:jc w:val="both"/>
        <w:rPr>
          <w:sz w:val="28"/>
          <w:szCs w:val="28"/>
        </w:rPr>
      </w:pPr>
      <w:r w:rsidRPr="00666C9E">
        <w:rPr>
          <w:sz w:val="28"/>
          <w:szCs w:val="28"/>
        </w:rPr>
        <w:t>По годам реализации финансирование подпрограммы составляет:</w:t>
      </w:r>
    </w:p>
    <w:p w:rsidR="00603844" w:rsidRPr="00666C9E" w:rsidRDefault="00603844" w:rsidP="00666C9E">
      <w:pPr>
        <w:jc w:val="both"/>
        <w:rPr>
          <w:sz w:val="28"/>
          <w:szCs w:val="28"/>
        </w:rPr>
      </w:pPr>
    </w:p>
    <w:p w:rsidR="00603844" w:rsidRPr="00666C9E" w:rsidRDefault="00603844" w:rsidP="00666C9E">
      <w:pPr>
        <w:jc w:val="both"/>
        <w:rPr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603844" w:rsidRPr="00666C9E" w:rsidTr="00666C9E">
        <w:tc>
          <w:tcPr>
            <w:tcW w:w="993" w:type="dxa"/>
            <w:vMerge w:val="restart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Год</w:t>
            </w:r>
          </w:p>
        </w:tc>
        <w:tc>
          <w:tcPr>
            <w:tcW w:w="9214" w:type="dxa"/>
            <w:gridSpan w:val="6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Источник финансирования (тыс.руб.)</w:t>
            </w:r>
          </w:p>
        </w:tc>
      </w:tr>
      <w:tr w:rsidR="00603844" w:rsidRPr="00666C9E" w:rsidTr="00666C9E">
        <w:tc>
          <w:tcPr>
            <w:tcW w:w="993" w:type="dxa"/>
            <w:vMerge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418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Всего</w:t>
            </w:r>
          </w:p>
        </w:tc>
      </w:tr>
      <w:tr w:rsidR="00603844" w:rsidRPr="00666C9E" w:rsidTr="00666C9E">
        <w:tc>
          <w:tcPr>
            <w:tcW w:w="993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7</w:t>
            </w:r>
          </w:p>
        </w:tc>
      </w:tr>
      <w:tr w:rsidR="00603844" w:rsidRPr="00666C9E" w:rsidTr="00666C9E">
        <w:tc>
          <w:tcPr>
            <w:tcW w:w="993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2014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320,6</w:t>
            </w:r>
          </w:p>
        </w:tc>
        <w:tc>
          <w:tcPr>
            <w:tcW w:w="1560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 xml:space="preserve">0 </w:t>
            </w:r>
          </w:p>
        </w:tc>
        <w:tc>
          <w:tcPr>
            <w:tcW w:w="1417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225,9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 xml:space="preserve">546,5 </w:t>
            </w:r>
          </w:p>
        </w:tc>
      </w:tr>
      <w:tr w:rsidR="00603844" w:rsidRPr="00666C9E" w:rsidTr="00666C9E">
        <w:tc>
          <w:tcPr>
            <w:tcW w:w="993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2015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758,6</w:t>
            </w:r>
          </w:p>
        </w:tc>
        <w:tc>
          <w:tcPr>
            <w:tcW w:w="1560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52,3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810,9</w:t>
            </w:r>
          </w:p>
        </w:tc>
      </w:tr>
      <w:tr w:rsidR="00603844" w:rsidRPr="00666C9E" w:rsidTr="00666C9E">
        <w:tc>
          <w:tcPr>
            <w:tcW w:w="993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2016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429,0</w:t>
            </w:r>
          </w:p>
        </w:tc>
        <w:tc>
          <w:tcPr>
            <w:tcW w:w="1560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22,58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451,58</w:t>
            </w:r>
          </w:p>
        </w:tc>
      </w:tr>
      <w:tr w:rsidR="00603844" w:rsidRPr="00666C9E" w:rsidTr="00666C9E">
        <w:tc>
          <w:tcPr>
            <w:tcW w:w="993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2017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733,4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733,4</w:t>
            </w:r>
          </w:p>
        </w:tc>
      </w:tr>
      <w:tr w:rsidR="00603844" w:rsidRPr="00666C9E" w:rsidTr="00666C9E">
        <w:tc>
          <w:tcPr>
            <w:tcW w:w="993" w:type="dxa"/>
          </w:tcPr>
          <w:p w:rsidR="00603844" w:rsidRPr="00666C9E" w:rsidRDefault="00603844" w:rsidP="00666C9E">
            <w:pPr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1508,2</w:t>
            </w:r>
          </w:p>
        </w:tc>
        <w:tc>
          <w:tcPr>
            <w:tcW w:w="1560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1034,18</w:t>
            </w:r>
          </w:p>
        </w:tc>
        <w:tc>
          <w:tcPr>
            <w:tcW w:w="1559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 w:rsidRPr="00666C9E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666C9E" w:rsidRDefault="00603844" w:rsidP="00666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2542,38</w:t>
            </w:r>
            <w:r w:rsidRPr="00666C9E">
              <w:rPr>
                <w:sz w:val="28"/>
                <w:szCs w:val="28"/>
              </w:rPr>
              <w:t xml:space="preserve"> </w:t>
            </w:r>
          </w:p>
        </w:tc>
      </w:tr>
    </w:tbl>
    <w:p w:rsidR="00603844" w:rsidRPr="00666C9E" w:rsidRDefault="00603844" w:rsidP="00666C9E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 w:rsidRPr="00666C9E">
        <w:rPr>
          <w:sz w:val="28"/>
          <w:szCs w:val="28"/>
        </w:rPr>
        <w:t xml:space="preserve">- Приложение </w:t>
      </w:r>
      <w:r>
        <w:rPr>
          <w:sz w:val="28"/>
          <w:szCs w:val="28"/>
        </w:rPr>
        <w:t>к</w:t>
      </w:r>
      <w:r w:rsidRPr="00666C9E">
        <w:rPr>
          <w:sz w:val="28"/>
          <w:szCs w:val="28"/>
        </w:rPr>
        <w:t xml:space="preserve">  подпрограмм</w:t>
      </w:r>
      <w:r>
        <w:rPr>
          <w:sz w:val="28"/>
          <w:szCs w:val="28"/>
        </w:rPr>
        <w:t>е</w:t>
      </w:r>
      <w:r w:rsidRPr="00666C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Мероприятия муниципальной подпрограммы </w:t>
      </w:r>
      <w:r w:rsidRPr="00666C9E">
        <w:rPr>
          <w:sz w:val="28"/>
          <w:szCs w:val="28"/>
        </w:rPr>
        <w:t xml:space="preserve">«Капитальный ремонт и ремонт автомобильных дорог местного значения </w:t>
      </w:r>
      <w:r>
        <w:rPr>
          <w:sz w:val="28"/>
          <w:szCs w:val="28"/>
        </w:rPr>
        <w:t xml:space="preserve">  </w:t>
      </w:r>
      <w:r w:rsidRPr="00666C9E">
        <w:rPr>
          <w:sz w:val="28"/>
          <w:szCs w:val="28"/>
        </w:rPr>
        <w:t xml:space="preserve">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666C9E">
          <w:rPr>
            <w:sz w:val="28"/>
            <w:szCs w:val="28"/>
          </w:rPr>
          <w:t>2017 г</w:t>
        </w:r>
      </w:smartTag>
      <w:r w:rsidRPr="00666C9E">
        <w:rPr>
          <w:sz w:val="28"/>
          <w:szCs w:val="28"/>
        </w:rPr>
        <w:t>.г.» муниципальной программы «Совершенствование и содержание автомобильных дорог местного значения Залучского сельского поселения на 2014-2017 годы ».</w:t>
      </w:r>
    </w:p>
    <w:p w:rsidR="00603844" w:rsidRPr="00666C9E" w:rsidRDefault="00603844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603844" w:rsidRPr="00CD3B5A" w:rsidRDefault="00603844" w:rsidP="00A51EE7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 w:rsidRPr="00CD3B5A">
        <w:rPr>
          <w:sz w:val="28"/>
          <w:szCs w:val="28"/>
        </w:rPr>
        <w:t xml:space="preserve">         </w:t>
      </w:r>
      <w:r>
        <w:rPr>
          <w:sz w:val="28"/>
          <w:szCs w:val="28"/>
        </w:rPr>
        <w:t>3</w:t>
      </w:r>
      <w:r w:rsidRPr="00CD3B5A">
        <w:rPr>
          <w:sz w:val="28"/>
          <w:szCs w:val="28"/>
        </w:rPr>
        <w:t>. Внести изменения в паспорт подпрограммы «Содержание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CD3B5A">
          <w:rPr>
            <w:sz w:val="28"/>
            <w:szCs w:val="28"/>
          </w:rPr>
          <w:t>2017 г</w:t>
        </w:r>
      </w:smartTag>
      <w:r w:rsidRPr="00CD3B5A">
        <w:rPr>
          <w:sz w:val="28"/>
          <w:szCs w:val="28"/>
        </w:rPr>
        <w:t>.г.»  муниципальной  программы «Совершенствование и содержание автомобильных дорог местного значения Залучского сельского поселения на 2014-2017 годы», утвержденной  постановлением «Об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 от 12.11.2013 № 146 изложив в новой редакции:</w:t>
      </w:r>
    </w:p>
    <w:p w:rsidR="00603844" w:rsidRPr="00CD3B5A" w:rsidRDefault="00603844" w:rsidP="00A51EE7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-  раздел «3.  Задачи и целевые показатели подпрограммы»:</w:t>
      </w:r>
    </w:p>
    <w:p w:rsidR="00603844" w:rsidRPr="00CD3B5A" w:rsidRDefault="00603844" w:rsidP="00A51EE7">
      <w:pPr>
        <w:jc w:val="both"/>
        <w:rPr>
          <w:b/>
          <w:sz w:val="28"/>
          <w:szCs w:val="28"/>
        </w:rPr>
      </w:pPr>
      <w:r w:rsidRPr="00CD3B5A">
        <w:rPr>
          <w:b/>
          <w:sz w:val="28"/>
          <w:szCs w:val="28"/>
        </w:rPr>
        <w:t>«3. Задачи и целевые показатели подпрограммы»</w:t>
      </w:r>
    </w:p>
    <w:p w:rsidR="00603844" w:rsidRPr="00CD3B5A" w:rsidRDefault="00603844" w:rsidP="00A51EE7">
      <w:pPr>
        <w:jc w:val="both"/>
        <w:rPr>
          <w:b/>
          <w:sz w:val="28"/>
          <w:szCs w:val="28"/>
        </w:rPr>
      </w:pPr>
    </w:p>
    <w:tbl>
      <w:tblPr>
        <w:tblW w:w="955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552"/>
      </w:tblGrid>
      <w:tr w:rsidR="00603844" w:rsidRPr="00CD3B5A" w:rsidTr="008F1AB8">
        <w:trPr>
          <w:trHeight w:val="100"/>
        </w:trPr>
        <w:tc>
          <w:tcPr>
            <w:tcW w:w="9552" w:type="dxa"/>
            <w:tcBorders>
              <w:top w:val="single" w:sz="4" w:space="0" w:color="auto"/>
            </w:tcBorders>
          </w:tcPr>
          <w:tbl>
            <w:tblPr>
              <w:tblW w:w="93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  <w:gridCol w:w="4081"/>
              <w:gridCol w:w="1313"/>
              <w:gridCol w:w="960"/>
              <w:gridCol w:w="1320"/>
              <w:gridCol w:w="847"/>
            </w:tblGrid>
            <w:tr w:rsidR="00603844" w:rsidRPr="00CD3B5A" w:rsidTr="008F1AB8"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40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Цели, задачи муниципальной программы, наименование и единица измерения целевого показателя</w:t>
                  </w:r>
                </w:p>
              </w:tc>
              <w:tc>
                <w:tcPr>
                  <w:tcW w:w="44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Значение целевого показателя по годам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8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2014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2017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rPr>
                      <w:sz w:val="28"/>
                      <w:szCs w:val="28"/>
                    </w:rPr>
                  </w:pPr>
                  <w:r w:rsidRPr="00CD3B5A">
                    <w:rPr>
                      <w:b/>
                      <w:i/>
                      <w:sz w:val="28"/>
                      <w:szCs w:val="28"/>
                    </w:rPr>
                    <w:t>Задача 1: Содержание автомобильных дорог местного значения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rPr>
                      <w:sz w:val="28"/>
                      <w:szCs w:val="28"/>
                    </w:rPr>
                  </w:pPr>
                  <w:r w:rsidRPr="00CD3B5A">
                    <w:rPr>
                      <w:b/>
                      <w:i/>
                      <w:sz w:val="28"/>
                      <w:szCs w:val="28"/>
                    </w:rPr>
                    <w:t>Очистка автомобильных дорог местного значения  от снега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1.1.1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both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Протяженность  автомобильных дорог местного значения планируемых к очистке от снега (км.)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 xml:space="preserve"> 21,23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 xml:space="preserve"> 21,23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21,23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21,23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1.2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rPr>
                      <w:sz w:val="28"/>
                      <w:szCs w:val="28"/>
                    </w:rPr>
                  </w:pPr>
                  <w:r w:rsidRPr="00CD3B5A">
                    <w:rPr>
                      <w:b/>
                      <w:i/>
                      <w:sz w:val="28"/>
                      <w:szCs w:val="28"/>
                    </w:rPr>
                    <w:t>Благоустройство автомобильных дорог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1.2.1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both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Установка дорожных знаков и нанесение линий горизонтальной дорожной разметки(шт)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1.2.2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both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Прочистка водоотводных канав,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1.2.3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both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Планировка дорожного полотна,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7,8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7,8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1.2.4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both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Восстановление профиля канав,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2,985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1,64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1.2.5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6300C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Ремонт трубопереездов, пог.м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45,0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1.3.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rPr>
                      <w:sz w:val="28"/>
                      <w:szCs w:val="28"/>
                    </w:rPr>
                  </w:pPr>
                  <w:r w:rsidRPr="00CD3B5A">
                    <w:rPr>
                      <w:b/>
                      <w:i/>
                      <w:sz w:val="28"/>
                      <w:szCs w:val="28"/>
                    </w:rPr>
                    <w:t>Паспортизация   и регистрация в собственность сельского поселения автомобильных дорог     местного значения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1.3.1.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both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Протяженность   автомобильных дорог  планируемых к паспортизации(км)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6,6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10,6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603844" w:rsidRPr="00CD3B5A" w:rsidTr="008F1AB8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1.3.2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both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Процент зарегистрированных автомобильных дорог от общей протяженности автомобильных дорог (%)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80,39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844" w:rsidRPr="00CD3B5A" w:rsidRDefault="00603844" w:rsidP="008F1AB8">
                  <w:pPr>
                    <w:jc w:val="center"/>
                    <w:rPr>
                      <w:sz w:val="28"/>
                      <w:szCs w:val="28"/>
                    </w:rPr>
                  </w:pPr>
                  <w:r w:rsidRPr="00CD3B5A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603844" w:rsidRPr="00CD3B5A" w:rsidRDefault="00603844" w:rsidP="008F1AB8">
            <w:pPr>
              <w:jc w:val="both"/>
              <w:rPr>
                <w:sz w:val="28"/>
                <w:szCs w:val="28"/>
              </w:rPr>
            </w:pPr>
          </w:p>
        </w:tc>
      </w:tr>
    </w:tbl>
    <w:p w:rsidR="00603844" w:rsidRDefault="00603844" w:rsidP="00A60D9D">
      <w:pPr>
        <w:jc w:val="both"/>
        <w:rPr>
          <w:b/>
          <w:sz w:val="20"/>
          <w:szCs w:val="20"/>
        </w:rPr>
      </w:pPr>
    </w:p>
    <w:p w:rsidR="00603844" w:rsidRPr="00666C9E" w:rsidRDefault="00603844" w:rsidP="00A60D9D">
      <w:pPr>
        <w:jc w:val="both"/>
        <w:rPr>
          <w:sz w:val="28"/>
          <w:szCs w:val="28"/>
        </w:rPr>
      </w:pPr>
      <w:r w:rsidRPr="00666C9E">
        <w:rPr>
          <w:sz w:val="28"/>
          <w:szCs w:val="28"/>
        </w:rPr>
        <w:t>-раздел 6.Объемы и источники финансирования подпрограммы  :</w:t>
      </w:r>
    </w:p>
    <w:p w:rsidR="00603844" w:rsidRDefault="00603844" w:rsidP="00A60D9D">
      <w:pPr>
        <w:jc w:val="both"/>
        <w:rPr>
          <w:b/>
          <w:sz w:val="20"/>
          <w:szCs w:val="20"/>
        </w:rPr>
      </w:pPr>
    </w:p>
    <w:p w:rsidR="00603844" w:rsidRPr="00A60D9D" w:rsidRDefault="00603844" w:rsidP="00A60D9D">
      <w:pPr>
        <w:jc w:val="both"/>
        <w:rPr>
          <w:b/>
          <w:sz w:val="28"/>
          <w:szCs w:val="28"/>
        </w:rPr>
      </w:pPr>
      <w:r w:rsidRPr="00A60D9D">
        <w:rPr>
          <w:b/>
          <w:sz w:val="28"/>
          <w:szCs w:val="28"/>
        </w:rPr>
        <w:t>«6.Объемы и источники финансирования подпрограммы»</w:t>
      </w:r>
    </w:p>
    <w:p w:rsidR="00603844" w:rsidRPr="00A60D9D" w:rsidRDefault="00603844" w:rsidP="00A60D9D">
      <w:pPr>
        <w:jc w:val="both"/>
        <w:rPr>
          <w:sz w:val="28"/>
          <w:szCs w:val="28"/>
        </w:rPr>
      </w:pPr>
      <w:r w:rsidRPr="00A60D9D">
        <w:rPr>
          <w:sz w:val="28"/>
          <w:szCs w:val="28"/>
        </w:rPr>
        <w:t>Источником финансирования программы является   бюджет Залучского сельского поселения.</w:t>
      </w:r>
    </w:p>
    <w:p w:rsidR="00603844" w:rsidRPr="00A60D9D" w:rsidRDefault="00603844" w:rsidP="00A60D9D">
      <w:pPr>
        <w:jc w:val="both"/>
        <w:rPr>
          <w:sz w:val="28"/>
          <w:szCs w:val="28"/>
        </w:rPr>
      </w:pPr>
      <w:r w:rsidRPr="00A60D9D">
        <w:rPr>
          <w:sz w:val="28"/>
          <w:szCs w:val="28"/>
        </w:rPr>
        <w:t xml:space="preserve">Всего объем финансирования составляет </w:t>
      </w:r>
      <w:r w:rsidRPr="00A60D9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2039,803тыс.</w:t>
      </w:r>
      <w:r w:rsidRPr="00A60D9D">
        <w:rPr>
          <w:sz w:val="28"/>
          <w:szCs w:val="28"/>
        </w:rPr>
        <w:t xml:space="preserve">   руб</w:t>
      </w:r>
      <w:r>
        <w:rPr>
          <w:sz w:val="28"/>
          <w:szCs w:val="28"/>
        </w:rPr>
        <w:t xml:space="preserve"> </w:t>
      </w:r>
      <w:r w:rsidRPr="00A60D9D">
        <w:rPr>
          <w:sz w:val="28"/>
          <w:szCs w:val="28"/>
        </w:rPr>
        <w:t>.</w:t>
      </w:r>
    </w:p>
    <w:p w:rsidR="00603844" w:rsidRPr="00A60D9D" w:rsidRDefault="00603844" w:rsidP="00A60D9D">
      <w:pPr>
        <w:jc w:val="both"/>
        <w:rPr>
          <w:sz w:val="28"/>
          <w:szCs w:val="28"/>
        </w:rPr>
      </w:pPr>
      <w:r w:rsidRPr="00A60D9D">
        <w:rPr>
          <w:sz w:val="28"/>
          <w:szCs w:val="28"/>
        </w:rPr>
        <w:t>По годам реализации финансирование подпрограммы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603844" w:rsidRPr="00A60D9D" w:rsidTr="0092510B">
        <w:tc>
          <w:tcPr>
            <w:tcW w:w="993" w:type="dxa"/>
            <w:vMerge w:val="restart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Год</w:t>
            </w:r>
          </w:p>
        </w:tc>
        <w:tc>
          <w:tcPr>
            <w:tcW w:w="9214" w:type="dxa"/>
            <w:gridSpan w:val="6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Источник финансирования (тыс.руб.)</w:t>
            </w:r>
          </w:p>
        </w:tc>
      </w:tr>
      <w:tr w:rsidR="00603844" w:rsidRPr="00A60D9D" w:rsidTr="0092510B">
        <w:tc>
          <w:tcPr>
            <w:tcW w:w="993" w:type="dxa"/>
            <w:vMerge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17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418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Всего</w:t>
            </w:r>
          </w:p>
        </w:tc>
      </w:tr>
      <w:tr w:rsidR="00603844" w:rsidRPr="00A60D9D" w:rsidTr="0092510B">
        <w:tc>
          <w:tcPr>
            <w:tcW w:w="993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7</w:t>
            </w:r>
          </w:p>
        </w:tc>
      </w:tr>
      <w:tr w:rsidR="00603844" w:rsidRPr="00A60D9D" w:rsidTr="0092510B">
        <w:tc>
          <w:tcPr>
            <w:tcW w:w="993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2014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220,8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220,8</w:t>
            </w:r>
          </w:p>
        </w:tc>
      </w:tr>
      <w:tr w:rsidR="00603844" w:rsidRPr="00A60D9D" w:rsidTr="0092510B">
        <w:tc>
          <w:tcPr>
            <w:tcW w:w="993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2015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256,4</w:t>
            </w:r>
          </w:p>
        </w:tc>
        <w:tc>
          <w:tcPr>
            <w:tcW w:w="1560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890,5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1146,9</w:t>
            </w:r>
          </w:p>
        </w:tc>
      </w:tr>
      <w:tr w:rsidR="00603844" w:rsidRPr="00A60D9D" w:rsidTr="0092510B">
        <w:tc>
          <w:tcPr>
            <w:tcW w:w="993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2016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522,103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522,103</w:t>
            </w:r>
          </w:p>
        </w:tc>
      </w:tr>
      <w:tr w:rsidR="00603844" w:rsidRPr="00A60D9D" w:rsidTr="0092510B">
        <w:tc>
          <w:tcPr>
            <w:tcW w:w="993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2017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150,0</w:t>
            </w:r>
          </w:p>
        </w:tc>
      </w:tr>
      <w:tr w:rsidR="00603844" w:rsidRPr="00A60D9D" w:rsidTr="0092510B">
        <w:tc>
          <w:tcPr>
            <w:tcW w:w="993" w:type="dxa"/>
          </w:tcPr>
          <w:p w:rsidR="00603844" w:rsidRPr="00A60D9D" w:rsidRDefault="00603844" w:rsidP="0092510B">
            <w:pPr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256,4</w:t>
            </w:r>
          </w:p>
        </w:tc>
        <w:tc>
          <w:tcPr>
            <w:tcW w:w="1560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03844" w:rsidRPr="00A60D9D" w:rsidRDefault="00603844" w:rsidP="00A60D9D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1783,403</w:t>
            </w:r>
          </w:p>
        </w:tc>
        <w:tc>
          <w:tcPr>
            <w:tcW w:w="1559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 w:rsidRPr="00A60D9D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03844" w:rsidRPr="00A60D9D" w:rsidRDefault="00603844" w:rsidP="00925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2039,803</w:t>
            </w:r>
          </w:p>
        </w:tc>
      </w:tr>
    </w:tbl>
    <w:p w:rsidR="00603844" w:rsidRPr="00A60D9D" w:rsidRDefault="00603844" w:rsidP="00A51EE7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</w:p>
    <w:p w:rsidR="00603844" w:rsidRPr="00CD3B5A" w:rsidRDefault="00603844" w:rsidP="00A51EE7">
      <w:pPr>
        <w:tabs>
          <w:tab w:val="left" w:pos="6825"/>
        </w:tabs>
        <w:spacing w:after="200" w:line="276" w:lineRule="auto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-    Приложение</w:t>
      </w:r>
      <w:r>
        <w:rPr>
          <w:sz w:val="28"/>
          <w:szCs w:val="28"/>
        </w:rPr>
        <w:t xml:space="preserve"> к подпрограмме Ме</w:t>
      </w:r>
      <w:r w:rsidRPr="00CD3B5A">
        <w:rPr>
          <w:sz w:val="28"/>
          <w:szCs w:val="28"/>
        </w:rPr>
        <w:t xml:space="preserve">роприятия </w:t>
      </w:r>
      <w:r>
        <w:rPr>
          <w:sz w:val="28"/>
          <w:szCs w:val="28"/>
        </w:rPr>
        <w:t>п</w:t>
      </w:r>
      <w:r w:rsidRPr="00CD3B5A">
        <w:rPr>
          <w:sz w:val="28"/>
          <w:szCs w:val="28"/>
        </w:rPr>
        <w:t>одпрограммы «Содержание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 w:rsidRPr="00CD3B5A">
          <w:rPr>
            <w:sz w:val="28"/>
            <w:szCs w:val="28"/>
          </w:rPr>
          <w:t>2017 г</w:t>
        </w:r>
      </w:smartTag>
      <w:r w:rsidRPr="00CD3B5A">
        <w:rPr>
          <w:sz w:val="28"/>
          <w:szCs w:val="28"/>
        </w:rPr>
        <w:t xml:space="preserve">.г.»  муниципальной  программы «Совершенствование и содержание автомобильных дорог местного значения Залучского сельского поселения на 2014-2017 годы ». </w:t>
      </w:r>
    </w:p>
    <w:p w:rsidR="00603844" w:rsidRPr="00CD3B5A" w:rsidRDefault="00603844" w:rsidP="00A51EE7">
      <w:pPr>
        <w:rPr>
          <w:sz w:val="28"/>
          <w:szCs w:val="28"/>
        </w:rPr>
      </w:pPr>
      <w:r w:rsidRPr="00CD3B5A">
        <w:rPr>
          <w:sz w:val="28"/>
          <w:szCs w:val="28"/>
        </w:rPr>
        <w:t xml:space="preserve">        2. Контроль за выполнением постановления возложить на ведущего </w:t>
      </w:r>
      <w:r>
        <w:rPr>
          <w:sz w:val="28"/>
          <w:szCs w:val="28"/>
        </w:rPr>
        <w:t>служащего</w:t>
      </w:r>
      <w:r w:rsidRPr="00CD3B5A">
        <w:rPr>
          <w:sz w:val="28"/>
          <w:szCs w:val="28"/>
        </w:rPr>
        <w:t xml:space="preserve">  администрации сельского поселения Серко Т.И..</w:t>
      </w:r>
    </w:p>
    <w:p w:rsidR="00603844" w:rsidRPr="00CD3B5A" w:rsidRDefault="00603844" w:rsidP="00A51EE7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CD3B5A">
        <w:rPr>
          <w:sz w:val="28"/>
          <w:szCs w:val="28"/>
        </w:rPr>
        <w:t>3. Опубликовать настоящее постановление в газете «Залучский вестник».</w:t>
      </w:r>
    </w:p>
    <w:p w:rsidR="00603844" w:rsidRPr="00CD3B5A" w:rsidRDefault="00603844" w:rsidP="00A60D9D">
      <w:pPr>
        <w:rPr>
          <w:b/>
          <w:bCs/>
          <w:sz w:val="28"/>
          <w:szCs w:val="28"/>
          <w:lang w:eastAsia="en-US"/>
        </w:rPr>
      </w:pPr>
      <w:r w:rsidRPr="00CD3B5A">
        <w:rPr>
          <w:b/>
          <w:bCs/>
          <w:sz w:val="28"/>
          <w:szCs w:val="28"/>
        </w:rPr>
        <w:t>Глава сельского поселения                                                  В.А.Кондратьев</w:t>
      </w: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Pr="00CD3B5A" w:rsidRDefault="00603844" w:rsidP="00A51EE7">
      <w:pPr>
        <w:jc w:val="right"/>
        <w:rPr>
          <w:b/>
          <w:bCs/>
          <w:sz w:val="28"/>
          <w:szCs w:val="28"/>
          <w:lang w:eastAsia="en-US"/>
        </w:rPr>
        <w:sectPr w:rsidR="00603844" w:rsidRPr="00CD3B5A" w:rsidSect="008126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3844" w:rsidRPr="00A4306F" w:rsidRDefault="00603844" w:rsidP="00A51EE7">
      <w:pPr>
        <w:jc w:val="right"/>
        <w:rPr>
          <w:bCs/>
          <w:lang w:eastAsia="en-US"/>
        </w:rPr>
      </w:pPr>
      <w:r w:rsidRPr="00A4306F">
        <w:rPr>
          <w:bCs/>
          <w:lang w:eastAsia="en-US"/>
        </w:rPr>
        <w:t xml:space="preserve">Приложение  </w:t>
      </w:r>
    </w:p>
    <w:p w:rsidR="00603844" w:rsidRPr="00A4306F" w:rsidRDefault="00603844" w:rsidP="00A51EE7">
      <w:pPr>
        <w:jc w:val="right"/>
      </w:pPr>
      <w:r w:rsidRPr="00A4306F">
        <w:rPr>
          <w:bCs/>
          <w:lang w:eastAsia="en-US"/>
        </w:rPr>
        <w:t>к программе «</w:t>
      </w:r>
      <w:r w:rsidRPr="00A4306F">
        <w:t>Совершенствование и содержание автомобильных дорог</w:t>
      </w:r>
    </w:p>
    <w:p w:rsidR="00603844" w:rsidRPr="00A4306F" w:rsidRDefault="00603844" w:rsidP="00A51EE7">
      <w:pPr>
        <w:jc w:val="right"/>
      </w:pPr>
      <w:r w:rsidRPr="00A4306F">
        <w:t xml:space="preserve"> местного значения Залучского сельского поселения на 2014-2017 годы »</w:t>
      </w:r>
    </w:p>
    <w:p w:rsidR="00603844" w:rsidRPr="00CD3B5A" w:rsidRDefault="00603844" w:rsidP="00A51EE7">
      <w:pPr>
        <w:jc w:val="center"/>
        <w:rPr>
          <w:sz w:val="28"/>
          <w:szCs w:val="28"/>
        </w:rPr>
      </w:pPr>
    </w:p>
    <w:p w:rsidR="00603844" w:rsidRPr="00CD3B5A" w:rsidRDefault="00603844" w:rsidP="00A51EE7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CD3B5A">
        <w:rPr>
          <w:sz w:val="28"/>
          <w:szCs w:val="28"/>
        </w:rPr>
        <w:tab/>
      </w:r>
      <w:r w:rsidRPr="00CD3B5A">
        <w:rPr>
          <w:b/>
          <w:sz w:val="28"/>
          <w:szCs w:val="28"/>
        </w:rPr>
        <w:t>МЕРОПРИЯТИЯ</w:t>
      </w:r>
    </w:p>
    <w:p w:rsidR="00603844" w:rsidRPr="00CD3B5A" w:rsidRDefault="00603844" w:rsidP="00A51EE7">
      <w:pPr>
        <w:jc w:val="center"/>
        <w:rPr>
          <w:b/>
          <w:sz w:val="28"/>
          <w:szCs w:val="28"/>
        </w:rPr>
      </w:pPr>
      <w:r w:rsidRPr="00CD3B5A">
        <w:rPr>
          <w:b/>
          <w:sz w:val="28"/>
          <w:szCs w:val="28"/>
        </w:rPr>
        <w:t xml:space="preserve"> муниципальной программы «Совершенствование и содержание автомобильных дорог местного значения Залучского сельского поселения на 2014-2017 годы »</w:t>
      </w: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749"/>
        <w:gridCol w:w="86"/>
        <w:gridCol w:w="2041"/>
        <w:gridCol w:w="63"/>
        <w:gridCol w:w="1050"/>
        <w:gridCol w:w="1833"/>
        <w:gridCol w:w="1826"/>
        <w:gridCol w:w="1267"/>
        <w:gridCol w:w="141"/>
        <w:gridCol w:w="200"/>
        <w:gridCol w:w="93"/>
        <w:gridCol w:w="700"/>
        <w:gridCol w:w="287"/>
        <w:gridCol w:w="900"/>
        <w:gridCol w:w="912"/>
      </w:tblGrid>
      <w:tr w:rsidR="00603844" w:rsidRPr="00A4306F" w:rsidTr="00910CB8"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№ п/п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Наименование мероприятия</w:t>
            </w:r>
          </w:p>
        </w:tc>
        <w:tc>
          <w:tcPr>
            <w:tcW w:w="2127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Протяжён-ность, (км),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Длина ( пог. м)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jc w:val="center"/>
            </w:pPr>
            <w:r w:rsidRPr="00A4306F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Источник финанси-рования</w:t>
            </w:r>
          </w:p>
        </w:tc>
        <w:tc>
          <w:tcPr>
            <w:tcW w:w="4500" w:type="dxa"/>
            <w:gridSpan w:val="8"/>
          </w:tcPr>
          <w:p w:rsidR="00603844" w:rsidRPr="00A4306F" w:rsidRDefault="00603844" w:rsidP="008F1AB8">
            <w:r w:rsidRPr="00A4306F">
              <w:t>Объем финансирования по годам (тыс.руб.)</w:t>
            </w:r>
          </w:p>
        </w:tc>
      </w:tr>
      <w:tr w:rsidR="00603844" w:rsidRPr="00A4306F" w:rsidTr="00910CB8"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27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608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2014</w:t>
            </w:r>
          </w:p>
        </w:tc>
        <w:tc>
          <w:tcPr>
            <w:tcW w:w="108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2015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2016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2017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</w:t>
            </w:r>
          </w:p>
        </w:tc>
        <w:tc>
          <w:tcPr>
            <w:tcW w:w="212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11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4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6</w:t>
            </w:r>
          </w:p>
        </w:tc>
        <w:tc>
          <w:tcPr>
            <w:tcW w:w="1608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7</w:t>
            </w:r>
          </w:p>
        </w:tc>
        <w:tc>
          <w:tcPr>
            <w:tcW w:w="108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10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13236" w:type="dxa"/>
            <w:gridSpan w:val="14"/>
          </w:tcPr>
          <w:p w:rsidR="00603844" w:rsidRPr="00A4306F" w:rsidRDefault="00603844" w:rsidP="008F1AB8">
            <w:pPr>
              <w:spacing w:line="276" w:lineRule="auto"/>
              <w:jc w:val="center"/>
              <w:rPr>
                <w:b/>
              </w:rPr>
            </w:pPr>
            <w:r w:rsidRPr="00A4306F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1.1.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Победы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1,16 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15,1 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286,96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1,2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0,499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11,7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33,64 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1.3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99,2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0  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1.4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пер.Аптекарский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0,2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99,9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15"/>
        </w:trPr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1.5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с. Залучье 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Куликова,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ул.Школьная, ул.Рендакова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1,06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332,5 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1290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17,5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735"/>
        </w:trPr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1.6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Ул.Зелёная, ул.Новая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0,854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156,0 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764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8,3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1.7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5,2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1007"/>
        </w:trPr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1.8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Ляховичи ул. Центральная и ул. Береговая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0,96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270,1 </w:t>
            </w:r>
          </w:p>
        </w:tc>
        <w:tc>
          <w:tcPr>
            <w:tcW w:w="1187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  <w:vMerge w:val="restart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14,3</w:t>
            </w:r>
          </w:p>
        </w:tc>
        <w:tc>
          <w:tcPr>
            <w:tcW w:w="1187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912" w:type="dxa"/>
            <w:vMerge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rPr>
          <w:trHeight w:val="793"/>
        </w:trPr>
        <w:tc>
          <w:tcPr>
            <w:tcW w:w="959" w:type="dxa"/>
            <w:vMerge w:val="restart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1.9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A51EE7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Дубки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0,644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94,63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A51EE7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4,981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 w:val="restart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1.10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1D69C3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д. Коровитчино </w:t>
            </w:r>
            <w:r>
              <w:t xml:space="preserve"> 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0,394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94,542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4,976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 w:val="restart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1.11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 </w:t>
            </w:r>
          </w:p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П.Шубино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600,0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93,9607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4,9453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 w:val="restart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1.12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 xml:space="preserve"> Д. Заробье 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0,595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93,9968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4,9472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1.13</w:t>
            </w:r>
          </w:p>
        </w:tc>
        <w:tc>
          <w:tcPr>
            <w:tcW w:w="2749" w:type="dxa"/>
            <w:vMerge w:val="restart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Д. Великое Село</w:t>
            </w:r>
          </w:p>
        </w:tc>
        <w:tc>
          <w:tcPr>
            <w:tcW w:w="2190" w:type="dxa"/>
            <w:gridSpan w:val="3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0,405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51,8705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rPr>
          <w:trHeight w:val="88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74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3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2,7305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c>
          <w:tcPr>
            <w:tcW w:w="959" w:type="dxa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1.14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 С.Залучье ул.Молодёжная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0,6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250,0</w:t>
            </w:r>
          </w:p>
        </w:tc>
      </w:tr>
      <w:tr w:rsidR="00603844" w:rsidRPr="00A4306F" w:rsidTr="004B7531">
        <w:tc>
          <w:tcPr>
            <w:tcW w:w="959" w:type="dxa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1.15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С.Залучье ул.Мельничная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0,15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100,0</w:t>
            </w:r>
          </w:p>
        </w:tc>
      </w:tr>
      <w:tr w:rsidR="00603844" w:rsidRPr="00A4306F" w:rsidTr="004B7531">
        <w:tc>
          <w:tcPr>
            <w:tcW w:w="959" w:type="dxa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1.16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п. Шубино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0,3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180,0</w:t>
            </w:r>
          </w:p>
        </w:tc>
      </w:tr>
      <w:tr w:rsidR="00603844" w:rsidRPr="00A4306F" w:rsidTr="004B7531">
        <w:tc>
          <w:tcPr>
            <w:tcW w:w="959" w:type="dxa"/>
          </w:tcPr>
          <w:p w:rsidR="00603844" w:rsidRPr="00A4306F" w:rsidRDefault="00603844" w:rsidP="00690871">
            <w:pPr>
              <w:spacing w:line="276" w:lineRule="auto"/>
              <w:jc w:val="center"/>
            </w:pPr>
            <w:r w:rsidRPr="00A4306F">
              <w:t>1.17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Д. Дроздино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0,25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26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34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203,4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</w:t>
            </w:r>
          </w:p>
        </w:tc>
        <w:tc>
          <w:tcPr>
            <w:tcW w:w="14148" w:type="dxa"/>
            <w:gridSpan w:val="15"/>
          </w:tcPr>
          <w:p w:rsidR="00603844" w:rsidRPr="00A4306F" w:rsidRDefault="00603844" w:rsidP="008F1AB8">
            <w:r w:rsidRPr="00A4306F">
              <w:rPr>
                <w:b/>
                <w:i/>
              </w:rPr>
              <w:t>Содержание автомобильных дорог местного значения</w:t>
            </w:r>
          </w:p>
        </w:tc>
      </w:tr>
      <w:tr w:rsidR="00603844" w:rsidRPr="00A4306F" w:rsidTr="00910CB8">
        <w:trPr>
          <w:trHeight w:val="3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2.1</w:t>
            </w:r>
          </w:p>
        </w:tc>
        <w:tc>
          <w:tcPr>
            <w:tcW w:w="14148" w:type="dxa"/>
            <w:gridSpan w:val="15"/>
          </w:tcPr>
          <w:p w:rsidR="00603844" w:rsidRPr="00A4306F" w:rsidRDefault="00603844" w:rsidP="008F1AB8">
            <w:r w:rsidRPr="00A4306F">
              <w:rPr>
                <w:b/>
                <w:i/>
              </w:rPr>
              <w:t>Очистка автомобильных дорог местного значения  от снега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2.1.1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jc w:val="both"/>
            </w:pPr>
            <w:r w:rsidRPr="00A4306F"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21,23 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120,8 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  64,9</w:t>
            </w:r>
          </w:p>
        </w:tc>
        <w:tc>
          <w:tcPr>
            <w:tcW w:w="900" w:type="dxa"/>
          </w:tcPr>
          <w:p w:rsidR="00603844" w:rsidRPr="00A4306F" w:rsidRDefault="00603844" w:rsidP="006300C6">
            <w:pPr>
              <w:spacing w:line="276" w:lineRule="auto"/>
              <w:jc w:val="center"/>
            </w:pPr>
            <w:r w:rsidRPr="00A4306F">
              <w:t>99,9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150,0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</w:t>
            </w:r>
          </w:p>
        </w:tc>
        <w:tc>
          <w:tcPr>
            <w:tcW w:w="14148" w:type="dxa"/>
            <w:gridSpan w:val="15"/>
          </w:tcPr>
          <w:p w:rsidR="00603844" w:rsidRPr="00A4306F" w:rsidRDefault="00603844" w:rsidP="008F1AB8">
            <w:r w:rsidRPr="00A4306F">
              <w:rPr>
                <w:b/>
                <w:i/>
              </w:rPr>
              <w:t>Благоустройство автомобильных дорог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Установка дорожных знаков и нанесение линий горизонтальной дорожной разметки, шт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18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92,7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2.2.2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Прочистка водоотводных канав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0,4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2.2.2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13,5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2.2.3.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Профилирование дорожного полотна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5,8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2.2.3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30,0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50,0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420"/>
        </w:trPr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2835" w:type="dxa"/>
            <w:gridSpan w:val="2"/>
            <w:vMerge w:val="restart"/>
          </w:tcPr>
          <w:p w:rsidR="00603844" w:rsidRPr="00A4306F" w:rsidRDefault="00603844" w:rsidP="008F1AB8">
            <w:pPr>
              <w:jc w:val="both"/>
            </w:pPr>
            <w:r w:rsidRPr="00A4306F">
              <w:t>Восстановление профиля канав: с.Залучье, ул.Советская</w:t>
            </w:r>
          </w:p>
        </w:tc>
        <w:tc>
          <w:tcPr>
            <w:tcW w:w="2104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0,325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94,9 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36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603844" w:rsidRPr="00A4306F" w:rsidRDefault="00603844" w:rsidP="008F1AB8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5,1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408"/>
        </w:trPr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2.2.5</w:t>
            </w:r>
          </w:p>
        </w:tc>
        <w:tc>
          <w:tcPr>
            <w:tcW w:w="2835" w:type="dxa"/>
            <w:gridSpan w:val="2"/>
            <w:vMerge w:val="restart"/>
          </w:tcPr>
          <w:p w:rsidR="00603844" w:rsidRPr="00A4306F" w:rsidRDefault="00603844" w:rsidP="008F1AB8">
            <w:pPr>
              <w:jc w:val="both"/>
            </w:pPr>
            <w:r w:rsidRPr="00A4306F">
              <w:t>Восстановление профиля канав: с.Залучье, ул.Рендакова</w:t>
            </w:r>
          </w:p>
        </w:tc>
        <w:tc>
          <w:tcPr>
            <w:tcW w:w="2104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0,27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78,7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603844" w:rsidRPr="00A4306F" w:rsidRDefault="00603844" w:rsidP="008F1AB8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4,2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408"/>
        </w:trPr>
        <w:tc>
          <w:tcPr>
            <w:tcW w:w="959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2.2.6</w:t>
            </w:r>
          </w:p>
        </w:tc>
        <w:tc>
          <w:tcPr>
            <w:tcW w:w="2835" w:type="dxa"/>
            <w:gridSpan w:val="2"/>
            <w:vMerge w:val="restart"/>
          </w:tcPr>
          <w:p w:rsidR="00603844" w:rsidRPr="00A4306F" w:rsidRDefault="00603844" w:rsidP="008F1AB8">
            <w:pPr>
              <w:jc w:val="both"/>
            </w:pPr>
            <w:r w:rsidRPr="00A4306F">
              <w:t>Восстановление профиля канав: с.Залучье, переулок Советский</w:t>
            </w:r>
          </w:p>
        </w:tc>
        <w:tc>
          <w:tcPr>
            <w:tcW w:w="2104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0,28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82,8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603844" w:rsidRPr="00A4306F" w:rsidRDefault="00603844" w:rsidP="008F1AB8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4,4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2.2.7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Экспертиза смет, шт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3,0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6,0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2.2.8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Восстановление профиля канав: д. Пустошка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0,16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37.8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2.2.9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Восстановление профиля канав: с. Залучье ул. Советская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0,57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72,8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2.2.10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Восстановление профиля канав: д. Пинаевы Горки ул. Садовая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0,8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93,1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2.2.11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8F1AB8">
            <w:pPr>
              <w:jc w:val="both"/>
            </w:pPr>
            <w:r w:rsidRPr="00A4306F">
              <w:t>Восстановление профиля канав: д. Шумилкино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0,42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80,0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2.2.12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  и ремонт трубоперезда д. Пинаевы Горки ул. Центральная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167296">
            <w:pPr>
              <w:spacing w:line="276" w:lineRule="auto"/>
              <w:jc w:val="center"/>
            </w:pPr>
            <w:r w:rsidRPr="00A4306F">
              <w:t>0,4/9,0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80,8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2.2.13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910CB8">
            <w:pPr>
              <w:jc w:val="both"/>
            </w:pPr>
            <w:r w:rsidRPr="00A4306F">
              <w:t>Восстановление профиля канав    д. Пинаевы Горки ул. Хуторская,ул. Новая, с.Залучье  пер. Аптекарский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1,24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87,9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2.2.14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910CB8">
            <w:pPr>
              <w:jc w:val="both"/>
            </w:pPr>
            <w:r w:rsidRPr="00A4306F">
              <w:t xml:space="preserve"> Ремонт трубоперезда д. Пинаевы Горки   ул.Садовая, ул. Зелёная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18,0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99,4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rPr>
          <w:trHeight w:val="648"/>
        </w:trPr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2.2.15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910CB8">
            <w:pPr>
              <w:jc w:val="both"/>
            </w:pPr>
            <w:r w:rsidRPr="00A4306F">
              <w:t xml:space="preserve"> Ремонт трубоперезда д. Пинаевы Горки     ул. Новая , с.Залучье ул. Школьная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18,0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98,1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2.3.</w:t>
            </w:r>
          </w:p>
        </w:tc>
        <w:tc>
          <w:tcPr>
            <w:tcW w:w="13236" w:type="dxa"/>
            <w:gridSpan w:val="14"/>
          </w:tcPr>
          <w:p w:rsidR="00603844" w:rsidRPr="00A4306F" w:rsidRDefault="00603844" w:rsidP="008F1AB8">
            <w:pPr>
              <w:jc w:val="center"/>
              <w:rPr>
                <w:b/>
                <w:i/>
              </w:rPr>
            </w:pPr>
            <w:r w:rsidRPr="00A4306F">
              <w:rPr>
                <w:b/>
                <w:i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  <w:tc>
          <w:tcPr>
            <w:tcW w:w="912" w:type="dxa"/>
          </w:tcPr>
          <w:p w:rsidR="00603844" w:rsidRPr="00A4306F" w:rsidRDefault="00603844" w:rsidP="008F1AB8"/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jc w:val="both"/>
            </w:pPr>
            <w:r w:rsidRPr="00A4306F"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32 дороги-18,4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701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100,0</w:t>
            </w:r>
          </w:p>
        </w:tc>
        <w:tc>
          <w:tcPr>
            <w:tcW w:w="9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 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272,0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r w:rsidRPr="00A4306F">
              <w:t>0</w:t>
            </w:r>
          </w:p>
        </w:tc>
      </w:tr>
      <w:tr w:rsidR="00603844" w:rsidRPr="00A4306F" w:rsidTr="00910CB8">
        <w:tc>
          <w:tcPr>
            <w:tcW w:w="959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2.3.2</w:t>
            </w:r>
          </w:p>
        </w:tc>
        <w:tc>
          <w:tcPr>
            <w:tcW w:w="2749" w:type="dxa"/>
          </w:tcPr>
          <w:p w:rsidR="00603844" w:rsidRPr="00A4306F" w:rsidRDefault="00603844" w:rsidP="008F1AB8">
            <w:pPr>
              <w:jc w:val="both"/>
            </w:pPr>
            <w:r w:rsidRPr="00A4306F">
              <w:t>Оценка сооружений, шт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60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701" w:type="dxa"/>
            <w:gridSpan w:val="4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117,0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r w:rsidRPr="00A4306F">
              <w:t>0</w:t>
            </w:r>
          </w:p>
        </w:tc>
      </w:tr>
    </w:tbl>
    <w:p w:rsidR="00603844" w:rsidRPr="00A4306F" w:rsidRDefault="00603844" w:rsidP="00A51EE7">
      <w:pPr>
        <w:spacing w:line="276" w:lineRule="auto"/>
        <w:jc w:val="both"/>
      </w:pPr>
    </w:p>
    <w:p w:rsidR="00603844" w:rsidRPr="00A4306F" w:rsidRDefault="00603844" w:rsidP="00A51EE7">
      <w:pPr>
        <w:spacing w:line="276" w:lineRule="auto"/>
        <w:jc w:val="both"/>
      </w:pPr>
    </w:p>
    <w:p w:rsidR="00603844" w:rsidRPr="00A4306F" w:rsidRDefault="00603844" w:rsidP="00EC6696">
      <w:pPr>
        <w:spacing w:line="276" w:lineRule="auto"/>
        <w:jc w:val="both"/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EC6696">
      <w:pPr>
        <w:jc w:val="right"/>
        <w:rPr>
          <w:bCs/>
          <w:lang w:eastAsia="en-US"/>
        </w:rPr>
      </w:pPr>
    </w:p>
    <w:p w:rsidR="00603844" w:rsidRPr="001C524C" w:rsidRDefault="00603844" w:rsidP="00EC6696">
      <w:pPr>
        <w:jc w:val="right"/>
        <w:rPr>
          <w:bCs/>
          <w:lang w:eastAsia="en-US"/>
        </w:rPr>
      </w:pPr>
      <w:r w:rsidRPr="001C524C">
        <w:rPr>
          <w:bCs/>
          <w:lang w:eastAsia="en-US"/>
        </w:rPr>
        <w:t>Приложение</w:t>
      </w:r>
    </w:p>
    <w:p w:rsidR="00603844" w:rsidRPr="001C524C" w:rsidRDefault="00603844" w:rsidP="00EC6696">
      <w:pPr>
        <w:jc w:val="right"/>
      </w:pPr>
      <w:r w:rsidRPr="001C524C">
        <w:t xml:space="preserve">к подпрограмме «Капитальный ремонт и ремонт автомобильных дорог местного значения </w:t>
      </w:r>
    </w:p>
    <w:p w:rsidR="00603844" w:rsidRPr="001C524C" w:rsidRDefault="00603844" w:rsidP="00EC6696">
      <w:pPr>
        <w:jc w:val="right"/>
        <w:rPr>
          <w:bCs/>
          <w:lang w:eastAsia="en-US"/>
        </w:rPr>
      </w:pPr>
      <w:r w:rsidRPr="001C524C">
        <w:t xml:space="preserve">  Залучского сельского поселения на 2014-2017 г.г»</w:t>
      </w:r>
    </w:p>
    <w:p w:rsidR="00603844" w:rsidRPr="001C524C" w:rsidRDefault="00603844" w:rsidP="00EC6696">
      <w:pPr>
        <w:jc w:val="right"/>
      </w:pPr>
      <w:r w:rsidRPr="001C524C">
        <w:rPr>
          <w:bCs/>
          <w:lang w:eastAsia="en-US"/>
        </w:rPr>
        <w:t>муниципальной программы «</w:t>
      </w:r>
      <w:r w:rsidRPr="001C524C">
        <w:t xml:space="preserve">Совершенствование и содержание </w:t>
      </w:r>
    </w:p>
    <w:p w:rsidR="00603844" w:rsidRPr="001C524C" w:rsidRDefault="00603844" w:rsidP="00EC6696">
      <w:pPr>
        <w:jc w:val="right"/>
      </w:pPr>
      <w:r w:rsidRPr="001C524C">
        <w:t xml:space="preserve">автомобильных дорог местного значения Залучского сельского </w:t>
      </w:r>
    </w:p>
    <w:p w:rsidR="00603844" w:rsidRPr="001C524C" w:rsidRDefault="00603844" w:rsidP="00EC6696">
      <w:pPr>
        <w:jc w:val="right"/>
      </w:pPr>
      <w:r w:rsidRPr="001C524C">
        <w:t>поселения на 2014-2017 годы »</w:t>
      </w:r>
    </w:p>
    <w:p w:rsidR="00603844" w:rsidRPr="00CD3B5A" w:rsidRDefault="00603844" w:rsidP="00EC6696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CD3B5A">
        <w:rPr>
          <w:sz w:val="28"/>
          <w:szCs w:val="28"/>
        </w:rPr>
        <w:tab/>
      </w:r>
      <w:r w:rsidRPr="00CD3B5A">
        <w:rPr>
          <w:b/>
          <w:sz w:val="28"/>
          <w:szCs w:val="28"/>
        </w:rPr>
        <w:t>МЕРОПРИЯТИЯ</w:t>
      </w:r>
    </w:p>
    <w:p w:rsidR="00603844" w:rsidRPr="00CD3B5A" w:rsidRDefault="00603844" w:rsidP="00EC6696">
      <w:pPr>
        <w:jc w:val="center"/>
        <w:rPr>
          <w:b/>
          <w:sz w:val="28"/>
          <w:szCs w:val="28"/>
        </w:rPr>
      </w:pPr>
      <w:r w:rsidRPr="00CD3B5A">
        <w:rPr>
          <w:b/>
          <w:sz w:val="28"/>
          <w:szCs w:val="28"/>
        </w:rPr>
        <w:t>Подпрограммы «Капитальный ремонт и ремонт  автомобильных дорог местного значения   Залучского сельского поселения на 2014-2017 г.г.»  муниципальной  программы «Совершенствование и содержание автомобильных дорог местного значения Залучского сельского поселения на 2014-2017 годы »</w:t>
      </w:r>
    </w:p>
    <w:p w:rsidR="00603844" w:rsidRPr="00CD3B5A" w:rsidRDefault="00603844" w:rsidP="00A51EE7">
      <w:pPr>
        <w:spacing w:line="276" w:lineRule="auto"/>
        <w:jc w:val="both"/>
        <w:rPr>
          <w:sz w:val="28"/>
          <w:szCs w:val="28"/>
        </w:rPr>
      </w:pP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2932"/>
        <w:gridCol w:w="2127"/>
        <w:gridCol w:w="63"/>
        <w:gridCol w:w="1050"/>
        <w:gridCol w:w="1833"/>
        <w:gridCol w:w="1826"/>
        <w:gridCol w:w="1408"/>
        <w:gridCol w:w="200"/>
        <w:gridCol w:w="793"/>
        <w:gridCol w:w="287"/>
        <w:gridCol w:w="900"/>
        <w:gridCol w:w="912"/>
      </w:tblGrid>
      <w:tr w:rsidR="00603844" w:rsidRPr="00A4306F" w:rsidTr="008F1AB8"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№ п/п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Протяжён-ность, км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jc w:val="center"/>
            </w:pPr>
            <w:r w:rsidRPr="00A4306F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Источник финанси-рования</w:t>
            </w:r>
          </w:p>
        </w:tc>
        <w:tc>
          <w:tcPr>
            <w:tcW w:w="4500" w:type="dxa"/>
            <w:gridSpan w:val="6"/>
          </w:tcPr>
          <w:p w:rsidR="00603844" w:rsidRPr="00A4306F" w:rsidRDefault="00603844" w:rsidP="008F1AB8">
            <w:r w:rsidRPr="00A4306F">
              <w:t>Объем финансирования по годам (тыс.руб.)</w:t>
            </w:r>
          </w:p>
        </w:tc>
      </w:tr>
      <w:tr w:rsidR="00603844" w:rsidRPr="00A4306F" w:rsidTr="008F1AB8"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27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6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2014</w:t>
            </w:r>
          </w:p>
        </w:tc>
        <w:tc>
          <w:tcPr>
            <w:tcW w:w="108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2015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2016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2017</w:t>
            </w:r>
          </w:p>
        </w:tc>
      </w:tr>
      <w:tr w:rsidR="00603844" w:rsidRPr="00A4306F" w:rsidTr="008F1AB8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</w:t>
            </w:r>
          </w:p>
        </w:tc>
        <w:tc>
          <w:tcPr>
            <w:tcW w:w="2127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11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4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6</w:t>
            </w:r>
          </w:p>
        </w:tc>
        <w:tc>
          <w:tcPr>
            <w:tcW w:w="16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7</w:t>
            </w:r>
          </w:p>
        </w:tc>
        <w:tc>
          <w:tcPr>
            <w:tcW w:w="108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10</w:t>
            </w:r>
          </w:p>
        </w:tc>
      </w:tr>
      <w:tr w:rsidR="00603844" w:rsidRPr="00A4306F" w:rsidTr="008F1AB8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13419" w:type="dxa"/>
            <w:gridSpan w:val="11"/>
          </w:tcPr>
          <w:p w:rsidR="00603844" w:rsidRPr="00A4306F" w:rsidRDefault="00603844" w:rsidP="008F1AB8">
            <w:pPr>
              <w:spacing w:line="276" w:lineRule="auto"/>
              <w:jc w:val="center"/>
              <w:rPr>
                <w:b/>
              </w:rPr>
            </w:pPr>
            <w:r w:rsidRPr="00A4306F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1.1.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Победы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1,16 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15,1 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286,96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1,2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0,499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11,7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муниципального района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33,64 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1.3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99,2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0  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1.4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пер.Аптекарский</w:t>
            </w:r>
          </w:p>
        </w:tc>
        <w:tc>
          <w:tcPr>
            <w:tcW w:w="219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0,2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99,9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15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1.5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с. Залучье 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Куликова,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ул.Школьная, ул.Рендакова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1,06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332,5 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1290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17,5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735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1.6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Пинаевы Горки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Ул.Зелёная, ул.Новая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0,854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156,0 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764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8,3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1.7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с. Залучье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ул. Васильева</w:t>
            </w:r>
          </w:p>
        </w:tc>
        <w:tc>
          <w:tcPr>
            <w:tcW w:w="219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0,52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1,1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5,2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1007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1.8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Ляховичи ул. Центральная и ул. Береговая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0,96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270,1 </w:t>
            </w:r>
          </w:p>
        </w:tc>
        <w:tc>
          <w:tcPr>
            <w:tcW w:w="1187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  <w:vMerge w:val="restart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14,3</w:t>
            </w:r>
          </w:p>
        </w:tc>
        <w:tc>
          <w:tcPr>
            <w:tcW w:w="1187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912" w:type="dxa"/>
            <w:vMerge/>
          </w:tcPr>
          <w:p w:rsidR="00603844" w:rsidRPr="00A4306F" w:rsidRDefault="00603844" w:rsidP="008F1AB8">
            <w:pPr>
              <w:jc w:val="center"/>
            </w:pPr>
          </w:p>
        </w:tc>
      </w:tr>
      <w:tr w:rsidR="00603844" w:rsidRPr="00A4306F" w:rsidTr="004B7531">
        <w:trPr>
          <w:trHeight w:val="793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1.9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Дубки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0,644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94,63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4,981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1.10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д. Коровитчино ул.Молодёжная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0,394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94,542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4,976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1.11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 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П.Шубино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600,0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93,9607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4,9453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1.12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Д. Заробье 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0,595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93,9968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4,9472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1.13</w:t>
            </w:r>
          </w:p>
        </w:tc>
        <w:tc>
          <w:tcPr>
            <w:tcW w:w="2932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Д. Великое Село</w:t>
            </w:r>
          </w:p>
        </w:tc>
        <w:tc>
          <w:tcPr>
            <w:tcW w:w="2190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0,405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51,8705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888"/>
        </w:trPr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2,7305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1.14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  С.Залучье ул.Молодёжная</w:t>
            </w:r>
          </w:p>
        </w:tc>
        <w:tc>
          <w:tcPr>
            <w:tcW w:w="219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0,6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250,0</w:t>
            </w:r>
          </w:p>
        </w:tc>
      </w:tr>
      <w:tr w:rsidR="00603844" w:rsidRPr="00A4306F" w:rsidTr="004B7531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1.15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0,15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100,0</w:t>
            </w:r>
          </w:p>
        </w:tc>
      </w:tr>
      <w:tr w:rsidR="00603844" w:rsidRPr="00A4306F" w:rsidTr="004B7531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1.16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Ремонт дорожного покрытия автомобильной дороги: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п. Шубино</w:t>
            </w:r>
          </w:p>
        </w:tc>
        <w:tc>
          <w:tcPr>
            <w:tcW w:w="219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0,3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180,0</w:t>
            </w:r>
          </w:p>
        </w:tc>
      </w:tr>
      <w:tr w:rsidR="00603844" w:rsidRPr="00A4306F" w:rsidTr="004B7531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1.17</w:t>
            </w:r>
          </w:p>
        </w:tc>
        <w:tc>
          <w:tcPr>
            <w:tcW w:w="2932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Ремонт дорожного покрытия автомобильной дороги: </w:t>
            </w:r>
          </w:p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0,25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9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18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203,4</w:t>
            </w:r>
          </w:p>
        </w:tc>
      </w:tr>
    </w:tbl>
    <w:p w:rsidR="00603844" w:rsidRPr="00A4306F" w:rsidRDefault="00603844" w:rsidP="00A51EE7">
      <w:pPr>
        <w:spacing w:line="276" w:lineRule="auto"/>
        <w:jc w:val="both"/>
      </w:pPr>
    </w:p>
    <w:p w:rsidR="00603844" w:rsidRPr="00A4306F" w:rsidRDefault="00603844" w:rsidP="00A51EE7">
      <w:pPr>
        <w:spacing w:line="276" w:lineRule="auto"/>
        <w:jc w:val="both"/>
      </w:pPr>
    </w:p>
    <w:p w:rsidR="00603844" w:rsidRPr="00A4306F" w:rsidRDefault="00603844" w:rsidP="00A51EE7">
      <w:pPr>
        <w:spacing w:line="276" w:lineRule="auto"/>
        <w:jc w:val="both"/>
      </w:pPr>
    </w:p>
    <w:p w:rsidR="00603844" w:rsidRPr="00A4306F" w:rsidRDefault="00603844" w:rsidP="00A51EE7">
      <w:pPr>
        <w:spacing w:line="276" w:lineRule="auto"/>
        <w:jc w:val="both"/>
      </w:pPr>
    </w:p>
    <w:p w:rsidR="00603844" w:rsidRPr="00CD3B5A" w:rsidRDefault="00603844" w:rsidP="00A51EE7">
      <w:pPr>
        <w:spacing w:line="276" w:lineRule="auto"/>
        <w:jc w:val="both"/>
        <w:rPr>
          <w:sz w:val="28"/>
          <w:szCs w:val="28"/>
        </w:rPr>
      </w:pPr>
    </w:p>
    <w:p w:rsidR="00603844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A51EE7">
      <w:pPr>
        <w:jc w:val="right"/>
        <w:rPr>
          <w:b/>
          <w:bCs/>
          <w:sz w:val="28"/>
          <w:szCs w:val="28"/>
          <w:lang w:eastAsia="en-US"/>
        </w:rPr>
      </w:pPr>
    </w:p>
    <w:p w:rsidR="00603844" w:rsidRDefault="00603844" w:rsidP="00A51EE7">
      <w:pPr>
        <w:jc w:val="right"/>
        <w:rPr>
          <w:bCs/>
          <w:lang w:eastAsia="en-US"/>
        </w:rPr>
      </w:pPr>
    </w:p>
    <w:p w:rsidR="00603844" w:rsidRDefault="00603844" w:rsidP="00A51EE7">
      <w:pPr>
        <w:jc w:val="right"/>
        <w:rPr>
          <w:bCs/>
          <w:lang w:eastAsia="en-US"/>
        </w:rPr>
      </w:pPr>
    </w:p>
    <w:p w:rsidR="00603844" w:rsidRPr="001C524C" w:rsidRDefault="00603844" w:rsidP="00A51EE7">
      <w:pPr>
        <w:jc w:val="right"/>
        <w:rPr>
          <w:bCs/>
          <w:lang w:eastAsia="en-US"/>
        </w:rPr>
      </w:pPr>
      <w:r w:rsidRPr="001C524C">
        <w:rPr>
          <w:bCs/>
          <w:lang w:eastAsia="en-US"/>
        </w:rPr>
        <w:t>Приложение</w:t>
      </w:r>
    </w:p>
    <w:p w:rsidR="00603844" w:rsidRPr="001C524C" w:rsidRDefault="00603844" w:rsidP="00A51EE7">
      <w:pPr>
        <w:jc w:val="right"/>
      </w:pPr>
      <w:r w:rsidRPr="001C524C">
        <w:t xml:space="preserve">к подпрограмме «Содержание автомобильных дорог местного значения </w:t>
      </w:r>
    </w:p>
    <w:p w:rsidR="00603844" w:rsidRPr="001C524C" w:rsidRDefault="00603844" w:rsidP="00A51EE7">
      <w:pPr>
        <w:jc w:val="right"/>
        <w:rPr>
          <w:bCs/>
          <w:lang w:eastAsia="en-US"/>
        </w:rPr>
      </w:pPr>
      <w:r w:rsidRPr="001C524C">
        <w:t xml:space="preserve">  Залучского сельского поселения на 2014-2017 г.г»</w:t>
      </w:r>
    </w:p>
    <w:p w:rsidR="00603844" w:rsidRPr="001C524C" w:rsidRDefault="00603844" w:rsidP="00A51EE7">
      <w:pPr>
        <w:jc w:val="right"/>
      </w:pPr>
      <w:r w:rsidRPr="001C524C">
        <w:rPr>
          <w:bCs/>
          <w:lang w:eastAsia="en-US"/>
        </w:rPr>
        <w:t>муниципальной программы «</w:t>
      </w:r>
      <w:r w:rsidRPr="001C524C">
        <w:t xml:space="preserve">Совершенствование и содержание </w:t>
      </w:r>
    </w:p>
    <w:p w:rsidR="00603844" w:rsidRPr="001C524C" w:rsidRDefault="00603844" w:rsidP="00A51EE7">
      <w:pPr>
        <w:jc w:val="right"/>
      </w:pPr>
      <w:r w:rsidRPr="001C524C">
        <w:t xml:space="preserve">автомобильных дорог местного значения Залучского сельского </w:t>
      </w:r>
    </w:p>
    <w:p w:rsidR="00603844" w:rsidRPr="001C524C" w:rsidRDefault="00603844" w:rsidP="00A51EE7">
      <w:pPr>
        <w:jc w:val="right"/>
      </w:pPr>
      <w:r w:rsidRPr="001C524C">
        <w:t>поселения на 2014-2017 годы »</w:t>
      </w:r>
    </w:p>
    <w:p w:rsidR="00603844" w:rsidRPr="00CD3B5A" w:rsidRDefault="00603844" w:rsidP="00A51EE7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 w:rsidRPr="00CD3B5A">
        <w:rPr>
          <w:sz w:val="28"/>
          <w:szCs w:val="28"/>
        </w:rPr>
        <w:tab/>
      </w:r>
      <w:r w:rsidRPr="00CD3B5A">
        <w:rPr>
          <w:b/>
          <w:sz w:val="28"/>
          <w:szCs w:val="28"/>
        </w:rPr>
        <w:t>МЕРОПРИЯТИЯ</w:t>
      </w:r>
    </w:p>
    <w:p w:rsidR="00603844" w:rsidRPr="00CD3B5A" w:rsidRDefault="00603844" w:rsidP="00A51EE7">
      <w:pPr>
        <w:jc w:val="center"/>
        <w:rPr>
          <w:b/>
          <w:sz w:val="28"/>
          <w:szCs w:val="28"/>
        </w:rPr>
      </w:pPr>
      <w:r w:rsidRPr="00CD3B5A">
        <w:rPr>
          <w:b/>
          <w:sz w:val="28"/>
          <w:szCs w:val="28"/>
        </w:rPr>
        <w:t>Подпрограммы «Содержание автомобильных дорог местного значения   Залучского сельского поселения на 2014-2017 г.г.»  муниципальной  программы «Совершенствование и содержание автомобильных дорог местного значения Залучского сельского поселения на 2014-2017 годы »</w:t>
      </w: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183"/>
        <w:gridCol w:w="2749"/>
        <w:gridCol w:w="86"/>
        <w:gridCol w:w="2041"/>
        <w:gridCol w:w="63"/>
        <w:gridCol w:w="1050"/>
        <w:gridCol w:w="1833"/>
        <w:gridCol w:w="1826"/>
        <w:gridCol w:w="1408"/>
        <w:gridCol w:w="200"/>
        <w:gridCol w:w="93"/>
        <w:gridCol w:w="987"/>
        <w:gridCol w:w="900"/>
        <w:gridCol w:w="912"/>
      </w:tblGrid>
      <w:tr w:rsidR="00603844" w:rsidRPr="00A4306F" w:rsidTr="008F1AB8">
        <w:tc>
          <w:tcPr>
            <w:tcW w:w="77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№ п/п</w:t>
            </w:r>
          </w:p>
        </w:tc>
        <w:tc>
          <w:tcPr>
            <w:tcW w:w="2932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Наименование мероприятия</w:t>
            </w:r>
          </w:p>
        </w:tc>
        <w:tc>
          <w:tcPr>
            <w:tcW w:w="2127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Протяжён-ность, км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8F1AB8">
            <w:pPr>
              <w:jc w:val="center"/>
            </w:pPr>
            <w:r w:rsidRPr="00A4306F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Источник финанси-рования</w:t>
            </w:r>
          </w:p>
        </w:tc>
        <w:tc>
          <w:tcPr>
            <w:tcW w:w="4500" w:type="dxa"/>
            <w:gridSpan w:val="6"/>
          </w:tcPr>
          <w:p w:rsidR="00603844" w:rsidRPr="00A4306F" w:rsidRDefault="00603844" w:rsidP="008F1AB8">
            <w:r w:rsidRPr="00A4306F">
              <w:t>Объем финансирования по годам (тыс.руб.)</w:t>
            </w:r>
          </w:p>
        </w:tc>
      </w:tr>
      <w:tr w:rsidR="00603844" w:rsidRPr="00A4306F" w:rsidTr="008F1AB8">
        <w:tc>
          <w:tcPr>
            <w:tcW w:w="77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932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2127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826" w:type="dxa"/>
            <w:vMerge/>
          </w:tcPr>
          <w:p w:rsidR="00603844" w:rsidRPr="00A4306F" w:rsidRDefault="00603844" w:rsidP="008F1AB8">
            <w:pPr>
              <w:spacing w:line="276" w:lineRule="auto"/>
              <w:jc w:val="center"/>
            </w:pPr>
          </w:p>
        </w:tc>
        <w:tc>
          <w:tcPr>
            <w:tcW w:w="16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2014</w:t>
            </w:r>
          </w:p>
        </w:tc>
        <w:tc>
          <w:tcPr>
            <w:tcW w:w="108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2015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2016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2017</w:t>
            </w:r>
          </w:p>
        </w:tc>
      </w:tr>
      <w:tr w:rsidR="00603844" w:rsidRPr="00A4306F" w:rsidTr="008F1AB8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2932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2</w:t>
            </w:r>
          </w:p>
        </w:tc>
        <w:tc>
          <w:tcPr>
            <w:tcW w:w="2127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113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4</w:t>
            </w:r>
          </w:p>
        </w:tc>
        <w:tc>
          <w:tcPr>
            <w:tcW w:w="1833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5</w:t>
            </w:r>
          </w:p>
        </w:tc>
        <w:tc>
          <w:tcPr>
            <w:tcW w:w="182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6</w:t>
            </w:r>
          </w:p>
        </w:tc>
        <w:tc>
          <w:tcPr>
            <w:tcW w:w="1608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7</w:t>
            </w:r>
          </w:p>
        </w:tc>
        <w:tc>
          <w:tcPr>
            <w:tcW w:w="1080" w:type="dxa"/>
            <w:gridSpan w:val="2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8</w:t>
            </w:r>
          </w:p>
        </w:tc>
        <w:tc>
          <w:tcPr>
            <w:tcW w:w="900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9</w:t>
            </w:r>
          </w:p>
        </w:tc>
        <w:tc>
          <w:tcPr>
            <w:tcW w:w="912" w:type="dxa"/>
          </w:tcPr>
          <w:p w:rsidR="00603844" w:rsidRPr="00A4306F" w:rsidRDefault="00603844" w:rsidP="008F1AB8">
            <w:pPr>
              <w:jc w:val="center"/>
            </w:pPr>
            <w:r w:rsidRPr="00A4306F">
              <w:t>10</w:t>
            </w:r>
          </w:p>
        </w:tc>
      </w:tr>
      <w:tr w:rsidR="00603844" w:rsidRPr="00A4306F" w:rsidTr="008F1AB8"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</w:t>
            </w:r>
          </w:p>
        </w:tc>
        <w:tc>
          <w:tcPr>
            <w:tcW w:w="14331" w:type="dxa"/>
            <w:gridSpan w:val="14"/>
          </w:tcPr>
          <w:p w:rsidR="00603844" w:rsidRPr="00A4306F" w:rsidRDefault="00603844" w:rsidP="008F1AB8">
            <w:r w:rsidRPr="00A4306F">
              <w:rPr>
                <w:b/>
                <w:i/>
              </w:rPr>
              <w:t>Содержание автомобильных дорог местного значения</w:t>
            </w:r>
          </w:p>
        </w:tc>
      </w:tr>
      <w:tr w:rsidR="00603844" w:rsidRPr="00A4306F" w:rsidTr="008F1AB8">
        <w:trPr>
          <w:trHeight w:val="348"/>
        </w:trPr>
        <w:tc>
          <w:tcPr>
            <w:tcW w:w="776" w:type="dxa"/>
          </w:tcPr>
          <w:p w:rsidR="00603844" w:rsidRPr="00A4306F" w:rsidRDefault="00603844" w:rsidP="008F1AB8">
            <w:pPr>
              <w:spacing w:line="276" w:lineRule="auto"/>
              <w:jc w:val="center"/>
            </w:pPr>
            <w:r w:rsidRPr="00A4306F">
              <w:t>1.1</w:t>
            </w:r>
          </w:p>
        </w:tc>
        <w:tc>
          <w:tcPr>
            <w:tcW w:w="14331" w:type="dxa"/>
            <w:gridSpan w:val="14"/>
          </w:tcPr>
          <w:p w:rsidR="00603844" w:rsidRPr="00A4306F" w:rsidRDefault="00603844" w:rsidP="008F1AB8">
            <w:r w:rsidRPr="00A4306F">
              <w:rPr>
                <w:b/>
                <w:i/>
              </w:rPr>
              <w:t>Очистка автомобильных дорог местного значения  от снега</w:t>
            </w:r>
          </w:p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1.1.1</w:t>
            </w:r>
          </w:p>
        </w:tc>
        <w:tc>
          <w:tcPr>
            <w:tcW w:w="2749" w:type="dxa"/>
          </w:tcPr>
          <w:p w:rsidR="00603844" w:rsidRPr="00A4306F" w:rsidRDefault="00603844" w:rsidP="004B7531">
            <w:pPr>
              <w:jc w:val="both"/>
            </w:pPr>
            <w:r w:rsidRPr="00A4306F"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 xml:space="preserve">21,23 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2.1.1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 xml:space="preserve">120,8 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 xml:space="preserve">   64,9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99,9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150,0</w:t>
            </w:r>
          </w:p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</w:t>
            </w:r>
          </w:p>
        </w:tc>
        <w:tc>
          <w:tcPr>
            <w:tcW w:w="14148" w:type="dxa"/>
            <w:gridSpan w:val="13"/>
          </w:tcPr>
          <w:p w:rsidR="00603844" w:rsidRPr="00A4306F" w:rsidRDefault="00603844" w:rsidP="004B7531">
            <w:r w:rsidRPr="00A4306F">
              <w:rPr>
                <w:b/>
                <w:i/>
              </w:rPr>
              <w:t>Благоустройство автомобильных дорог</w:t>
            </w:r>
          </w:p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1.2.1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Установка дорожных знаков и нанесение линий горизонтальной дорожной разметки, шт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18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2.2.1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92,7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1.2.2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Прочистка водоотводных канав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0,4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2.2.2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13,5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1.2.3.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Профилирование дорожного полотна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5,8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2.2.3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 xml:space="preserve"> 30,0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50,0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420"/>
        </w:trPr>
        <w:tc>
          <w:tcPr>
            <w:tcW w:w="959" w:type="dxa"/>
            <w:gridSpan w:val="2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1.2.4</w:t>
            </w:r>
          </w:p>
        </w:tc>
        <w:tc>
          <w:tcPr>
            <w:tcW w:w="2835" w:type="dxa"/>
            <w:gridSpan w:val="2"/>
            <w:vMerge w:val="restart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канав: с.Залучье, ул.Советская</w:t>
            </w:r>
          </w:p>
        </w:tc>
        <w:tc>
          <w:tcPr>
            <w:tcW w:w="2104" w:type="dxa"/>
            <w:gridSpan w:val="2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0,325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 xml:space="preserve">94,9 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36"/>
        </w:trPr>
        <w:tc>
          <w:tcPr>
            <w:tcW w:w="959" w:type="dxa"/>
            <w:gridSpan w:val="2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603844" w:rsidRPr="00A4306F" w:rsidRDefault="00603844" w:rsidP="004B7531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5,1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408"/>
        </w:trPr>
        <w:tc>
          <w:tcPr>
            <w:tcW w:w="959" w:type="dxa"/>
            <w:gridSpan w:val="2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1.2.5</w:t>
            </w:r>
          </w:p>
        </w:tc>
        <w:tc>
          <w:tcPr>
            <w:tcW w:w="2835" w:type="dxa"/>
            <w:gridSpan w:val="2"/>
            <w:vMerge w:val="restart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канав: с.Залучье, ул.Рендакова</w:t>
            </w:r>
          </w:p>
        </w:tc>
        <w:tc>
          <w:tcPr>
            <w:tcW w:w="2104" w:type="dxa"/>
            <w:gridSpan w:val="2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0,27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78,7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603844" w:rsidRPr="00A4306F" w:rsidRDefault="00603844" w:rsidP="004B7531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4,2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408"/>
        </w:trPr>
        <w:tc>
          <w:tcPr>
            <w:tcW w:w="959" w:type="dxa"/>
            <w:gridSpan w:val="2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1.2.6</w:t>
            </w:r>
          </w:p>
        </w:tc>
        <w:tc>
          <w:tcPr>
            <w:tcW w:w="2835" w:type="dxa"/>
            <w:gridSpan w:val="2"/>
            <w:vMerge w:val="restart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канав: с.Залучье, переулок Советский</w:t>
            </w:r>
          </w:p>
        </w:tc>
        <w:tc>
          <w:tcPr>
            <w:tcW w:w="2104" w:type="dxa"/>
            <w:gridSpan w:val="2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0,28</w:t>
            </w:r>
          </w:p>
        </w:tc>
        <w:tc>
          <w:tcPr>
            <w:tcW w:w="1833" w:type="dxa"/>
            <w:vMerge w:val="restart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Областной бюджет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82,8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603844" w:rsidRPr="00A4306F" w:rsidRDefault="00603844" w:rsidP="004B7531">
            <w:pPr>
              <w:jc w:val="both"/>
            </w:pPr>
          </w:p>
        </w:tc>
        <w:tc>
          <w:tcPr>
            <w:tcW w:w="2104" w:type="dxa"/>
            <w:gridSpan w:val="2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050" w:type="dxa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4,4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1.2.7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Экспертиза смет, шт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3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3,0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6,0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1.2.8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канав: д. Пустошка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0,16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37.8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1.2.9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канав: с. Залучье ул. Советская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0,57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72,8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1.2.10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канав: д. Пинаевы Горки ул. Садовая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0,8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93,1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1.2.11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канав: д. Шумилкино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0,42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80,0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1.2.12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  и ремонт трубоперезда д. Пинаевы Горки ул. Центральная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0,4/9,0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80,8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1.2.13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>Восстановление профиля канав    д. Пинаевы Горки ул. Хуторская,ул. Новая, с.Залучье  пер. Аптекарский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1,24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87,9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1.2.14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 xml:space="preserve"> Ремонт трубоперезда д. Пинаевы Горки   ул.Садовая, ул. Зелёная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18,0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99,4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rPr>
          <w:trHeight w:val="648"/>
        </w:trPr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1.2.15</w:t>
            </w:r>
          </w:p>
        </w:tc>
        <w:tc>
          <w:tcPr>
            <w:tcW w:w="2835" w:type="dxa"/>
            <w:gridSpan w:val="2"/>
          </w:tcPr>
          <w:p w:rsidR="00603844" w:rsidRPr="00A4306F" w:rsidRDefault="00603844" w:rsidP="004B7531">
            <w:pPr>
              <w:jc w:val="both"/>
            </w:pPr>
            <w:r w:rsidRPr="00A4306F">
              <w:t xml:space="preserve"> Ремонт трубоперезда д. Пинаевы Горки     ул. Новая , с.Залучье ул. Школьная</w:t>
            </w:r>
          </w:p>
        </w:tc>
        <w:tc>
          <w:tcPr>
            <w:tcW w:w="2104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18,0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2.2.4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408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128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98,1</w:t>
            </w:r>
          </w:p>
        </w:tc>
        <w:tc>
          <w:tcPr>
            <w:tcW w:w="912" w:type="dxa"/>
          </w:tcPr>
          <w:p w:rsidR="00603844" w:rsidRPr="00A4306F" w:rsidRDefault="00603844" w:rsidP="004B7531">
            <w:pPr>
              <w:jc w:val="center"/>
            </w:pPr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1.3.</w:t>
            </w:r>
          </w:p>
        </w:tc>
        <w:tc>
          <w:tcPr>
            <w:tcW w:w="13236" w:type="dxa"/>
            <w:gridSpan w:val="12"/>
          </w:tcPr>
          <w:p w:rsidR="00603844" w:rsidRPr="00A4306F" w:rsidRDefault="00603844" w:rsidP="004B7531">
            <w:pPr>
              <w:jc w:val="center"/>
              <w:rPr>
                <w:b/>
                <w:i/>
              </w:rPr>
            </w:pPr>
            <w:r w:rsidRPr="00A4306F">
              <w:rPr>
                <w:b/>
                <w:i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  <w:tc>
          <w:tcPr>
            <w:tcW w:w="912" w:type="dxa"/>
          </w:tcPr>
          <w:p w:rsidR="00603844" w:rsidRPr="00A4306F" w:rsidRDefault="00603844" w:rsidP="004B7531"/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1.3.1</w:t>
            </w:r>
          </w:p>
        </w:tc>
        <w:tc>
          <w:tcPr>
            <w:tcW w:w="2749" w:type="dxa"/>
          </w:tcPr>
          <w:p w:rsidR="00603844" w:rsidRPr="00A4306F" w:rsidRDefault="00603844" w:rsidP="004B7531">
            <w:pPr>
              <w:jc w:val="both"/>
            </w:pPr>
            <w:r w:rsidRPr="00A4306F"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32 дороги-18,4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701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100,0</w:t>
            </w:r>
          </w:p>
        </w:tc>
        <w:tc>
          <w:tcPr>
            <w:tcW w:w="987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 xml:space="preserve">  </w:t>
            </w:r>
          </w:p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272,0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r w:rsidRPr="00A4306F">
              <w:t>0</w:t>
            </w:r>
          </w:p>
        </w:tc>
      </w:tr>
      <w:tr w:rsidR="00603844" w:rsidRPr="00A4306F" w:rsidTr="004B7531">
        <w:tc>
          <w:tcPr>
            <w:tcW w:w="959" w:type="dxa"/>
            <w:gridSpan w:val="2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1.3.2</w:t>
            </w:r>
          </w:p>
        </w:tc>
        <w:tc>
          <w:tcPr>
            <w:tcW w:w="2749" w:type="dxa"/>
          </w:tcPr>
          <w:p w:rsidR="00603844" w:rsidRPr="00A4306F" w:rsidRDefault="00603844" w:rsidP="004B7531">
            <w:pPr>
              <w:jc w:val="both"/>
            </w:pPr>
            <w:r w:rsidRPr="00A4306F">
              <w:t>Оценка сооружений, шт</w:t>
            </w:r>
          </w:p>
        </w:tc>
        <w:tc>
          <w:tcPr>
            <w:tcW w:w="2190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60</w:t>
            </w:r>
          </w:p>
        </w:tc>
        <w:tc>
          <w:tcPr>
            <w:tcW w:w="1833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2.3.1</w:t>
            </w:r>
          </w:p>
        </w:tc>
        <w:tc>
          <w:tcPr>
            <w:tcW w:w="1826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Бюджет Залучского с/п</w:t>
            </w:r>
          </w:p>
        </w:tc>
        <w:tc>
          <w:tcPr>
            <w:tcW w:w="1701" w:type="dxa"/>
            <w:gridSpan w:val="3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87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 xml:space="preserve"> 117,0</w:t>
            </w:r>
          </w:p>
        </w:tc>
        <w:tc>
          <w:tcPr>
            <w:tcW w:w="900" w:type="dxa"/>
          </w:tcPr>
          <w:p w:rsidR="00603844" w:rsidRPr="00A4306F" w:rsidRDefault="00603844" w:rsidP="004B7531">
            <w:pPr>
              <w:spacing w:line="276" w:lineRule="auto"/>
              <w:jc w:val="center"/>
            </w:pPr>
            <w:r w:rsidRPr="00A4306F">
              <w:t>0</w:t>
            </w:r>
          </w:p>
        </w:tc>
        <w:tc>
          <w:tcPr>
            <w:tcW w:w="912" w:type="dxa"/>
          </w:tcPr>
          <w:p w:rsidR="00603844" w:rsidRPr="00A4306F" w:rsidRDefault="00603844" w:rsidP="004B7531">
            <w:r w:rsidRPr="00A4306F">
              <w:t>0</w:t>
            </w:r>
          </w:p>
        </w:tc>
      </w:tr>
    </w:tbl>
    <w:p w:rsidR="00603844" w:rsidRPr="00A4306F" w:rsidRDefault="00603844" w:rsidP="00A51EE7"/>
    <w:p w:rsidR="00603844" w:rsidRPr="00A4306F" w:rsidRDefault="00603844" w:rsidP="00A51EE7">
      <w:pPr>
        <w:jc w:val="both"/>
      </w:pPr>
      <w:r w:rsidRPr="00A4306F">
        <w:t xml:space="preserve"> </w:t>
      </w:r>
    </w:p>
    <w:p w:rsidR="00603844" w:rsidRPr="00A4306F" w:rsidRDefault="00603844"/>
    <w:sectPr w:rsidR="00603844" w:rsidRPr="00A4306F" w:rsidSect="00A51E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EE7"/>
    <w:rsid w:val="00013425"/>
    <w:rsid w:val="000D2AD9"/>
    <w:rsid w:val="00167296"/>
    <w:rsid w:val="001C524C"/>
    <w:rsid w:val="001D69C3"/>
    <w:rsid w:val="00207B34"/>
    <w:rsid w:val="00246896"/>
    <w:rsid w:val="00386DF5"/>
    <w:rsid w:val="003B6BB1"/>
    <w:rsid w:val="00464305"/>
    <w:rsid w:val="004B7531"/>
    <w:rsid w:val="005D5AC7"/>
    <w:rsid w:val="00603844"/>
    <w:rsid w:val="006300C6"/>
    <w:rsid w:val="00666C9E"/>
    <w:rsid w:val="0067036B"/>
    <w:rsid w:val="00690871"/>
    <w:rsid w:val="006C10BB"/>
    <w:rsid w:val="007140F7"/>
    <w:rsid w:val="00812644"/>
    <w:rsid w:val="008F1AB8"/>
    <w:rsid w:val="00910CB8"/>
    <w:rsid w:val="0092510B"/>
    <w:rsid w:val="00960397"/>
    <w:rsid w:val="00970C90"/>
    <w:rsid w:val="00977F2E"/>
    <w:rsid w:val="00A4306F"/>
    <w:rsid w:val="00A51EE7"/>
    <w:rsid w:val="00A60D9D"/>
    <w:rsid w:val="00B9011A"/>
    <w:rsid w:val="00B97245"/>
    <w:rsid w:val="00BC4D3D"/>
    <w:rsid w:val="00C733F1"/>
    <w:rsid w:val="00CD3B5A"/>
    <w:rsid w:val="00CE6633"/>
    <w:rsid w:val="00CF656F"/>
    <w:rsid w:val="00D8603D"/>
    <w:rsid w:val="00E5094E"/>
    <w:rsid w:val="00EC6696"/>
    <w:rsid w:val="00F605E0"/>
    <w:rsid w:val="00F8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EE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22</Pages>
  <Words>3523</Words>
  <Characters>20087</Characters>
  <Application>Microsoft Office Outlook</Application>
  <DocSecurity>0</DocSecurity>
  <Lines>0</Lines>
  <Paragraphs>0</Paragraphs>
  <ScaleCrop>false</ScaleCrop>
  <Company>ORW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IVC</dc:creator>
  <cp:keywords/>
  <dc:description/>
  <cp:lastModifiedBy>Залучье 1</cp:lastModifiedBy>
  <cp:revision>2</cp:revision>
  <cp:lastPrinted>2001-12-31T21:13:00Z</cp:lastPrinted>
  <dcterms:created xsi:type="dcterms:W3CDTF">2016-03-02T12:04:00Z</dcterms:created>
  <dcterms:modified xsi:type="dcterms:W3CDTF">2016-03-02T12:04:00Z</dcterms:modified>
</cp:coreProperties>
</file>